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2E93" w14:textId="664666F8" w:rsidR="00365013" w:rsidRDefault="00365013" w:rsidP="00365013">
      <w:pPr>
        <w:pStyle w:val="OZNPROJEKTUwskazaniedatylubwersjiprojektu"/>
      </w:pPr>
      <w:r>
        <w:t xml:space="preserve">Projekt z dnia </w:t>
      </w:r>
      <w:r w:rsidR="003C4EE9">
        <w:t>3</w:t>
      </w:r>
      <w:r w:rsidR="00EC67F7">
        <w:t xml:space="preserve"> </w:t>
      </w:r>
      <w:r w:rsidR="003C4EE9">
        <w:t>marca</w:t>
      </w:r>
      <w:r>
        <w:t xml:space="preserve"> 202</w:t>
      </w:r>
      <w:r w:rsidR="00AD66D2">
        <w:t>5</w:t>
      </w:r>
      <w:r>
        <w:t xml:space="preserve"> r.</w:t>
      </w:r>
    </w:p>
    <w:p w14:paraId="45F1A3AE" w14:textId="77777777" w:rsidR="00365013" w:rsidRPr="004D2BB7" w:rsidRDefault="00365013" w:rsidP="00365013">
      <w:pPr>
        <w:pStyle w:val="OZNRODZAKTUtznustawalubrozporzdzenieiorganwydajcy"/>
      </w:pPr>
      <w:r w:rsidRPr="004D2BB7">
        <w:t>USTAWA</w:t>
      </w:r>
    </w:p>
    <w:p w14:paraId="622121BA" w14:textId="77777777" w:rsidR="00365013" w:rsidRPr="006D0689" w:rsidRDefault="00365013" w:rsidP="00365013">
      <w:pPr>
        <w:pStyle w:val="DATAAKTUdatauchwalenialubwydaniaaktu"/>
      </w:pPr>
      <w:r w:rsidRPr="004D2BB7">
        <w:t>z dnia</w:t>
      </w:r>
      <w:r w:rsidRPr="006D0689">
        <w:t xml:space="preserve"> …………………………….</w:t>
      </w:r>
    </w:p>
    <w:p w14:paraId="2C17BC68" w14:textId="77777777" w:rsidR="00365013" w:rsidRPr="00365013" w:rsidRDefault="00365013" w:rsidP="00365013">
      <w:pPr>
        <w:pStyle w:val="TYTDZPRZEDMprzedmiotregulacjitytuulubdziau"/>
        <w:rPr>
          <w:rFonts w:eastAsiaTheme="minorEastAsia"/>
        </w:rPr>
      </w:pPr>
      <w:r w:rsidRPr="00365013">
        <w:rPr>
          <w:rFonts w:eastAsiaTheme="minorEastAsia"/>
        </w:rPr>
        <w:t>o zmianie ustawy o systemie ubezpieczeń społecznych oraz niektórych innych ustaw</w:t>
      </w:r>
      <w:r w:rsidRPr="00365013">
        <w:rPr>
          <w:rStyle w:val="IGindeksgrny"/>
          <w:rFonts w:eastAsiaTheme="minorEastAsia"/>
        </w:rPr>
        <w:footnoteReference w:id="1"/>
      </w:r>
      <w:r w:rsidRPr="00365013">
        <w:rPr>
          <w:rStyle w:val="IGindeksgrny"/>
          <w:rFonts w:eastAsiaTheme="minorEastAsia"/>
        </w:rPr>
        <w:t>)</w:t>
      </w:r>
    </w:p>
    <w:p w14:paraId="25A3A179" w14:textId="77777777" w:rsidR="00365013" w:rsidRDefault="00365013" w:rsidP="00365013">
      <w:pPr>
        <w:pStyle w:val="ARTartustawynprozporzdzenia"/>
      </w:pPr>
      <w:r w:rsidRPr="005C26CA">
        <w:rPr>
          <w:rStyle w:val="Ppogrubienie"/>
        </w:rPr>
        <w:t>Art. 1.</w:t>
      </w:r>
      <w:r w:rsidRPr="004D2BB7">
        <w:t xml:space="preserve"> </w:t>
      </w:r>
      <w:r w:rsidRPr="006D0689">
        <w:t xml:space="preserve">W ustawie z dnia 13 października 1998 r. o systemie ubezpieczeń społecznych (Dz. U. z 2024 r. poz. </w:t>
      </w:r>
      <w:r w:rsidRPr="004D2BB7">
        <w:t>497</w:t>
      </w:r>
      <w:r>
        <w:t>, 863</w:t>
      </w:r>
      <w:r w:rsidR="00623C03">
        <w:t>,</w:t>
      </w:r>
      <w:r>
        <w:t xml:space="preserve"> 1243</w:t>
      </w:r>
      <w:r w:rsidR="00623C03" w:rsidRPr="00623C03">
        <w:t xml:space="preserve"> i 1615</w:t>
      </w:r>
      <w:r w:rsidRPr="006D0689">
        <w:t>) wprowadza się następujące zmiany:</w:t>
      </w:r>
    </w:p>
    <w:p w14:paraId="11766192" w14:textId="77777777" w:rsidR="006C0D0F" w:rsidRPr="006C0D0F" w:rsidRDefault="005F6E85" w:rsidP="006C0D0F">
      <w:pPr>
        <w:pStyle w:val="PKTpunkt"/>
      </w:pPr>
      <w:r>
        <w:t>1)</w:t>
      </w:r>
      <w:r>
        <w:tab/>
        <w:t>w art. 4</w:t>
      </w:r>
      <w:r w:rsidR="006C0D0F">
        <w:t xml:space="preserve"> w pkt 19</w:t>
      </w:r>
      <w:r>
        <w:t xml:space="preserve"> </w:t>
      </w:r>
      <w:r w:rsidR="006C0D0F" w:rsidRPr="006C0D0F">
        <w:t xml:space="preserve">kropkę zastępuje się średnikiem i dodaje się pkt </w:t>
      </w:r>
      <w:r w:rsidR="006C0D0F">
        <w:t>20</w:t>
      </w:r>
      <w:r w:rsidR="006C0D0F" w:rsidRPr="006C0D0F">
        <w:t xml:space="preserve"> w brzmieniu:</w:t>
      </w:r>
    </w:p>
    <w:p w14:paraId="0589E3E0" w14:textId="59A34C9D" w:rsidR="005F6E85" w:rsidRPr="006D0689" w:rsidRDefault="006C0D0F" w:rsidP="001F18D6">
      <w:pPr>
        <w:pStyle w:val="ZPKTzmpktartykuempunktem"/>
      </w:pPr>
      <w:r w:rsidRPr="006C0D0F">
        <w:t>„</w:t>
      </w:r>
      <w:r>
        <w:t>20</w:t>
      </w:r>
      <w:r w:rsidRPr="006C0D0F">
        <w:t>)</w:t>
      </w:r>
      <w:r w:rsidR="002B3F39">
        <w:tab/>
      </w:r>
      <w:r>
        <w:t>osob</w:t>
      </w:r>
      <w:r w:rsidR="002B3F39">
        <w:t>y</w:t>
      </w:r>
      <w:r>
        <w:t xml:space="preserve"> wykonując</w:t>
      </w:r>
      <w:r w:rsidR="002B3F39">
        <w:t>e</w:t>
      </w:r>
      <w:r>
        <w:t xml:space="preserve"> samodzieln</w:t>
      </w:r>
      <w:r w:rsidR="00273EE3">
        <w:t>e</w:t>
      </w:r>
      <w:r>
        <w:t xml:space="preserve"> zaw</w:t>
      </w:r>
      <w:r w:rsidR="00273EE3">
        <w:t>o</w:t>
      </w:r>
      <w:r>
        <w:t>d</w:t>
      </w:r>
      <w:r w:rsidR="00273EE3">
        <w:t>y</w:t>
      </w:r>
      <w:r>
        <w:t xml:space="preserve"> medyczn</w:t>
      </w:r>
      <w:r w:rsidR="00273EE3">
        <w:t>e</w:t>
      </w:r>
      <w:r>
        <w:t xml:space="preserve"> – fizjoterapeutę,</w:t>
      </w:r>
      <w:r w:rsidR="006729AC">
        <w:t xml:space="preserve"> o którym mowa w ustawie</w:t>
      </w:r>
      <w:r w:rsidR="006729AC" w:rsidRPr="006729AC">
        <w:t xml:space="preserve"> z dnia 25 września 2015 r. o zawodzie fizjoterapeuty</w:t>
      </w:r>
      <w:r w:rsidR="006729AC">
        <w:t xml:space="preserve"> </w:t>
      </w:r>
      <w:r w:rsidR="006729AC" w:rsidRPr="006729AC">
        <w:t>(Dz. U. z 2023 r. poz. 1213 i 1234)</w:t>
      </w:r>
      <w:r w:rsidR="006729AC">
        <w:t xml:space="preserve"> oraz</w:t>
      </w:r>
      <w:r>
        <w:t xml:space="preserve"> pielęgniarkę lub pielęgniarza</w:t>
      </w:r>
      <w:r w:rsidR="006729AC">
        <w:t>, o których mowa w</w:t>
      </w:r>
      <w:r w:rsidR="006729AC" w:rsidRPr="006729AC">
        <w:t xml:space="preserve"> ustaw</w:t>
      </w:r>
      <w:r w:rsidR="006729AC">
        <w:t>ie</w:t>
      </w:r>
      <w:r w:rsidR="006729AC" w:rsidRPr="006729AC">
        <w:t xml:space="preserve"> z dnia 15 lipca 2011 r. o zawodach pielęgniarki i położnej</w:t>
      </w:r>
      <w:r w:rsidR="006729AC">
        <w:t xml:space="preserve"> </w:t>
      </w:r>
      <w:r w:rsidR="006729AC" w:rsidRPr="006729AC">
        <w:t>(Dz. U. z 2024 r. poz. 814</w:t>
      </w:r>
      <w:r w:rsidR="00F37825">
        <w:t xml:space="preserve">, </w:t>
      </w:r>
      <w:r w:rsidR="006729AC" w:rsidRPr="006729AC">
        <w:t>854</w:t>
      </w:r>
      <w:r w:rsidR="00F37825">
        <w:t xml:space="preserve"> i 1897</w:t>
      </w:r>
      <w:r w:rsidR="00EE1C33">
        <w:t xml:space="preserve"> oraz z 2025 r. poz. 129</w:t>
      </w:r>
      <w:r w:rsidR="006729AC" w:rsidRPr="006729AC">
        <w:t>)</w:t>
      </w:r>
      <w:r>
        <w:t>.</w:t>
      </w:r>
      <w:r w:rsidRPr="006C0D0F">
        <w:t>”</w:t>
      </w:r>
      <w:r w:rsidR="002E2695">
        <w:t>;</w:t>
      </w:r>
    </w:p>
    <w:p w14:paraId="15F7C6F1" w14:textId="77777777" w:rsidR="00365013" w:rsidRDefault="005F6E85" w:rsidP="00365013">
      <w:pPr>
        <w:pStyle w:val="PKTpunkt"/>
      </w:pPr>
      <w:r>
        <w:t>2</w:t>
      </w:r>
      <w:r w:rsidR="00365013" w:rsidRPr="006D0689">
        <w:t>)</w:t>
      </w:r>
      <w:r w:rsidR="00365013" w:rsidRPr="006D0689">
        <w:tab/>
        <w:t>w art. 68</w:t>
      </w:r>
      <w:r w:rsidR="00365013">
        <w:t>:</w:t>
      </w:r>
    </w:p>
    <w:p w14:paraId="5D97D8BA" w14:textId="77777777" w:rsidR="00365013" w:rsidRDefault="00365013" w:rsidP="00365013">
      <w:pPr>
        <w:pStyle w:val="LITlitera"/>
      </w:pPr>
      <w:r>
        <w:t>a)</w:t>
      </w:r>
      <w:r w:rsidR="002B3F39">
        <w:tab/>
      </w:r>
      <w:r>
        <w:t>w</w:t>
      </w:r>
      <w:r w:rsidRPr="006D0689">
        <w:t xml:space="preserve"> ust. 1</w:t>
      </w:r>
      <w:r>
        <w:t>:</w:t>
      </w:r>
    </w:p>
    <w:p w14:paraId="256234DC" w14:textId="77777777" w:rsidR="00365013" w:rsidRDefault="00365013" w:rsidP="00365013">
      <w:pPr>
        <w:pStyle w:val="TIRtiret"/>
      </w:pPr>
      <w:r>
        <w:lastRenderedPageBreak/>
        <w:t>–</w:t>
      </w:r>
      <w:r w:rsidR="00B45131">
        <w:tab/>
      </w:r>
      <w:r>
        <w:t>w</w:t>
      </w:r>
      <w:r w:rsidRPr="006D0689">
        <w:t xml:space="preserve"> pkt 1 </w:t>
      </w:r>
      <w:r>
        <w:t>uchyla</w:t>
      </w:r>
      <w:r w:rsidRPr="006D0689">
        <w:t xml:space="preserve"> się lit. f</w:t>
      </w:r>
      <w:r>
        <w:t>,</w:t>
      </w:r>
    </w:p>
    <w:p w14:paraId="439294DE" w14:textId="77777777" w:rsidR="00365013" w:rsidRPr="006D0689" w:rsidRDefault="00365013" w:rsidP="00365013">
      <w:pPr>
        <w:pStyle w:val="TIRtiret"/>
      </w:pPr>
      <w:r>
        <w:t>–</w:t>
      </w:r>
      <w:r w:rsidR="00B45131">
        <w:tab/>
      </w:r>
      <w:r w:rsidRPr="006D0689">
        <w:t>pkt 5 otrzymuje brzmienie:</w:t>
      </w:r>
    </w:p>
    <w:p w14:paraId="6965E449" w14:textId="77777777" w:rsidR="00365013" w:rsidRDefault="00FB4DF8" w:rsidP="00365013">
      <w:pPr>
        <w:pStyle w:val="ZTIRPKTzmpkttiret"/>
      </w:pPr>
      <w:r>
        <w:t>„</w:t>
      </w:r>
      <w:r w:rsidR="00365013" w:rsidRPr="006D0689">
        <w:t>5)</w:t>
      </w:r>
      <w:r w:rsidR="00365013">
        <w:tab/>
      </w:r>
      <w:r w:rsidR="00365013" w:rsidRPr="006D0689">
        <w:t xml:space="preserve">orzekanie przez lekarzy orzeczników oraz </w:t>
      </w:r>
      <w:r w:rsidR="008B6D35">
        <w:t>osoby</w:t>
      </w:r>
      <w:r w:rsidR="00365013" w:rsidRPr="006D0689">
        <w:t xml:space="preserve"> wykonując</w:t>
      </w:r>
      <w:r w:rsidR="008B6D35">
        <w:t>e</w:t>
      </w:r>
      <w:r w:rsidR="00365013" w:rsidRPr="006D0689">
        <w:t xml:space="preserve"> samodzielne zawody medyczne dla potrzeb ustalania uprawnień do świadczeń z</w:t>
      </w:r>
      <w:r w:rsidR="00365013">
        <w:t xml:space="preserve"> </w:t>
      </w:r>
      <w:r w:rsidR="00365013" w:rsidRPr="006D0689">
        <w:t>ubezpieczeń społecznych, innych świadczeń należących do właściwości Zakładu oraz dla celów realizacji zadań zleconych Zakładowi na podstawie innych ustaw, a także kontrola orzecznictwa o czasowej niezdolności do pracy;</w:t>
      </w:r>
      <w:r>
        <w:t>”,</w:t>
      </w:r>
    </w:p>
    <w:p w14:paraId="04F3A3FB" w14:textId="77777777" w:rsidR="00FB4DF8" w:rsidRDefault="00FB4DF8" w:rsidP="00FB4DF8">
      <w:pPr>
        <w:pStyle w:val="TIRtiret"/>
      </w:pPr>
      <w:r>
        <w:t>–</w:t>
      </w:r>
      <w:r w:rsidR="00B45131">
        <w:tab/>
      </w:r>
      <w:r>
        <w:t>pkt 7 i 8 otrzymują brzmienie:</w:t>
      </w:r>
    </w:p>
    <w:p w14:paraId="11E69766" w14:textId="77777777" w:rsidR="00FB4DF8" w:rsidRPr="00FB4DF8" w:rsidRDefault="00FB4DF8" w:rsidP="00AE4B56">
      <w:pPr>
        <w:pStyle w:val="ZTIRPKTzmpkttiret"/>
        <w:rPr>
          <w:lang w:eastAsia="en-US"/>
        </w:rPr>
      </w:pPr>
      <w:r>
        <w:t>„7)</w:t>
      </w:r>
      <w:r w:rsidR="00B45131">
        <w:tab/>
      </w:r>
      <w:r w:rsidRPr="00FB4DF8">
        <w:rPr>
          <w:lang w:eastAsia="en-US"/>
        </w:rPr>
        <w:t xml:space="preserve">informowanie o zadaniach wykonywanych przez Zakład; </w:t>
      </w:r>
    </w:p>
    <w:p w14:paraId="564AD4E8" w14:textId="77777777" w:rsidR="00FB4DF8" w:rsidRPr="006D0689" w:rsidRDefault="00FB4DF8" w:rsidP="00AE4B56">
      <w:pPr>
        <w:pStyle w:val="ZTIRPKTzmpkttiret"/>
        <w:rPr>
          <w:lang w:eastAsia="en-US"/>
        </w:rPr>
      </w:pPr>
      <w:r w:rsidRPr="00FB4DF8">
        <w:rPr>
          <w:lang w:eastAsia="en-US"/>
        </w:rPr>
        <w:t>8)</w:t>
      </w:r>
      <w:r w:rsidR="00B45131">
        <w:tab/>
      </w:r>
      <w:r w:rsidRPr="00FB4DF8">
        <w:rPr>
          <w:lang w:eastAsia="en-US"/>
        </w:rPr>
        <w:t>popularyzacja wiedzy o zabezpieczeniu społecznym</w:t>
      </w:r>
      <w:r w:rsidR="00AC7BCF">
        <w:t xml:space="preserve"> i innych zadaniach wykonywanych przez Z</w:t>
      </w:r>
      <w:r w:rsidR="00051A33">
        <w:t>akład</w:t>
      </w:r>
      <w:r w:rsidRPr="00FB4DF8">
        <w:rPr>
          <w:lang w:eastAsia="en-US"/>
        </w:rPr>
        <w:t>.</w:t>
      </w:r>
      <w:r>
        <w:rPr>
          <w:lang w:eastAsia="en-US"/>
        </w:rPr>
        <w:t>”</w:t>
      </w:r>
      <w:r>
        <w:t xml:space="preserve">, </w:t>
      </w:r>
    </w:p>
    <w:p w14:paraId="0FD6B29C" w14:textId="77777777" w:rsidR="00365013" w:rsidRPr="006D0689" w:rsidRDefault="00365013" w:rsidP="00365013">
      <w:pPr>
        <w:pStyle w:val="LITlitera"/>
      </w:pPr>
      <w:r>
        <w:t>b</w:t>
      </w:r>
      <w:r w:rsidRPr="006D0689">
        <w:t>)</w:t>
      </w:r>
      <w:r w:rsidRPr="006D0689">
        <w:tab/>
        <w:t>ust. 2 otrzymuje brzmienie:</w:t>
      </w:r>
    </w:p>
    <w:p w14:paraId="3A8EB47C" w14:textId="77777777" w:rsidR="004B30BA" w:rsidRDefault="004B30BA" w:rsidP="004B30BA">
      <w:pPr>
        <w:pStyle w:val="ZLITUSTzmustliter"/>
      </w:pPr>
      <w:r>
        <w:t>„</w:t>
      </w:r>
      <w:r w:rsidRPr="006D0689">
        <w:t>2. W ramach realizacji zadań określonych w ust. 1 pkt 5</w:t>
      </w:r>
      <w:r>
        <w:t xml:space="preserve"> Zakład:</w:t>
      </w:r>
    </w:p>
    <w:p w14:paraId="0FAEBA2A" w14:textId="77777777" w:rsidR="004B30BA" w:rsidRDefault="004B30BA" w:rsidP="004B30BA">
      <w:pPr>
        <w:pStyle w:val="ZLITPKTzmpktliter"/>
      </w:pPr>
      <w:r>
        <w:t>1)</w:t>
      </w:r>
      <w:r>
        <w:tab/>
      </w:r>
      <w:r w:rsidRPr="006D0689">
        <w:t xml:space="preserve">udziela zamówień na opinie specjalistyczne lekarza konsultanta lub psychologa oraz wyniki obserwacji szpitalnej, </w:t>
      </w:r>
    </w:p>
    <w:p w14:paraId="3D288AD1" w14:textId="77777777" w:rsidR="004B30BA" w:rsidRDefault="004B30BA" w:rsidP="001F18D6">
      <w:pPr>
        <w:pStyle w:val="ZLITPKTzmpktliter"/>
      </w:pPr>
      <w:r>
        <w:t>2)</w:t>
      </w:r>
      <w:r>
        <w:tab/>
        <w:t>zawiera umowy o świadczenie usług, o których mowa w art. 85b ust. 1</w:t>
      </w:r>
    </w:p>
    <w:p w14:paraId="5762382F" w14:textId="77777777" w:rsidR="004B30BA" w:rsidRDefault="004B30BA" w:rsidP="001F18D6">
      <w:pPr>
        <w:pStyle w:val="ZLITCZWSPPKTzmczciwsppktliter"/>
      </w:pPr>
      <w:r>
        <w:t xml:space="preserve">– </w:t>
      </w:r>
      <w:r w:rsidRPr="006D0689">
        <w:t>z wyłączeniem przepisów ustawy z dnia 11 września 2019 r. – Prawo zamówień publicznych (</w:t>
      </w:r>
      <w:r w:rsidRPr="004D2BB7">
        <w:t>Dz. U. z 202</w:t>
      </w:r>
      <w:r>
        <w:t>4</w:t>
      </w:r>
      <w:r w:rsidRPr="004D2BB7">
        <w:t xml:space="preserve"> r. poz. </w:t>
      </w:r>
      <w:r>
        <w:t>1320).</w:t>
      </w:r>
      <w:r w:rsidRPr="00210C01">
        <w:t>”</w:t>
      </w:r>
      <w:r>
        <w:t>;</w:t>
      </w:r>
    </w:p>
    <w:p w14:paraId="6E124F1E" w14:textId="77777777" w:rsidR="00365013" w:rsidRDefault="006729AC" w:rsidP="00365013">
      <w:pPr>
        <w:pStyle w:val="PKTpunkt"/>
      </w:pPr>
      <w:r>
        <w:t>3</w:t>
      </w:r>
      <w:r w:rsidR="00365013" w:rsidRPr="006D0689">
        <w:t>)</w:t>
      </w:r>
      <w:r w:rsidR="00365013" w:rsidRPr="006D0689">
        <w:tab/>
        <w:t>w art. 68b</w:t>
      </w:r>
      <w:r w:rsidR="00365013">
        <w:t>:</w:t>
      </w:r>
    </w:p>
    <w:p w14:paraId="4F722F41" w14:textId="77777777" w:rsidR="00365013" w:rsidRPr="006D0689" w:rsidRDefault="00365013" w:rsidP="00365013">
      <w:pPr>
        <w:pStyle w:val="LITlitera"/>
      </w:pPr>
      <w:r>
        <w:t>a)</w:t>
      </w:r>
      <w:r>
        <w:tab/>
      </w:r>
      <w:r w:rsidRPr="006D0689">
        <w:t xml:space="preserve">ust. 1 otrzymuje brzmienie: </w:t>
      </w:r>
    </w:p>
    <w:p w14:paraId="6A8BA61B" w14:textId="77777777" w:rsidR="00365013" w:rsidRPr="006D0689" w:rsidRDefault="00FB4DF8" w:rsidP="00365013">
      <w:pPr>
        <w:pStyle w:val="ZLITUSTzmustliter"/>
      </w:pPr>
      <w:r>
        <w:t>„</w:t>
      </w:r>
      <w:r w:rsidR="00365013" w:rsidRPr="006D0689">
        <w:t>1. Certyfikat umożliwiający podpisywanie dokumentów elektronicznych z wykorzystaniem sposobu potwierdzania pochodzenia oraz integralności danych dostępnego w systemie teleinformatycznym Zakładu, o którym mowa w art. 54 ust. 1 ustawy z dnia 25 czerwca 1999 r. o świadczeniach pieniężnych z ubezpieczenia społecznego w razie choroby i macierzyństwa (Dz. U. z 2023 r. poz. 2780</w:t>
      </w:r>
      <w:r w:rsidR="00D30227" w:rsidRPr="00D30227">
        <w:t xml:space="preserve"> oraz z 2024 r. poz. 1871</w:t>
      </w:r>
      <w:r w:rsidR="00365013" w:rsidRPr="006D0689">
        <w:t xml:space="preserve">), Zakład udostępnia: </w:t>
      </w:r>
    </w:p>
    <w:p w14:paraId="0A703D51" w14:textId="77777777" w:rsidR="00365013" w:rsidRPr="006D0689" w:rsidRDefault="00365013" w:rsidP="00365013">
      <w:pPr>
        <w:pStyle w:val="ZLITPKTzmpktliter"/>
      </w:pPr>
      <w:r w:rsidRPr="006D0689">
        <w:t>1)</w:t>
      </w:r>
      <w:r w:rsidRPr="006D0689">
        <w:tab/>
        <w:t>pracownikom medycznym oraz osobom wykonującym:</w:t>
      </w:r>
    </w:p>
    <w:p w14:paraId="0EED084C" w14:textId="717DC15A" w:rsidR="00365013" w:rsidRPr="006D0689" w:rsidRDefault="00365013" w:rsidP="00365013">
      <w:pPr>
        <w:pStyle w:val="ZLITLITwPKTzmlitwpktliter"/>
      </w:pPr>
      <w:r w:rsidRPr="006D0689">
        <w:t>a)</w:t>
      </w:r>
      <w:r w:rsidRPr="006D0689">
        <w:tab/>
        <w:t>zawód medyczny, o których mowa w art. 2 ust. 1 pkt 2 ustawy z dnia 15 kwietnia 2011 r. o działalności leczniczej (Dz. U. z 202</w:t>
      </w:r>
      <w:r>
        <w:t>4</w:t>
      </w:r>
      <w:r w:rsidRPr="006D0689">
        <w:t xml:space="preserve"> r. poz. </w:t>
      </w:r>
      <w:r>
        <w:t>799</w:t>
      </w:r>
      <w:r w:rsidR="00F37825">
        <w:t xml:space="preserve"> i 1897</w:t>
      </w:r>
      <w:r w:rsidR="00EE1C33">
        <w:t xml:space="preserve"> oraz z 2025 r. poz. 129</w:t>
      </w:r>
      <w:r>
        <w:t>)</w:t>
      </w:r>
      <w:r w:rsidRPr="006D0689">
        <w:t>,</w:t>
      </w:r>
    </w:p>
    <w:p w14:paraId="3664041B" w14:textId="77777777" w:rsidR="00365013" w:rsidRPr="006D0689" w:rsidRDefault="00365013" w:rsidP="00365013">
      <w:pPr>
        <w:pStyle w:val="ZLITLITwPKTzmlitwpktliter"/>
      </w:pPr>
      <w:r w:rsidRPr="006D0689">
        <w:lastRenderedPageBreak/>
        <w:t>b)</w:t>
      </w:r>
      <w:r w:rsidRPr="006D0689">
        <w:tab/>
        <w:t>czynności pomocnicze przy udzielaniu świadczeń zdrowotnych, o których mowa w art. 24 ust. 2 pkt 2 ustawy z dnia 6 listopada 2008 r. o prawach pacjenta i Rzeczniku Praw Pacjenta (Dz. U. z 202</w:t>
      </w:r>
      <w:r>
        <w:t>4</w:t>
      </w:r>
      <w:r w:rsidRPr="006D0689">
        <w:t xml:space="preserve"> r. poz. </w:t>
      </w:r>
      <w:r>
        <w:t>581)</w:t>
      </w:r>
    </w:p>
    <w:p w14:paraId="35FE5800" w14:textId="77777777" w:rsidR="00365013" w:rsidRPr="006D0689" w:rsidRDefault="00365013" w:rsidP="00365013">
      <w:pPr>
        <w:pStyle w:val="ZTIRwPKTzmtirwpktartykuempunktem"/>
      </w:pPr>
      <w:r>
        <w:t>–</w:t>
      </w:r>
      <w:r>
        <w:tab/>
      </w:r>
      <w:r w:rsidRPr="006D0689">
        <w:t>upoważnionym do wykonywania czynności określonych w art. 41a ust. 1 ustawy z</w:t>
      </w:r>
      <w:r>
        <w:t xml:space="preserve"> </w:t>
      </w:r>
      <w:r w:rsidRPr="006D0689">
        <w:t>dnia 5 grudnia 1996 r. o zawodach lekarza i lekarza dentysty (Dz. U. z 202</w:t>
      </w:r>
      <w:r>
        <w:t>4</w:t>
      </w:r>
      <w:r w:rsidRPr="006D0689">
        <w:t xml:space="preserve"> r. poz. </w:t>
      </w:r>
      <w:r>
        <w:t>1287</w:t>
      </w:r>
      <w:r w:rsidR="00F37825">
        <w:t xml:space="preserve"> i 1897</w:t>
      </w:r>
      <w:r>
        <w:t xml:space="preserve">) </w:t>
      </w:r>
      <w:r w:rsidRPr="006D0689">
        <w:t>lub art. 54a ust. 1 ustawy z dnia 25 czerwca 1999 r. o świadczeniach pieniężnych z ubezpieczenia społecznego w razie choroby i macierzyństwa;</w:t>
      </w:r>
    </w:p>
    <w:p w14:paraId="7982C9D2" w14:textId="77777777" w:rsidR="00365013" w:rsidRPr="006D0689" w:rsidRDefault="00365013" w:rsidP="00365013">
      <w:pPr>
        <w:pStyle w:val="ZLITPKTzmpktliter"/>
      </w:pPr>
      <w:r w:rsidRPr="006D0689">
        <w:t>2)</w:t>
      </w:r>
      <w:r w:rsidRPr="006D0689">
        <w:tab/>
        <w:t>lekarzom konsultantom</w:t>
      </w:r>
      <w:r>
        <w:t xml:space="preserve"> –</w:t>
      </w:r>
      <w:r w:rsidRPr="006D0689">
        <w:t xml:space="preserve"> dla celów wydawania opinii specjalistycznych w postępowaniach dotyczących realizacji zadań, o których mowa w art. 68 ust. 1 pkt</w:t>
      </w:r>
      <w:r>
        <w:t xml:space="preserve"> </w:t>
      </w:r>
      <w:r w:rsidRPr="006D0689">
        <w:t>5.</w:t>
      </w:r>
      <w:r w:rsidR="00FB4DF8">
        <w:t>”</w:t>
      </w:r>
      <w:r>
        <w:t>,</w:t>
      </w:r>
    </w:p>
    <w:p w14:paraId="2985649E" w14:textId="77777777" w:rsidR="00365013" w:rsidRPr="006D0689" w:rsidRDefault="00365013" w:rsidP="00365013">
      <w:pPr>
        <w:pStyle w:val="LITlitera"/>
      </w:pPr>
      <w:r>
        <w:t>b)</w:t>
      </w:r>
      <w:r>
        <w:tab/>
      </w:r>
      <w:r w:rsidRPr="006D0689">
        <w:t xml:space="preserve">ust. 3 otrzymuje brzmienie: </w:t>
      </w:r>
    </w:p>
    <w:p w14:paraId="7D71C774" w14:textId="77777777" w:rsidR="00365013" w:rsidRPr="006D0689" w:rsidRDefault="00FB4DF8" w:rsidP="00365013">
      <w:pPr>
        <w:pStyle w:val="ZLITUSTzmustliter"/>
      </w:pPr>
      <w:r>
        <w:t>„</w:t>
      </w:r>
      <w:r w:rsidR="00365013" w:rsidRPr="006D0689">
        <w:t>3. Informację o certyfikatach, o których mowa w ust. 1 pkt 1, Zakład udostępnia ministrowi właściwemu do spraw zdrowia, w formie elektronicznej.</w:t>
      </w:r>
      <w:r>
        <w:t>”</w:t>
      </w:r>
      <w:r w:rsidR="00365013" w:rsidRPr="006D0689">
        <w:t>;</w:t>
      </w:r>
    </w:p>
    <w:p w14:paraId="10FDA6FA" w14:textId="77777777" w:rsidR="007E230D" w:rsidRDefault="006729AC" w:rsidP="00365013">
      <w:pPr>
        <w:pStyle w:val="PKTpunkt"/>
      </w:pPr>
      <w:r>
        <w:t>4</w:t>
      </w:r>
      <w:r w:rsidR="00365013" w:rsidRPr="006D0689">
        <w:t>)</w:t>
      </w:r>
      <w:r w:rsidR="00365013" w:rsidRPr="006D0689">
        <w:tab/>
        <w:t xml:space="preserve">w art. 73 </w:t>
      </w:r>
      <w:r w:rsidR="00365013">
        <w:t xml:space="preserve">w </w:t>
      </w:r>
      <w:r w:rsidR="00365013" w:rsidRPr="006D0689">
        <w:t>ust. 3</w:t>
      </w:r>
      <w:r w:rsidR="007E230D">
        <w:t>:</w:t>
      </w:r>
    </w:p>
    <w:p w14:paraId="6DFB85C8" w14:textId="77777777" w:rsidR="00365013" w:rsidRPr="006D0689" w:rsidRDefault="007E230D" w:rsidP="001F18D6">
      <w:pPr>
        <w:pStyle w:val="LITlitera"/>
      </w:pPr>
      <w:r>
        <w:t>a)</w:t>
      </w:r>
      <w:r>
        <w:tab/>
      </w:r>
      <w:r w:rsidR="00365013" w:rsidRPr="006D0689">
        <w:t>pkt 5 otrzymuje brzmienie:</w:t>
      </w:r>
    </w:p>
    <w:p w14:paraId="65483600" w14:textId="77777777" w:rsidR="00DA0C47" w:rsidRDefault="00FB4DF8" w:rsidP="001F18D6">
      <w:pPr>
        <w:pStyle w:val="ZLITPKTzmpktliter"/>
      </w:pPr>
      <w:r>
        <w:t>„</w:t>
      </w:r>
      <w:r w:rsidR="00365013" w:rsidRPr="004D2BB7">
        <w:t>5)</w:t>
      </w:r>
      <w:r w:rsidR="00365013">
        <w:tab/>
      </w:r>
      <w:r w:rsidR="00365013" w:rsidRPr="004D2BB7">
        <w:t>zwierzchni nadzór nad</w:t>
      </w:r>
      <w:r w:rsidR="00DA0C47">
        <w:t>:</w:t>
      </w:r>
    </w:p>
    <w:p w14:paraId="1E4C9104" w14:textId="77777777" w:rsidR="00DA0C47" w:rsidRPr="00201223" w:rsidRDefault="00DA0C47" w:rsidP="001F18D6">
      <w:pPr>
        <w:pStyle w:val="ZLITTIRwLITzmtirwlitliter"/>
      </w:pPr>
      <w:r w:rsidRPr="00201223">
        <w:t>a)</w:t>
      </w:r>
      <w:r w:rsidR="00201223">
        <w:tab/>
      </w:r>
      <w:r w:rsidR="00365013" w:rsidRPr="00201223">
        <w:t xml:space="preserve">wydawaniem orzeczeń dla potrzeb ustalania uprawnień do świadczeń z ubezpieczeń społecznych, innych świadczeń należących do właściwości Zakładu oraz dla celów realizacji zadań zleconych Zakładowi na podstawie innych ustaw, </w:t>
      </w:r>
    </w:p>
    <w:p w14:paraId="7A641952" w14:textId="77777777" w:rsidR="00365013" w:rsidRDefault="00DA0C47" w:rsidP="001F18D6">
      <w:pPr>
        <w:pStyle w:val="ZLITTIRwLITzmtirwlitliter"/>
      </w:pPr>
      <w:r>
        <w:t>b)</w:t>
      </w:r>
      <w:r>
        <w:tab/>
      </w:r>
      <w:r w:rsidR="00365013" w:rsidRPr="006D0689">
        <w:t>kontrol</w:t>
      </w:r>
      <w:r>
        <w:t>ą</w:t>
      </w:r>
      <w:r w:rsidR="00365013" w:rsidRPr="006D0689">
        <w:t xml:space="preserve"> orzecznictwa o czasowej niezdolności do pracy</w:t>
      </w:r>
      <w:r w:rsidR="00365013" w:rsidRPr="004D2BB7">
        <w:t>;</w:t>
      </w:r>
      <w:bookmarkStart w:id="0" w:name="_Hlk186442909"/>
      <w:r w:rsidR="00FB4DF8">
        <w:t>”</w:t>
      </w:r>
      <w:r w:rsidR="007E230D">
        <w:t>,</w:t>
      </w:r>
      <w:bookmarkEnd w:id="0"/>
    </w:p>
    <w:p w14:paraId="6D2C5AF1" w14:textId="77777777" w:rsidR="007E230D" w:rsidRDefault="007E230D" w:rsidP="001F18D6">
      <w:pPr>
        <w:pStyle w:val="LITlitera"/>
      </w:pPr>
      <w:r>
        <w:t>b)</w:t>
      </w:r>
      <w:r>
        <w:tab/>
        <w:t>po pkt 5 dodaje się pkt 5a w brzmieniu:</w:t>
      </w:r>
    </w:p>
    <w:p w14:paraId="59A9CF01" w14:textId="77777777" w:rsidR="000355FE" w:rsidRPr="004D2BB7" w:rsidRDefault="00201223" w:rsidP="001F18D6">
      <w:pPr>
        <w:pStyle w:val="ZLITwPKTzmlitwpktartykuempunktem"/>
      </w:pPr>
      <w:r w:rsidRPr="00201223">
        <w:t>„</w:t>
      </w:r>
      <w:r w:rsidR="000355FE">
        <w:t>5a)</w:t>
      </w:r>
      <w:r>
        <w:tab/>
      </w:r>
      <w:r w:rsidR="000355FE" w:rsidRPr="000355FE">
        <w:t>określa</w:t>
      </w:r>
      <w:r w:rsidR="00F15DD1">
        <w:t>nie</w:t>
      </w:r>
      <w:r w:rsidR="000355FE" w:rsidRPr="000355FE">
        <w:t xml:space="preserve"> właściwoś</w:t>
      </w:r>
      <w:r w:rsidR="00F15DD1">
        <w:t>ci</w:t>
      </w:r>
      <w:r w:rsidR="000355FE" w:rsidRPr="000355FE">
        <w:t xml:space="preserve"> terenowych jednostek organizacyjnych Zakładu w zakresie realizacji zadań, o których mowa w art. 68 ust. 1 pkt 5, biorąc pod uwagę w szczególności względy ich dostępności dla osób zainteresowanych i potrzebę zapewnienia odpowiedniej obsady kadrowej</w:t>
      </w:r>
      <w:r w:rsidR="00B34BC0">
        <w:t>;</w:t>
      </w:r>
      <w:r w:rsidR="00B34BC0" w:rsidRPr="00B34BC0">
        <w:t>”</w:t>
      </w:r>
      <w:r w:rsidR="00B34BC0">
        <w:t>;</w:t>
      </w:r>
    </w:p>
    <w:p w14:paraId="62773227" w14:textId="77777777" w:rsidR="00365013" w:rsidRDefault="006729AC" w:rsidP="00365013">
      <w:pPr>
        <w:pStyle w:val="PKTpunkt"/>
      </w:pPr>
      <w:r>
        <w:t>5</w:t>
      </w:r>
      <w:r w:rsidR="00365013" w:rsidRPr="006D0689">
        <w:t>)</w:t>
      </w:r>
      <w:r w:rsidR="00365013" w:rsidRPr="006D0689">
        <w:tab/>
        <w:t xml:space="preserve">w art. 77 </w:t>
      </w:r>
      <w:r w:rsidR="00365013">
        <w:t>uchyla</w:t>
      </w:r>
      <w:r w:rsidR="00365013" w:rsidRPr="006D0689">
        <w:t xml:space="preserve"> się ust. 5;</w:t>
      </w:r>
    </w:p>
    <w:p w14:paraId="11CBE560" w14:textId="77777777" w:rsidR="00EE26B3" w:rsidRPr="00EE26B3" w:rsidRDefault="006729AC" w:rsidP="00EE26B3">
      <w:pPr>
        <w:pStyle w:val="PKTpunkt"/>
      </w:pPr>
      <w:r>
        <w:t>6</w:t>
      </w:r>
      <w:r w:rsidR="00EE26B3" w:rsidRPr="00EE26B3">
        <w:t>)</w:t>
      </w:r>
      <w:r w:rsidR="00EE26B3" w:rsidRPr="00EE26B3">
        <w:tab/>
        <w:t xml:space="preserve">w art. 80 pkt 5 otrzymuje brzmienie: </w:t>
      </w:r>
    </w:p>
    <w:p w14:paraId="562B5A3B" w14:textId="77777777" w:rsidR="00EE26B3" w:rsidRPr="00EE26B3" w:rsidRDefault="00FB4DF8" w:rsidP="007419E0">
      <w:pPr>
        <w:pStyle w:val="ZPKTzmpktartykuempunktem"/>
      </w:pPr>
      <w:r>
        <w:t>„</w:t>
      </w:r>
      <w:r w:rsidR="00EE26B3" w:rsidRPr="00EE26B3">
        <w:t>5)</w:t>
      </w:r>
      <w:r w:rsidR="00EE26B3" w:rsidRPr="00EE26B3">
        <w:tab/>
        <w:t xml:space="preserve">poddania się badaniom lekarskim, badaniom psychologicznym lub badaniom </w:t>
      </w:r>
      <w:r w:rsidR="008B6D35">
        <w:t>os</w:t>
      </w:r>
      <w:r w:rsidR="00A81417">
        <w:t>ó</w:t>
      </w:r>
      <w:r w:rsidR="008B6D35">
        <w:t>b</w:t>
      </w:r>
      <w:r w:rsidR="00EE26B3" w:rsidRPr="00EE26B3">
        <w:t xml:space="preserve"> wykonując</w:t>
      </w:r>
      <w:r w:rsidR="00A81417">
        <w:t>ych</w:t>
      </w:r>
      <w:r w:rsidR="00EE26B3" w:rsidRPr="00EE26B3">
        <w:t xml:space="preserve"> samodzielny zawód medyczny, a także leczeniu lub rehabilitacji, jeżeli oczekuje się, że leczenie lub rehabilitacja przywróci zdolność do pracy lub spowoduje, że zdolność do pracy zostanie zachowana.</w:t>
      </w:r>
      <w:r>
        <w:t>”</w:t>
      </w:r>
      <w:r w:rsidR="00EE26B3" w:rsidRPr="00EE26B3">
        <w:t>;</w:t>
      </w:r>
    </w:p>
    <w:p w14:paraId="583178C7" w14:textId="77777777" w:rsidR="00EE26B3" w:rsidRPr="00EE26B3" w:rsidRDefault="006729AC" w:rsidP="00EE26B3">
      <w:pPr>
        <w:pStyle w:val="PKTpunkt"/>
      </w:pPr>
      <w:r>
        <w:lastRenderedPageBreak/>
        <w:t>7</w:t>
      </w:r>
      <w:r w:rsidR="00EE26B3" w:rsidRPr="00EE26B3">
        <w:t>)</w:t>
      </w:r>
      <w:r w:rsidR="00EE26B3" w:rsidRPr="00EE26B3">
        <w:tab/>
        <w:t xml:space="preserve">w art. 83 w ust. 1 w pkt 5 </w:t>
      </w:r>
      <w:bookmarkStart w:id="1" w:name="_Hlk185503743"/>
      <w:r w:rsidR="00EE26B3" w:rsidRPr="00EE26B3">
        <w:t>kropkę zastępuje się średnikiem i dodaje się pkt 6 w brzmieniu:</w:t>
      </w:r>
    </w:p>
    <w:p w14:paraId="7CF340FB" w14:textId="77777777" w:rsidR="00EE26B3" w:rsidRPr="00EE26B3" w:rsidRDefault="00FB4DF8" w:rsidP="007419E0">
      <w:pPr>
        <w:pStyle w:val="ZPKTzmpktartykuempunktem"/>
      </w:pPr>
      <w:r>
        <w:t>„</w:t>
      </w:r>
      <w:r w:rsidR="00EE26B3" w:rsidRPr="00EE26B3">
        <w:t>6)</w:t>
      </w:r>
      <w:r w:rsidR="00A81417">
        <w:tab/>
      </w:r>
      <w:r w:rsidR="00EE26B3" w:rsidRPr="00EE26B3">
        <w:t>skierowania na rehabilitację leczniczą w ramach prewencji rentowej.</w:t>
      </w:r>
      <w:r>
        <w:t>”</w:t>
      </w:r>
      <w:r w:rsidR="00EE26B3" w:rsidRPr="00EE26B3">
        <w:t>.</w:t>
      </w:r>
    </w:p>
    <w:bookmarkEnd w:id="1"/>
    <w:p w14:paraId="1B10E375" w14:textId="77777777" w:rsidR="00365013" w:rsidRPr="006D0689" w:rsidRDefault="006729AC" w:rsidP="00365013">
      <w:pPr>
        <w:pStyle w:val="PKTpunkt"/>
      </w:pPr>
      <w:r>
        <w:t>8</w:t>
      </w:r>
      <w:r w:rsidR="00365013" w:rsidRPr="006D0689">
        <w:t>)</w:t>
      </w:r>
      <w:r w:rsidR="00365013" w:rsidRPr="006D0689">
        <w:tab/>
        <w:t xml:space="preserve">po rozdziale </w:t>
      </w:r>
      <w:r w:rsidR="00365013">
        <w:t>9</w:t>
      </w:r>
      <w:r w:rsidR="00365013" w:rsidRPr="006D0689">
        <w:t xml:space="preserve"> dodaje się rozdział </w:t>
      </w:r>
      <w:r w:rsidR="00365013">
        <w:t>9</w:t>
      </w:r>
      <w:r w:rsidR="00365013" w:rsidRPr="006D0689">
        <w:t>a w brzmieniu:</w:t>
      </w:r>
    </w:p>
    <w:p w14:paraId="71F2C629" w14:textId="77777777" w:rsidR="00365013" w:rsidRDefault="00FB4DF8" w:rsidP="002C52EA">
      <w:pPr>
        <w:pStyle w:val="ZROZDZODDZOZNzmoznrozdzoddzartykuempunktem"/>
      </w:pPr>
      <w:r>
        <w:t>„</w:t>
      </w:r>
      <w:r w:rsidR="00365013" w:rsidRPr="002C52EA">
        <w:t>Rozdział</w:t>
      </w:r>
      <w:r w:rsidR="00365013">
        <w:t xml:space="preserve"> 9</w:t>
      </w:r>
      <w:r w:rsidR="00365013" w:rsidRPr="006D0689">
        <w:t xml:space="preserve">a </w:t>
      </w:r>
    </w:p>
    <w:p w14:paraId="09A8F7C0" w14:textId="77777777" w:rsidR="00365013" w:rsidRPr="006D0689" w:rsidRDefault="00365013" w:rsidP="002C52EA">
      <w:pPr>
        <w:pStyle w:val="ZROZDZODDZPRZEDMzmprzedmrozdzoddzartykuempunktem"/>
      </w:pPr>
      <w:r w:rsidRPr="00697A61">
        <w:t xml:space="preserve">Orzekanie dla celów świadczeń, </w:t>
      </w:r>
      <w:r w:rsidRPr="002C52EA">
        <w:t>zasady</w:t>
      </w:r>
      <w:r w:rsidRPr="00697A61">
        <w:t xml:space="preserve"> i tryb wydawania orzeczeń</w:t>
      </w:r>
    </w:p>
    <w:p w14:paraId="3235471C" w14:textId="77777777" w:rsidR="00365013" w:rsidRPr="005A4C6D" w:rsidRDefault="00365013" w:rsidP="001F18D6">
      <w:pPr>
        <w:pStyle w:val="ZARTzmartartykuempunktem"/>
      </w:pPr>
      <w:r w:rsidRPr="005A4C6D">
        <w:t xml:space="preserve">Art. </w:t>
      </w:r>
      <w:r>
        <w:t>85a</w:t>
      </w:r>
      <w:r w:rsidRPr="005A4C6D">
        <w:t xml:space="preserve">. 1. </w:t>
      </w:r>
      <w:r w:rsidR="006F215D">
        <w:t>Zadania, o których mowa w art. 68 ust. 1 pkt 5, realizowane są w terenowych jednostkach organizacyjnych Zakładu</w:t>
      </w:r>
      <w:r w:rsidR="00FD651A">
        <w:t xml:space="preserve"> </w:t>
      </w:r>
      <w:r w:rsidRPr="005A4C6D">
        <w:t xml:space="preserve">przez lekarzy orzeczników oraz w przypadkach określonych w ustawie przez </w:t>
      </w:r>
      <w:r w:rsidR="000E14F6">
        <w:t>osoby</w:t>
      </w:r>
      <w:r w:rsidR="000E14F6" w:rsidRPr="005A4C6D">
        <w:t xml:space="preserve"> </w:t>
      </w:r>
      <w:r w:rsidRPr="005A4C6D">
        <w:t>wykonując</w:t>
      </w:r>
      <w:r w:rsidR="000E14F6">
        <w:t>e</w:t>
      </w:r>
      <w:r w:rsidRPr="005A4C6D">
        <w:t xml:space="preserve"> samodzielne zawody medyczne. </w:t>
      </w:r>
    </w:p>
    <w:p w14:paraId="40F5C627" w14:textId="77777777" w:rsidR="00365013" w:rsidRDefault="00A3462F" w:rsidP="00365013">
      <w:pPr>
        <w:pStyle w:val="ZUSTzmustartykuempunktem"/>
      </w:pPr>
      <w:r>
        <w:t>2</w:t>
      </w:r>
      <w:r w:rsidR="00365013" w:rsidRPr="005A4C6D">
        <w:t xml:space="preserve">. </w:t>
      </w:r>
      <w:r w:rsidR="00C35DDA">
        <w:t>Osoby</w:t>
      </w:r>
      <w:r w:rsidR="00C35DDA" w:rsidRPr="005A4C6D">
        <w:t xml:space="preserve"> </w:t>
      </w:r>
      <w:r w:rsidR="00365013" w:rsidRPr="005A4C6D">
        <w:t>wykonując</w:t>
      </w:r>
      <w:r w:rsidR="00C35DDA">
        <w:t>e</w:t>
      </w:r>
      <w:r w:rsidR="00365013" w:rsidRPr="005A4C6D">
        <w:t xml:space="preserve"> samodzielne zawody medyczne mogą </w:t>
      </w:r>
      <w:bookmarkStart w:id="2" w:name="_Hlk185513028"/>
      <w:r w:rsidR="00365013" w:rsidRPr="005A4C6D">
        <w:t>wydawać orzeczenia w sprawach rehabilitacji leczniczej w ramach prewencji rentowej, o której mowa w art. 69 ust. 1 pkt 1</w:t>
      </w:r>
      <w:bookmarkEnd w:id="2"/>
      <w:r w:rsidR="00365013">
        <w:t>,</w:t>
      </w:r>
      <w:r w:rsidR="00365013" w:rsidRPr="005A4C6D">
        <w:t xml:space="preserve"> oraz niezdolności do samodzielnej egzystencji, o której mowa w art. 13 ust. 5 </w:t>
      </w:r>
      <w:r w:rsidR="00365013" w:rsidRPr="004D2BB7">
        <w:t>ustawy z dnia 17 grudnia 1998 r. o emeryturach i rentach z Funduszu Ubezpieczeń Społecznych</w:t>
      </w:r>
      <w:r w:rsidR="00365013" w:rsidRPr="005A4C6D">
        <w:t xml:space="preserve">. </w:t>
      </w:r>
    </w:p>
    <w:p w14:paraId="2FBF9CDC" w14:textId="77777777" w:rsidR="00365013" w:rsidRPr="006D0689" w:rsidRDefault="00365013" w:rsidP="00365013">
      <w:pPr>
        <w:pStyle w:val="ZARTzmartartykuempunktem"/>
      </w:pPr>
      <w:r w:rsidRPr="004D2BB7">
        <w:t xml:space="preserve">Art. </w:t>
      </w:r>
      <w:r>
        <w:t>85b</w:t>
      </w:r>
      <w:r w:rsidRPr="004D2BB7">
        <w:t xml:space="preserve">. 1. </w:t>
      </w:r>
      <w:r w:rsidRPr="006D0689">
        <w:t xml:space="preserve">Lekarze orzecznicy oraz </w:t>
      </w:r>
      <w:r w:rsidR="00813A30">
        <w:t>osoby</w:t>
      </w:r>
      <w:r w:rsidR="00813A30" w:rsidRPr="006D0689">
        <w:t xml:space="preserve"> </w:t>
      </w:r>
      <w:r w:rsidRPr="006D0689">
        <w:t>wykonując</w:t>
      </w:r>
      <w:r w:rsidR="00813A30">
        <w:t>e</w:t>
      </w:r>
      <w:r w:rsidRPr="006D0689">
        <w:t xml:space="preserve"> samodzielne zawody medyczne realizują zadania określone w przepisach ustawy</w:t>
      </w:r>
      <w:r>
        <w:t xml:space="preserve"> </w:t>
      </w:r>
      <w:r w:rsidRPr="006D0689">
        <w:t>na podstawie umowy o prac</w:t>
      </w:r>
      <w:r>
        <w:t xml:space="preserve">ę albo </w:t>
      </w:r>
      <w:r w:rsidRPr="006D0689">
        <w:t xml:space="preserve">na podstawie umowy </w:t>
      </w:r>
      <w:r>
        <w:t>o świadczenie usług</w:t>
      </w:r>
      <w:r w:rsidRPr="006D0689">
        <w:t>.</w:t>
      </w:r>
    </w:p>
    <w:p w14:paraId="64F183D4" w14:textId="77777777" w:rsidR="00365013" w:rsidRPr="006D0689" w:rsidRDefault="00365013" w:rsidP="00365013">
      <w:pPr>
        <w:pStyle w:val="ZUSTzmustartykuempunktem"/>
      </w:pPr>
      <w:r w:rsidRPr="006D0689">
        <w:t xml:space="preserve">2. Naczelny </w:t>
      </w:r>
      <w:r>
        <w:t>L</w:t>
      </w:r>
      <w:r w:rsidRPr="006D0689">
        <w:t>ekarz Zakładu,</w:t>
      </w:r>
      <w:r w:rsidR="00F5606B">
        <w:t xml:space="preserve"> zastępca Naczelnego Lekarza Zakładu,</w:t>
      </w:r>
      <w:r w:rsidRPr="006D0689">
        <w:t xml:space="preserve"> lekarz</w:t>
      </w:r>
      <w:r w:rsidR="00A81417">
        <w:t>e</w:t>
      </w:r>
      <w:r w:rsidRPr="006D0689">
        <w:t xml:space="preserve"> inspektor</w:t>
      </w:r>
      <w:r w:rsidR="00A81417">
        <w:t>zy</w:t>
      </w:r>
      <w:r w:rsidRPr="006D0689">
        <w:t xml:space="preserve"> nadzoru orzecznictwa lekarskiego</w:t>
      </w:r>
      <w:r w:rsidR="00E90119">
        <w:t>,</w:t>
      </w:r>
      <w:r w:rsidRPr="006D0689">
        <w:t xml:space="preserve"> główn</w:t>
      </w:r>
      <w:r w:rsidR="00A81417">
        <w:t>i</w:t>
      </w:r>
      <w:r w:rsidRPr="006D0689">
        <w:t xml:space="preserve"> lekarz</w:t>
      </w:r>
      <w:r w:rsidR="00A81417">
        <w:t>e</w:t>
      </w:r>
      <w:r w:rsidRPr="006D0689">
        <w:t xml:space="preserve"> orzeczni</w:t>
      </w:r>
      <w:r w:rsidR="00A81417">
        <w:t>cy</w:t>
      </w:r>
      <w:r w:rsidRPr="006D0689">
        <w:t xml:space="preserve"> </w:t>
      </w:r>
      <w:r w:rsidR="00E90119" w:rsidRPr="00E90119">
        <w:t>o</w:t>
      </w:r>
      <w:r w:rsidR="00E90119">
        <w:t>raz</w:t>
      </w:r>
      <w:r w:rsidR="00E90119" w:rsidRPr="00E90119">
        <w:t xml:space="preserve"> </w:t>
      </w:r>
      <w:r w:rsidR="00A81417" w:rsidRPr="00E90119">
        <w:t>zastępc</w:t>
      </w:r>
      <w:r w:rsidR="00A81417">
        <w:t>y</w:t>
      </w:r>
      <w:r w:rsidR="00A81417" w:rsidRPr="00E90119">
        <w:t xml:space="preserve"> </w:t>
      </w:r>
      <w:r w:rsidR="00E90119" w:rsidRPr="00E90119">
        <w:t>główn</w:t>
      </w:r>
      <w:r w:rsidR="00A81417">
        <w:t>ych</w:t>
      </w:r>
      <w:r w:rsidR="00E90119" w:rsidRPr="00E90119">
        <w:t xml:space="preserve"> lekarz</w:t>
      </w:r>
      <w:r w:rsidR="00A81417">
        <w:t>y</w:t>
      </w:r>
      <w:r w:rsidR="00E90119" w:rsidRPr="00E90119">
        <w:t xml:space="preserve"> orzecznik</w:t>
      </w:r>
      <w:r w:rsidR="00A81417">
        <w:t>ów</w:t>
      </w:r>
      <w:r w:rsidR="00E90119" w:rsidRPr="00E90119">
        <w:t xml:space="preserve"> </w:t>
      </w:r>
      <w:r w:rsidRPr="006D0689">
        <w:t xml:space="preserve">realizują zadania określone w przepisach ustawy </w:t>
      </w:r>
      <w:r>
        <w:t xml:space="preserve">wyłącznie </w:t>
      </w:r>
      <w:r w:rsidRPr="006D0689">
        <w:t xml:space="preserve">na podstawie umowy o pracę. </w:t>
      </w:r>
    </w:p>
    <w:p w14:paraId="205B490A" w14:textId="77777777" w:rsidR="00365013" w:rsidRPr="006D0689" w:rsidRDefault="00365013" w:rsidP="00365013">
      <w:pPr>
        <w:pStyle w:val="ZUSTzmustartykuempunktem"/>
      </w:pPr>
      <w:r w:rsidRPr="006D0689">
        <w:t xml:space="preserve">3. Wynagrodzenie zasadnicze </w:t>
      </w:r>
      <w:r>
        <w:t xml:space="preserve">osób, o których mowa w ust. 1 i 2, z którymi zawarta jest umowa o pracę, </w:t>
      </w:r>
      <w:r w:rsidRPr="006D0689">
        <w:t xml:space="preserve">ustala się z zastosowaniem mnożników kwoty przeciętnego miesięcznego wynagrodzenia brutto w gospodarce narodowej w roku poprzedzającym ustalenie, ogłoszonego przez Prezesa Głównego Urzędu Statystycznego w Dzienniku Urzędowym Rzeczypospolitej Polskiej </w:t>
      </w:r>
      <w:r w:rsidR="00FB4DF8">
        <w:t>„</w:t>
      </w:r>
      <w:r w:rsidRPr="006D0689">
        <w:t>Monitor Polski</w:t>
      </w:r>
      <w:r w:rsidR="00FB4DF8">
        <w:t>”</w:t>
      </w:r>
      <w:r w:rsidRPr="006D0689">
        <w:t>.</w:t>
      </w:r>
    </w:p>
    <w:p w14:paraId="690DC31F" w14:textId="77777777" w:rsidR="00365013" w:rsidRDefault="00365013" w:rsidP="00365013">
      <w:pPr>
        <w:pStyle w:val="ZUSTzmustartykuempunktem"/>
      </w:pPr>
      <w:r w:rsidRPr="006D0689">
        <w:t>4. Wynagrodzenie zasadnicze, o którym mowa w ust. 3, ustala się proporcjonalnie do wymiaru czasu pracy.</w:t>
      </w:r>
    </w:p>
    <w:p w14:paraId="500368D5" w14:textId="77777777" w:rsidR="00365013" w:rsidRDefault="00365013" w:rsidP="00365013">
      <w:pPr>
        <w:pStyle w:val="ZUSTzmustartykuempunktem"/>
      </w:pPr>
      <w:r>
        <w:t xml:space="preserve">5. </w:t>
      </w:r>
      <w:r w:rsidRPr="006D0689">
        <w:t>Minister właściwy do spraw zabezpieczenia społecznego określi</w:t>
      </w:r>
      <w:r w:rsidR="00E62E4D">
        <w:t>,</w:t>
      </w:r>
      <w:r w:rsidRPr="006D0689">
        <w:t xml:space="preserve"> w drodze  rozporządzenia</w:t>
      </w:r>
      <w:r>
        <w:t>:</w:t>
      </w:r>
    </w:p>
    <w:p w14:paraId="2DD994CA" w14:textId="77777777" w:rsidR="00365013" w:rsidRPr="004D2BB7" w:rsidRDefault="00365013" w:rsidP="00365013">
      <w:pPr>
        <w:pStyle w:val="ZPKTzmpktartykuempunktem"/>
      </w:pPr>
      <w:r>
        <w:t>1)</w:t>
      </w:r>
      <w:r>
        <w:tab/>
      </w:r>
      <w:r w:rsidRPr="004D2BB7">
        <w:t xml:space="preserve">kwalifikacje zawodowe wymagane od lekarzy orzeczników, </w:t>
      </w:r>
      <w:r w:rsidR="008B6D35">
        <w:t>osób</w:t>
      </w:r>
      <w:r w:rsidRPr="006D0689">
        <w:t xml:space="preserve"> wykonujących samodzielne zawody medyczne,</w:t>
      </w:r>
      <w:r w:rsidRPr="004D2BB7">
        <w:t xml:space="preserve"> głównych lekarzy orzeczników,</w:t>
      </w:r>
      <w:r w:rsidR="00E90119">
        <w:t xml:space="preserve"> </w:t>
      </w:r>
      <w:r w:rsidR="00E90119" w:rsidRPr="00E90119">
        <w:t>zastępc</w:t>
      </w:r>
      <w:r w:rsidR="00E90119">
        <w:t>ów</w:t>
      </w:r>
      <w:r w:rsidR="00E90119" w:rsidRPr="00E90119">
        <w:t xml:space="preserve"> </w:t>
      </w:r>
      <w:r w:rsidR="00E90119" w:rsidRPr="00E90119">
        <w:lastRenderedPageBreak/>
        <w:t>głównego lekarza orzecznika</w:t>
      </w:r>
      <w:r w:rsidR="00E90119">
        <w:t>,</w:t>
      </w:r>
      <w:r w:rsidRPr="004D2BB7">
        <w:t xml:space="preserve"> lekarzy inspektorów nadzoru orzecznictwa lekarskiego, </w:t>
      </w:r>
      <w:r>
        <w:t>N</w:t>
      </w:r>
      <w:r w:rsidRPr="004D2BB7">
        <w:t xml:space="preserve">aczelnego </w:t>
      </w:r>
      <w:r>
        <w:t>L</w:t>
      </w:r>
      <w:r w:rsidRPr="004D2BB7">
        <w:t>ekarza Zakładu</w:t>
      </w:r>
      <w:r w:rsidR="00F5606B">
        <w:t>, zastępcy Naczelnego Lekarza Zakładu</w:t>
      </w:r>
      <w:r w:rsidRPr="00BF578B">
        <w:t>,</w:t>
      </w:r>
    </w:p>
    <w:p w14:paraId="0F2DC1F5" w14:textId="77777777" w:rsidR="00365013" w:rsidRDefault="00365013" w:rsidP="00365013">
      <w:pPr>
        <w:pStyle w:val="ZPKTzmpktartykuempunktem"/>
      </w:pPr>
      <w:r>
        <w:t>2)</w:t>
      </w:r>
      <w:r>
        <w:tab/>
      </w:r>
      <w:r w:rsidRPr="006D0689">
        <w:t>mnożniki do ustalenia wynagrodzenia zasadniczego, o którym mowa w</w:t>
      </w:r>
      <w:r w:rsidR="005B7BF3">
        <w:t xml:space="preserve"> </w:t>
      </w:r>
      <w:r w:rsidRPr="006D0689">
        <w:t>ust.</w:t>
      </w:r>
      <w:r w:rsidR="005B7BF3">
        <w:t xml:space="preserve"> </w:t>
      </w:r>
      <w:r w:rsidRPr="006D0689">
        <w:t xml:space="preserve">3 </w:t>
      </w:r>
    </w:p>
    <w:p w14:paraId="69768CCC" w14:textId="77777777" w:rsidR="00365013" w:rsidRPr="006D0689" w:rsidRDefault="00365013" w:rsidP="00365013">
      <w:pPr>
        <w:pStyle w:val="ZCZWSPPKTzmczciwsppktartykuempunktem"/>
      </w:pPr>
      <w:r>
        <w:t>–</w:t>
      </w:r>
      <w:r>
        <w:tab/>
      </w:r>
      <w:bookmarkStart w:id="3" w:name="_Hlk175661867"/>
      <w:r w:rsidRPr="003126BB">
        <w:t xml:space="preserve">mając na względzie </w:t>
      </w:r>
      <w:r w:rsidRPr="00F84F90">
        <w:t>charakter pracy osób, o których mowa w pkt 1, potrzeb</w:t>
      </w:r>
      <w:r>
        <w:t>ę</w:t>
      </w:r>
      <w:r w:rsidRPr="00F84F90">
        <w:t xml:space="preserve"> zapewnienia odpowiedniego poziomu realizacji zadań przez Zakład oraz </w:t>
      </w:r>
      <w:r>
        <w:t xml:space="preserve">konieczność </w:t>
      </w:r>
      <w:r w:rsidRPr="00F84F90">
        <w:t>zapewnienia warunków obsady kadrowej orzecznictwa lekarskiego w Zakładzie.</w:t>
      </w:r>
    </w:p>
    <w:bookmarkEnd w:id="3"/>
    <w:p w14:paraId="0404622D" w14:textId="77777777" w:rsidR="00F02A6E" w:rsidRPr="00F02A6E" w:rsidRDefault="00F02A6E" w:rsidP="00F02A6E">
      <w:pPr>
        <w:pStyle w:val="ZARTzmartartykuempunktem"/>
      </w:pPr>
      <w:r>
        <w:t xml:space="preserve">Art. 85c. </w:t>
      </w:r>
      <w:r w:rsidRPr="00F02A6E">
        <w:t>1.</w:t>
      </w:r>
      <w:r w:rsidRPr="00F02A6E">
        <w:tab/>
        <w:t xml:space="preserve">Zakład w wyznaczonym terminie kieruje osobę, w stosunku do której ma być wydane orzeczenie, na badania przeprowadzane przez lekarza orzecznika, osobę wykonującą samodzielny zawód medyczny, lekarza konsultanta, psychologa, na badania dodatkowe lub na obserwację szpitalną. </w:t>
      </w:r>
    </w:p>
    <w:p w14:paraId="373719B0" w14:textId="77777777" w:rsidR="00F02A6E" w:rsidRPr="00F02A6E" w:rsidRDefault="00F02A6E" w:rsidP="00F02A6E">
      <w:pPr>
        <w:pStyle w:val="ZARTzmartartykuempunktem"/>
      </w:pPr>
      <w:r w:rsidRPr="00F02A6E">
        <w:t>2.</w:t>
      </w:r>
      <w:r w:rsidRPr="00F02A6E">
        <w:tab/>
        <w:t>Zawiadomienia o terminie badania dokonuje się za potwierdzeniem odbioru, informując o skutkach niestawiennictwa lub uniemożliwienia przeprowadzenia badania.</w:t>
      </w:r>
    </w:p>
    <w:p w14:paraId="57E13766" w14:textId="77777777" w:rsidR="00F02A6E" w:rsidRPr="00F02A6E" w:rsidRDefault="00F02A6E" w:rsidP="00F02A6E">
      <w:pPr>
        <w:pStyle w:val="ZARTzmartartykuempunktem"/>
      </w:pPr>
      <w:r w:rsidRPr="00F02A6E">
        <w:t>3.</w:t>
      </w:r>
      <w:r w:rsidRPr="00F02A6E">
        <w:tab/>
        <w:t xml:space="preserve">Zawiadomienie, o którym mowa w ust. 2, Zakład doręcza: </w:t>
      </w:r>
    </w:p>
    <w:p w14:paraId="76172250" w14:textId="77777777" w:rsidR="00F02A6E" w:rsidRPr="00F02A6E" w:rsidRDefault="00F02A6E" w:rsidP="00BB52C8">
      <w:pPr>
        <w:pStyle w:val="ZPKTzmpktartykuempunktem"/>
      </w:pPr>
      <w:r w:rsidRPr="00F02A6E">
        <w:t>1)</w:t>
      </w:r>
      <w:r w:rsidRPr="00F02A6E">
        <w:tab/>
        <w:t>w przypadku osoby zainteresowanej posiadającej jednocześnie profil informacyjny w systemie teleinformatycznym Zakładu oraz adres do doręczeń elektronicznych wpisany do bazy adresów elektronicznych, o której mowa w art. 25 ustawy z dnia 18 listopada 2020 r. o doręczeniach elektronicznych - w sposób wskazany w art. 71ab ust. 1 i 1a, albo</w:t>
      </w:r>
    </w:p>
    <w:p w14:paraId="708C443B" w14:textId="16DBF25C" w:rsidR="00F02A6E" w:rsidRPr="00F02A6E" w:rsidRDefault="00F02A6E" w:rsidP="00BB52C8">
      <w:pPr>
        <w:pStyle w:val="ZPKTzmpktartykuempunktem"/>
      </w:pPr>
      <w:r w:rsidRPr="00F02A6E">
        <w:t>2)</w:t>
      </w:r>
      <w:r w:rsidRPr="00F02A6E">
        <w:tab/>
        <w:t xml:space="preserve">przez operatora pocztowego - w rozumieniu ustawy z dnia 23 listopada 2012 r. </w:t>
      </w:r>
      <w:r w:rsidR="00824E10">
        <w:t>–</w:t>
      </w:r>
      <w:r w:rsidRPr="00F02A6E">
        <w:t xml:space="preserve"> Prawo pocztowe (Dz.U. z 2023 r. poz. 1640</w:t>
      </w:r>
      <w:r w:rsidR="00550C6F">
        <w:t xml:space="preserve"> oraz</w:t>
      </w:r>
      <w:r w:rsidRPr="00F02A6E">
        <w:t xml:space="preserve"> z 2024 r. poz. 467, 1222</w:t>
      </w:r>
      <w:r w:rsidR="00824E10">
        <w:t xml:space="preserve"> i</w:t>
      </w:r>
      <w:r w:rsidRPr="00F02A6E">
        <w:t xml:space="preserve"> 1717), albo</w:t>
      </w:r>
    </w:p>
    <w:p w14:paraId="50227E4C" w14:textId="77777777" w:rsidR="00F02A6E" w:rsidRPr="00F02A6E" w:rsidRDefault="00F02A6E" w:rsidP="00BB52C8">
      <w:pPr>
        <w:pStyle w:val="ZPKTzmpktartykuempunktem"/>
      </w:pPr>
      <w:r w:rsidRPr="00F02A6E">
        <w:t>3)</w:t>
      </w:r>
      <w:r w:rsidRPr="00F02A6E">
        <w:tab/>
        <w:t>przez swoich pracowników lub przez inne upoważnione osoby</w:t>
      </w:r>
      <w:r>
        <w:t>;</w:t>
      </w:r>
    </w:p>
    <w:p w14:paraId="565414FB" w14:textId="77777777" w:rsidR="00F02A6E" w:rsidRPr="00F02A6E" w:rsidRDefault="00F02A6E" w:rsidP="00F02A6E">
      <w:pPr>
        <w:pStyle w:val="ZARTzmartartykuempunktem"/>
      </w:pPr>
      <w:r w:rsidRPr="00F02A6E">
        <w:t>4.</w:t>
      </w:r>
      <w:r w:rsidRPr="00F02A6E">
        <w:tab/>
        <w:t>Zawiadomienie, o którym mowa w:</w:t>
      </w:r>
    </w:p>
    <w:p w14:paraId="72B5C62F" w14:textId="77777777" w:rsidR="00F02A6E" w:rsidRPr="00F02A6E" w:rsidRDefault="00F02A6E" w:rsidP="00BB52C8">
      <w:pPr>
        <w:pStyle w:val="ZPKTzmpktartykuempunktem"/>
      </w:pPr>
      <w:r w:rsidRPr="00F02A6E">
        <w:t>1)</w:t>
      </w:r>
      <w:r w:rsidRPr="00F02A6E">
        <w:tab/>
        <w:t>ust. 3 pkt 1, przekazuje się na piśmie w postaci elektronicznej;</w:t>
      </w:r>
    </w:p>
    <w:p w14:paraId="4280F395" w14:textId="77777777" w:rsidR="00F02A6E" w:rsidRPr="00F02A6E" w:rsidRDefault="00F02A6E" w:rsidP="00BB52C8">
      <w:pPr>
        <w:pStyle w:val="ZPKTzmpktartykuempunktem"/>
      </w:pPr>
      <w:r w:rsidRPr="00F02A6E">
        <w:t>2)</w:t>
      </w:r>
      <w:r w:rsidRPr="00F02A6E">
        <w:tab/>
        <w:t>ust. 3 pkt 2, przekazuje się na piśmie w postaci papierowej;</w:t>
      </w:r>
    </w:p>
    <w:p w14:paraId="680D745E" w14:textId="5DB84635" w:rsidR="00F02A6E" w:rsidRPr="00F02A6E" w:rsidRDefault="00F02A6E" w:rsidP="00BB52C8">
      <w:pPr>
        <w:pStyle w:val="ZPKTzmpktartykuempunktem"/>
      </w:pPr>
      <w:r w:rsidRPr="00F02A6E">
        <w:t>3)</w:t>
      </w:r>
      <w:r w:rsidRPr="00F02A6E">
        <w:tab/>
        <w:t>ust. 3 pkt 3</w:t>
      </w:r>
      <w:r w:rsidR="00550C6F">
        <w:t>,</w:t>
      </w:r>
      <w:r w:rsidRPr="00F02A6E">
        <w:t xml:space="preserve"> przekazuje się na piśmie w postaci papierowej, telefonicznie lub za pomocą środków komunikacji elektronicznej, o których mowa w art. 2 pkt 5 ustawy z dnia 18 lipca 2002 r. o świadczeniu usług drogą elektroniczną (Dz.</w:t>
      </w:r>
      <w:r w:rsidR="00877C04">
        <w:t xml:space="preserve"> </w:t>
      </w:r>
      <w:r w:rsidRPr="00F02A6E">
        <w:t>U. z 2024 r. poz. 1513), w tym na adres do doręczeń elektronicznych albo na profil informacyjny w systemie teleinformatycznym Zakładu.</w:t>
      </w:r>
    </w:p>
    <w:p w14:paraId="673620CC" w14:textId="77777777" w:rsidR="00F02A6E" w:rsidRPr="00F02A6E" w:rsidRDefault="00F02A6E" w:rsidP="00F02A6E">
      <w:pPr>
        <w:pStyle w:val="ZARTzmartartykuempunktem"/>
      </w:pPr>
      <w:r w:rsidRPr="00F02A6E">
        <w:t>5.</w:t>
      </w:r>
      <w:r w:rsidRPr="00F02A6E">
        <w:tab/>
        <w:t>Zawiadomienie przekazane:</w:t>
      </w:r>
    </w:p>
    <w:p w14:paraId="22952C78" w14:textId="63FD554D" w:rsidR="00F02A6E" w:rsidRPr="00F02A6E" w:rsidRDefault="00F02A6E" w:rsidP="00BB52C8">
      <w:pPr>
        <w:pStyle w:val="ZPKTzmpktartykuempunktem"/>
      </w:pPr>
      <w:r w:rsidRPr="00F02A6E">
        <w:t>1)</w:t>
      </w:r>
      <w:r w:rsidRPr="00F02A6E">
        <w:tab/>
        <w:t>telefonicznie – ma skutek doręczenia, jeżeli rozmowa była rejestrowana, a osoba zainteresowana wyraziła zgodę na nagranie</w:t>
      </w:r>
      <w:r w:rsidR="00877C04">
        <w:t>;</w:t>
      </w:r>
    </w:p>
    <w:p w14:paraId="4FD7C2D2" w14:textId="77777777" w:rsidR="00F02A6E" w:rsidRPr="00F02A6E" w:rsidRDefault="00F02A6E" w:rsidP="00BB52C8">
      <w:pPr>
        <w:pStyle w:val="ZPKTzmpktartykuempunktem"/>
      </w:pPr>
      <w:r w:rsidRPr="00F02A6E">
        <w:lastRenderedPageBreak/>
        <w:t>2)</w:t>
      </w:r>
      <w:r w:rsidRPr="00F02A6E">
        <w:tab/>
        <w:t>za pomocą środków komunikacji elektronicznej – ma skutek doręczenia, jeżeli doręczający otrzymał potwierdzenie jego otrzymania przez osobę zainteresowaną</w:t>
      </w:r>
      <w:r>
        <w:t>.</w:t>
      </w:r>
    </w:p>
    <w:p w14:paraId="2359DA37" w14:textId="77777777" w:rsidR="00F02A6E" w:rsidRPr="00F02A6E" w:rsidRDefault="00F02A6E" w:rsidP="00F02A6E">
      <w:pPr>
        <w:pStyle w:val="ZARTzmartartykuempunktem"/>
      </w:pPr>
      <w:r w:rsidRPr="00F02A6E">
        <w:t>6.</w:t>
      </w:r>
      <w:r w:rsidRPr="00F02A6E">
        <w:tab/>
        <w:t>Jeżeli stan zdrowia stwierdzony w zaświadczeniu lekarskim uniemożliwia osobiste zgłoszenie się na badanie, może ono być przeprowadzone w miejscu pobytu osoby, w stosunku do której ma być wydane orzeczenie, za jej zgodą.</w:t>
      </w:r>
    </w:p>
    <w:p w14:paraId="49154759" w14:textId="77777777" w:rsidR="00F02A6E" w:rsidRPr="00F02A6E" w:rsidRDefault="00F02A6E" w:rsidP="00F02A6E">
      <w:pPr>
        <w:pStyle w:val="ZARTzmartartykuempunktem"/>
      </w:pPr>
      <w:r w:rsidRPr="00F02A6E">
        <w:t>7.</w:t>
      </w:r>
      <w:r w:rsidRPr="00F02A6E">
        <w:tab/>
        <w:t>W przypadku gdy niestawiennictwo osoby zainteresowanej lub uniemożliwienie przeprowadzenia badania lub obserwacji szpitalnej zostały spowodowane ważnymi przyczynami lub zdarzeniami losowymi, zgłoszonymi przez tę osobę w ciągu 7 dni od dnia wyznaczonego terminu, Zakład:</w:t>
      </w:r>
    </w:p>
    <w:p w14:paraId="505EF33A" w14:textId="77777777" w:rsidR="00F02A6E" w:rsidRPr="00F02A6E" w:rsidRDefault="00F02A6E" w:rsidP="00BB52C8">
      <w:pPr>
        <w:pStyle w:val="ZPKTzmpktartykuempunktem"/>
      </w:pPr>
      <w:r w:rsidRPr="00F02A6E">
        <w:t>1)</w:t>
      </w:r>
      <w:r w:rsidRPr="00F02A6E">
        <w:tab/>
        <w:t>wyznacza nowy termin badania lub obserwacji szpitalnej – w przypadku gdy niestawiennictwo lub uniemożliwienie przeprowadzenia badania lub obserwacji szpitalnej zastało uznane za uzasadnione,</w:t>
      </w:r>
    </w:p>
    <w:p w14:paraId="65A5E65D" w14:textId="64ACA472" w:rsidR="00F02A6E" w:rsidRDefault="00F02A6E" w:rsidP="00BB52C8">
      <w:pPr>
        <w:pStyle w:val="ZPKTzmpktartykuempunktem"/>
      </w:pPr>
      <w:r w:rsidRPr="00F02A6E">
        <w:t>2)</w:t>
      </w:r>
      <w:r w:rsidRPr="00F02A6E">
        <w:tab/>
      </w:r>
      <w:r w:rsidR="00234B64">
        <w:t>umarza</w:t>
      </w:r>
      <w:r w:rsidRPr="00F02A6E">
        <w:t xml:space="preserve"> postępowani</w:t>
      </w:r>
      <w:r w:rsidR="00234B64">
        <w:t>e</w:t>
      </w:r>
      <w:r w:rsidRPr="00F02A6E">
        <w:t xml:space="preserve"> w sprawie albo wstrzymuje wypłatę świadczenia – w przypadku gdy niestawiennictwo lub uniemożliwienie przeprowadzenia badania lub obserwacji szpitalnej zastało uznane za nieuzasadnione.</w:t>
      </w:r>
    </w:p>
    <w:p w14:paraId="28836603" w14:textId="77777777" w:rsidR="00365013" w:rsidRDefault="00365013" w:rsidP="00365013">
      <w:pPr>
        <w:pStyle w:val="ZARTzmartartykuempunktem"/>
      </w:pPr>
      <w:r w:rsidRPr="005A4C6D">
        <w:t xml:space="preserve">Art. </w:t>
      </w:r>
      <w:r>
        <w:t>85</w:t>
      </w:r>
      <w:r w:rsidR="00F02A6E">
        <w:t>d</w:t>
      </w:r>
      <w:r w:rsidRPr="005A4C6D">
        <w:t xml:space="preserve">. 1. </w:t>
      </w:r>
      <w:bookmarkStart w:id="4" w:name="_Hlk176938487"/>
      <w:r w:rsidRPr="005A4C6D">
        <w:t>W ramach realizacji zadań, o których mowa w art. 68 ust. 1 pkt 5</w:t>
      </w:r>
      <w:r w:rsidR="00CB46D6">
        <w:t>,</w:t>
      </w:r>
      <w:r w:rsidRPr="005A4C6D">
        <w:t xml:space="preserve"> lekarze orzecznicy oraz </w:t>
      </w:r>
      <w:r w:rsidR="00D97622">
        <w:t>osoby</w:t>
      </w:r>
      <w:r w:rsidRPr="005A4C6D">
        <w:t xml:space="preserve"> wykonując</w:t>
      </w:r>
      <w:r w:rsidR="00D97622">
        <w:t>e</w:t>
      </w:r>
      <w:r w:rsidRPr="005A4C6D">
        <w:t xml:space="preserve"> samodzielne zawody medyczne wydają orzeczenia. </w:t>
      </w:r>
    </w:p>
    <w:p w14:paraId="53ED4DF7" w14:textId="77777777" w:rsidR="0051301C" w:rsidRPr="0051301C" w:rsidRDefault="0051301C" w:rsidP="0051301C">
      <w:pPr>
        <w:pStyle w:val="ZARTzmartartykuempunktem"/>
      </w:pPr>
      <w:r>
        <w:t xml:space="preserve">2. </w:t>
      </w:r>
      <w:r w:rsidRPr="0051301C">
        <w:t>Lekarz orzecznik przy orzekaniu jest związany:</w:t>
      </w:r>
    </w:p>
    <w:p w14:paraId="51D4E481" w14:textId="77777777" w:rsidR="0051301C" w:rsidRPr="0051301C" w:rsidRDefault="0051301C" w:rsidP="00BB52C8">
      <w:pPr>
        <w:pStyle w:val="ZPKTzmpktartykuempunktem"/>
      </w:pPr>
      <w:r w:rsidRPr="0051301C">
        <w:t>1)</w:t>
      </w:r>
      <w:r w:rsidRPr="0051301C">
        <w:tab/>
        <w:t>decyzją organu Państwowej Inspekcji Sanitarnej o stwierdzeniu choroby zawodowej albo o braku podstaw do stwierdzenia choroby zawodowej</w:t>
      </w:r>
      <w:r>
        <w:t>;</w:t>
      </w:r>
    </w:p>
    <w:p w14:paraId="6F4F18A7" w14:textId="77777777" w:rsidR="0051301C" w:rsidRDefault="0051301C" w:rsidP="0051301C">
      <w:pPr>
        <w:pStyle w:val="ZPKTzmpktartykuempunktem"/>
      </w:pPr>
      <w:r w:rsidRPr="0051301C">
        <w:t>2)</w:t>
      </w:r>
      <w:r w:rsidRPr="0051301C">
        <w:tab/>
        <w:t>ustaleniami starosty o braku możliwości przekwalifikowania zawodowego.</w:t>
      </w:r>
    </w:p>
    <w:p w14:paraId="4871BF2B" w14:textId="77777777" w:rsidR="0051301C" w:rsidRPr="0051301C" w:rsidRDefault="0051301C" w:rsidP="00BB52C8">
      <w:pPr>
        <w:pStyle w:val="ZUSTzmustartykuempunktem"/>
      </w:pPr>
      <w:r>
        <w:t>3</w:t>
      </w:r>
      <w:r w:rsidRPr="0051301C">
        <w:t>.</w:t>
      </w:r>
      <w:r w:rsidRPr="0051301C">
        <w:tab/>
        <w:t>Orzeczenie wydawane jest:</w:t>
      </w:r>
    </w:p>
    <w:p w14:paraId="4EBFC23E" w14:textId="77777777" w:rsidR="0051301C" w:rsidRPr="0051301C" w:rsidRDefault="0051301C" w:rsidP="0051301C">
      <w:pPr>
        <w:pStyle w:val="ZPKTzmpktartykuempunktem"/>
      </w:pPr>
      <w:r w:rsidRPr="0051301C">
        <w:t>1)</w:t>
      </w:r>
      <w:r w:rsidRPr="0051301C">
        <w:tab/>
        <w:t>po przeprowadzeniu bezpośredniego badania osoby, w stosunku do której ma być wydane orzeczenie oraz po analizie dokumentacji dołączonej do wniosku lub uzupełnionej w prowadzonym postępowaniu albo</w:t>
      </w:r>
    </w:p>
    <w:p w14:paraId="2D8B9466" w14:textId="77777777" w:rsidR="0051301C" w:rsidRPr="0051301C" w:rsidRDefault="0051301C" w:rsidP="0051301C">
      <w:pPr>
        <w:pStyle w:val="ZPKTzmpktartykuempunktem"/>
      </w:pPr>
      <w:r w:rsidRPr="0051301C">
        <w:t>2)</w:t>
      </w:r>
      <w:r w:rsidRPr="0051301C">
        <w:tab/>
        <w:t xml:space="preserve">na podstawie dokumentacji dołączonej do wniosku lub uzupełnionej w prowadzonym postępowaniu – jeśli umożliwia ona dokonanie prawidłowej i kompleksowej oceny okoliczności wynikających z celu, dla którego jest wydawane orzeczenie. </w:t>
      </w:r>
    </w:p>
    <w:p w14:paraId="5EC8D8A8" w14:textId="77777777" w:rsidR="0051301C" w:rsidRPr="0051301C" w:rsidRDefault="00F02A6E" w:rsidP="00BB52C8">
      <w:pPr>
        <w:pStyle w:val="ZUSTzmustartykuempunktem"/>
      </w:pPr>
      <w:r>
        <w:t>4</w:t>
      </w:r>
      <w:r w:rsidR="0051301C" w:rsidRPr="0051301C">
        <w:t>.</w:t>
      </w:r>
      <w:r w:rsidR="0051301C" w:rsidRPr="0051301C">
        <w:tab/>
        <w:t>Przed wydaniem orzeczenia, dokumentacja dołączona do wniosku może zostać uzupełniona, w szczególności o dokumentację medyczną z przebiegu leczenia i rehabilitacji, opinie lekarza konsultanta, psychologa albo o wyniki badań dodatkowych lub obserwacji szpitalnej.</w:t>
      </w:r>
    </w:p>
    <w:p w14:paraId="5A2C896F" w14:textId="77777777" w:rsidR="0051301C" w:rsidRPr="0051301C" w:rsidRDefault="00F02A6E" w:rsidP="00BB52C8">
      <w:pPr>
        <w:pStyle w:val="ZUSTzmustartykuempunktem"/>
      </w:pPr>
      <w:r>
        <w:lastRenderedPageBreak/>
        <w:t>5</w:t>
      </w:r>
      <w:r w:rsidR="0051301C" w:rsidRPr="0051301C">
        <w:t>.</w:t>
      </w:r>
      <w:r w:rsidR="0051301C" w:rsidRPr="0051301C">
        <w:tab/>
        <w:t>Lekarz konsultant i psycholog wydają opinie po przeprowadzeniu bezpośredniego badania osoby, w stosunku do której ma być wydane orzeczenie oraz po analizie dokumentacji istotnej dla dokonania ustaleń orzeczniczych w tym postępowaniu.</w:t>
      </w:r>
    </w:p>
    <w:p w14:paraId="79A15072" w14:textId="77777777" w:rsidR="0051301C" w:rsidRPr="0051301C" w:rsidRDefault="00F02A6E" w:rsidP="00BB52C8">
      <w:pPr>
        <w:pStyle w:val="ZUSTzmustartykuempunktem"/>
      </w:pPr>
      <w:r>
        <w:t>6</w:t>
      </w:r>
      <w:r w:rsidR="0051301C" w:rsidRPr="0051301C">
        <w:t>.</w:t>
      </w:r>
      <w:r w:rsidR="0051301C" w:rsidRPr="0051301C">
        <w:tab/>
        <w:t xml:space="preserve">Badanie, o którym mowa w ust. </w:t>
      </w:r>
      <w:r>
        <w:t>3</w:t>
      </w:r>
      <w:r w:rsidR="0051301C" w:rsidRPr="0051301C">
        <w:t xml:space="preserve"> </w:t>
      </w:r>
      <w:r w:rsidR="009018D7">
        <w:t xml:space="preserve">pkt 1 </w:t>
      </w:r>
      <w:r w:rsidR="0051301C" w:rsidRPr="0051301C">
        <w:t xml:space="preserve">i ust. </w:t>
      </w:r>
      <w:r>
        <w:t>5</w:t>
      </w:r>
      <w:r w:rsidR="0051301C" w:rsidRPr="0051301C">
        <w:t xml:space="preserve">, może być przeprowadzone z wykorzystaniem systemów teleinformatycznych lub systemów łączności, jeżeli ten sposób badania umożliwi dokonanie prawidłowej i kompleksowej oceny okoliczności wynikających z celu, dla którego jest wydawane orzeczenie. </w:t>
      </w:r>
    </w:p>
    <w:bookmarkEnd w:id="4"/>
    <w:p w14:paraId="3C981F8C" w14:textId="77777777" w:rsidR="00365013" w:rsidRPr="005A4C6D" w:rsidRDefault="00F02A6E" w:rsidP="00365013">
      <w:pPr>
        <w:pStyle w:val="ZUSTzmustartykuempunktem"/>
      </w:pPr>
      <w:r>
        <w:t>Art. 85e. 1</w:t>
      </w:r>
      <w:r w:rsidR="00365013" w:rsidRPr="004D2BB7">
        <w:t xml:space="preserve">. </w:t>
      </w:r>
      <w:r w:rsidR="00683952" w:rsidRPr="005A4C6D">
        <w:t>Orzeczeni</w:t>
      </w:r>
      <w:r w:rsidR="00683952">
        <w:t xml:space="preserve">a, o których mowa w </w:t>
      </w:r>
      <w:r w:rsidR="009018D7">
        <w:t xml:space="preserve">art. 85d </w:t>
      </w:r>
      <w:r w:rsidR="00683952">
        <w:t>ust. 1</w:t>
      </w:r>
      <w:r w:rsidR="00D95DA7">
        <w:t>,</w:t>
      </w:r>
      <w:r w:rsidR="00683952" w:rsidRPr="005A4C6D">
        <w:t xml:space="preserve"> </w:t>
      </w:r>
      <w:r w:rsidR="00365013" w:rsidRPr="005A4C6D">
        <w:t>zawiera</w:t>
      </w:r>
      <w:r w:rsidR="00683952">
        <w:t>ją</w:t>
      </w:r>
      <w:r w:rsidR="00365013" w:rsidRPr="005A4C6D">
        <w:t>:</w:t>
      </w:r>
    </w:p>
    <w:p w14:paraId="32FF1AB2" w14:textId="77777777" w:rsidR="00365013" w:rsidRPr="005A4C6D" w:rsidRDefault="00365013" w:rsidP="00365013">
      <w:pPr>
        <w:pStyle w:val="ZPKTzmpktartykuempunktem"/>
      </w:pPr>
      <w:r w:rsidRPr="005A4C6D">
        <w:t>1)</w:t>
      </w:r>
      <w:r w:rsidRPr="005A4C6D">
        <w:tab/>
        <w:t xml:space="preserve">datę wydania; </w:t>
      </w:r>
    </w:p>
    <w:p w14:paraId="7FAFFA86" w14:textId="77777777" w:rsidR="00365013" w:rsidRPr="005A4C6D" w:rsidRDefault="00365013" w:rsidP="00365013">
      <w:pPr>
        <w:pStyle w:val="ZPKTzmpktartykuempunktem"/>
      </w:pPr>
      <w:r w:rsidRPr="005A4C6D">
        <w:t>2)</w:t>
      </w:r>
      <w:r w:rsidRPr="005A4C6D">
        <w:tab/>
      </w:r>
      <w:r w:rsidR="00FF72BC" w:rsidRPr="00FF72BC">
        <w:t xml:space="preserve">oznaczenie terenowej jednostki organizacyjnej, w której </w:t>
      </w:r>
      <w:r w:rsidR="00F5606B">
        <w:t>zostało</w:t>
      </w:r>
      <w:r w:rsidR="00FF72BC" w:rsidRPr="00FF72BC">
        <w:t xml:space="preserve"> wydan</w:t>
      </w:r>
      <w:r w:rsidR="00F5606B">
        <w:t>e</w:t>
      </w:r>
      <w:r w:rsidR="00FF72BC" w:rsidRPr="00FF72BC">
        <w:t xml:space="preserve"> orzeczenie</w:t>
      </w:r>
      <w:r w:rsidRPr="005A4C6D">
        <w:t>;</w:t>
      </w:r>
    </w:p>
    <w:p w14:paraId="1D2ADB0C" w14:textId="77777777" w:rsidR="00365013" w:rsidRDefault="00365013" w:rsidP="00365013">
      <w:pPr>
        <w:pStyle w:val="ZPKTzmpktartykuempunktem"/>
      </w:pPr>
      <w:r w:rsidRPr="005A4C6D">
        <w:t>3)</w:t>
      </w:r>
      <w:r w:rsidRPr="005A4C6D">
        <w:tab/>
        <w:t>identyfikator orzeczenia, nadawany przez system teleinformatyczny Zakładu</w:t>
      </w:r>
      <w:r>
        <w:t>;</w:t>
      </w:r>
    </w:p>
    <w:p w14:paraId="10221249" w14:textId="77777777" w:rsidR="00365013" w:rsidRPr="005A4C6D" w:rsidRDefault="00365013" w:rsidP="00365013">
      <w:pPr>
        <w:pStyle w:val="ZPKTzmpktartykuempunktem"/>
      </w:pPr>
      <w:r>
        <w:t>4)</w:t>
      </w:r>
      <w:r>
        <w:tab/>
      </w:r>
      <w:r w:rsidRPr="005A4C6D">
        <w:t>imię i nazwisko, numer PESEL osoby zainteresowanej, a w razie gdy nie nadano numeru PESEL – datę urodzenia, rodzaj, serię i numer dokumentu tożsamości;</w:t>
      </w:r>
    </w:p>
    <w:p w14:paraId="06243378" w14:textId="77777777" w:rsidR="00365013" w:rsidRPr="004D2BB7" w:rsidRDefault="00365013" w:rsidP="00365013">
      <w:pPr>
        <w:pStyle w:val="ZPKTzmpktartykuempunktem"/>
      </w:pPr>
      <w:r>
        <w:t>5</w:t>
      </w:r>
      <w:r w:rsidRPr="004D2BB7">
        <w:t>)</w:t>
      </w:r>
      <w:r w:rsidRPr="004D2BB7">
        <w:tab/>
      </w:r>
      <w:r w:rsidRPr="005A4C6D">
        <w:t>ustalenia orzecznicze odnoszące się do celu wydania orzeczenia, wskazanego we wniosku o jego wydanie;</w:t>
      </w:r>
    </w:p>
    <w:p w14:paraId="35D737DE" w14:textId="77777777" w:rsidR="00365013" w:rsidRPr="005A4C6D" w:rsidRDefault="00365013" w:rsidP="00365013">
      <w:pPr>
        <w:pStyle w:val="ZPKTzmpktartykuempunktem"/>
      </w:pPr>
      <w:r>
        <w:t>6</w:t>
      </w:r>
      <w:r w:rsidRPr="005A4C6D">
        <w:t>)</w:t>
      </w:r>
      <w:r w:rsidRPr="005A4C6D">
        <w:tab/>
        <w:t>uzasadnienie;</w:t>
      </w:r>
    </w:p>
    <w:p w14:paraId="1C871F1C" w14:textId="77777777" w:rsidR="00365013" w:rsidRPr="005A4C6D" w:rsidRDefault="00365013" w:rsidP="00365013">
      <w:pPr>
        <w:pStyle w:val="ZPKTzmpktartykuempunktem"/>
      </w:pPr>
      <w:r>
        <w:t>7</w:t>
      </w:r>
      <w:r w:rsidRPr="005A4C6D">
        <w:t>)</w:t>
      </w:r>
      <w:r w:rsidRPr="005A4C6D">
        <w:tab/>
      </w:r>
      <w:bookmarkStart w:id="5" w:name="_Hlk172803960"/>
      <w:r w:rsidRPr="005A4C6D">
        <w:t>pouczenie o prawie do wniesienia sprzeciwu</w:t>
      </w:r>
      <w:r w:rsidR="002E306C">
        <w:t xml:space="preserve"> albo braku tego prawa</w:t>
      </w:r>
      <w:r w:rsidRPr="005A4C6D">
        <w:t>;</w:t>
      </w:r>
    </w:p>
    <w:p w14:paraId="06C13863" w14:textId="77777777" w:rsidR="00365013" w:rsidRPr="005A4C6D" w:rsidRDefault="00365013" w:rsidP="00365013">
      <w:pPr>
        <w:pStyle w:val="ZPKTzmpktartykuempunktem"/>
      </w:pPr>
      <w:r>
        <w:t>8</w:t>
      </w:r>
      <w:r w:rsidRPr="005A4C6D">
        <w:t>)</w:t>
      </w:r>
      <w:r w:rsidRPr="005A4C6D">
        <w:tab/>
        <w:t>imię i nazwisko</w:t>
      </w:r>
      <w:r w:rsidR="00D23D97">
        <w:t xml:space="preserve"> oraz stanowisko</w:t>
      </w:r>
      <w:r w:rsidRPr="005A4C6D">
        <w:t xml:space="preserve"> wydającego orzeczenie</w:t>
      </w:r>
      <w:r>
        <w:t>.</w:t>
      </w:r>
    </w:p>
    <w:bookmarkEnd w:id="5"/>
    <w:p w14:paraId="3D9CDED2" w14:textId="77777777" w:rsidR="00365013" w:rsidRPr="006D0689" w:rsidRDefault="00F02A6E" w:rsidP="00AA0C14">
      <w:pPr>
        <w:pStyle w:val="ZUSTzmustartykuempunktem"/>
      </w:pPr>
      <w:r>
        <w:t>2</w:t>
      </w:r>
      <w:r w:rsidR="00365013" w:rsidRPr="004D2BB7">
        <w:t xml:space="preserve">. </w:t>
      </w:r>
      <w:r w:rsidR="00683952" w:rsidRPr="006D0689">
        <w:t>Orzeczeni</w:t>
      </w:r>
      <w:r w:rsidR="00683952">
        <w:t>a</w:t>
      </w:r>
      <w:r w:rsidR="00683952" w:rsidRPr="006D0689">
        <w:t xml:space="preserve"> </w:t>
      </w:r>
      <w:r w:rsidR="00365013" w:rsidRPr="006D0689">
        <w:t xml:space="preserve">wydawane </w:t>
      </w:r>
      <w:r w:rsidR="00683952">
        <w:t>są</w:t>
      </w:r>
      <w:r w:rsidR="00683952" w:rsidRPr="006D0689">
        <w:t xml:space="preserve"> </w:t>
      </w:r>
      <w:r w:rsidR="00365013" w:rsidRPr="006D0689">
        <w:t>przy wykorzystaniu systemu teleinformatycznego Zakładu</w:t>
      </w:r>
      <w:r w:rsidR="00683952">
        <w:t>,</w:t>
      </w:r>
      <w:r w:rsidR="00365013" w:rsidRPr="006D0689">
        <w:t xml:space="preserve"> w postaci dokumentu elektronicznego </w:t>
      </w:r>
      <w:r w:rsidR="00B10CE3">
        <w:t xml:space="preserve">opatrzonego </w:t>
      </w:r>
      <w:r w:rsidR="00365013" w:rsidRPr="006D0689">
        <w:t>kwalifikowanym podpisem elektronicznym, kwalifikowaną pieczęcią elektroniczną, podpisem zaufanym, podpisem osobistym albo z wykorzystaniem sposobu potwierdzania pochodzenia oraz integralności danych dostępnego w systemie teleinformatycznym udostępnionym bezpłatnie przez Zakład</w:t>
      </w:r>
      <w:r w:rsidR="00365013">
        <w:t>.</w:t>
      </w:r>
      <w:r w:rsidR="00365013" w:rsidRPr="006D0689">
        <w:t xml:space="preserve"> </w:t>
      </w:r>
    </w:p>
    <w:p w14:paraId="461CE240" w14:textId="77777777" w:rsidR="00AD66D2" w:rsidRPr="00AD66D2" w:rsidRDefault="00F02A6E" w:rsidP="00AD66D2">
      <w:pPr>
        <w:pStyle w:val="ZUSTzmustartykuempunktem"/>
      </w:pPr>
      <w:r>
        <w:t>3</w:t>
      </w:r>
      <w:r w:rsidR="00AD66D2" w:rsidRPr="00AD66D2">
        <w:t xml:space="preserve">. W sprawach zadań zleconych Zakładowi na podstawie innych ustaw orzeczenie wydaje się w terminie 30 dni od dnia </w:t>
      </w:r>
      <w:r w:rsidR="00942DE3" w:rsidRPr="00942DE3">
        <w:t xml:space="preserve">wpływu do Zakładu wniosku przekazanego </w:t>
      </w:r>
      <w:r w:rsidR="00AD66D2" w:rsidRPr="00AD66D2">
        <w:t>przez podmiot właściwy.</w:t>
      </w:r>
    </w:p>
    <w:p w14:paraId="5D20816C" w14:textId="77777777" w:rsidR="00AD66D2" w:rsidRPr="00AD66D2" w:rsidRDefault="00F02A6E" w:rsidP="00AD66D2">
      <w:pPr>
        <w:pStyle w:val="ZUSTzmustartykuempunktem"/>
      </w:pPr>
      <w:r>
        <w:t>4</w:t>
      </w:r>
      <w:r w:rsidR="00AD66D2" w:rsidRPr="00AD66D2">
        <w:t xml:space="preserve">. W sprawach świadczeń z ubezpieczeń społecznych oraz innych świadczeń </w:t>
      </w:r>
      <w:r w:rsidR="00942DE3" w:rsidRPr="00942DE3">
        <w:t xml:space="preserve">należących do właściwości Zakładu </w:t>
      </w:r>
      <w:r w:rsidR="00AD66D2" w:rsidRPr="00AD66D2">
        <w:t xml:space="preserve">orzeczenie wydaje się w terminie 30 dni od dnia wszczęcia postępowania o wydanie orzeczenia. </w:t>
      </w:r>
    </w:p>
    <w:p w14:paraId="4311F3B6" w14:textId="77777777" w:rsidR="00AD66D2" w:rsidRPr="00AD66D2" w:rsidRDefault="00F02A6E" w:rsidP="00AD66D2">
      <w:pPr>
        <w:pStyle w:val="ZUSTzmustartykuempunktem"/>
      </w:pPr>
      <w:r>
        <w:t>5</w:t>
      </w:r>
      <w:r w:rsidR="00AD66D2" w:rsidRPr="00AD66D2">
        <w:t xml:space="preserve">. Do terminu, o którym mowa w ust. </w:t>
      </w:r>
      <w:r w:rsidR="009018D7">
        <w:t>3</w:t>
      </w:r>
      <w:r w:rsidR="0051301C" w:rsidRPr="00AD66D2">
        <w:t xml:space="preserve"> </w:t>
      </w:r>
      <w:r w:rsidR="00AD66D2" w:rsidRPr="00AD66D2">
        <w:t xml:space="preserve">i </w:t>
      </w:r>
      <w:r w:rsidR="009018D7">
        <w:t>4</w:t>
      </w:r>
      <w:r w:rsidR="00AD66D2" w:rsidRPr="00AD66D2">
        <w:t>, nie wlicza się okresu:</w:t>
      </w:r>
    </w:p>
    <w:p w14:paraId="22BF610A" w14:textId="77777777" w:rsidR="00AD66D2" w:rsidRPr="00AD66D2" w:rsidRDefault="00AD66D2" w:rsidP="001F18D6">
      <w:pPr>
        <w:pStyle w:val="ZPKTzmpktartykuempunktem"/>
      </w:pPr>
      <w:r w:rsidRPr="00AD66D2">
        <w:t>1)</w:t>
      </w:r>
      <w:r w:rsidRPr="00AD66D2">
        <w:tab/>
        <w:t xml:space="preserve">uzupełnienia dokumentacji medycznej niezbędnej do wydania orzeczenia; </w:t>
      </w:r>
    </w:p>
    <w:p w14:paraId="22FA80E5" w14:textId="77777777" w:rsidR="00AD66D2" w:rsidRPr="00AD66D2" w:rsidRDefault="00AD66D2" w:rsidP="001F18D6">
      <w:pPr>
        <w:pStyle w:val="ZPKTzmpktartykuempunktem"/>
      </w:pPr>
      <w:r w:rsidRPr="00AD66D2">
        <w:lastRenderedPageBreak/>
        <w:t>2)</w:t>
      </w:r>
      <w:r w:rsidRPr="00AD66D2">
        <w:tab/>
        <w:t xml:space="preserve">przeprowadzenia badania osoby zainteresowanej przez lekarza orzecznika, </w:t>
      </w:r>
      <w:r w:rsidR="00D1383A">
        <w:t>os</w:t>
      </w:r>
      <w:r w:rsidR="00942DE3">
        <w:t>o</w:t>
      </w:r>
      <w:r w:rsidR="00D1383A">
        <w:t>b</w:t>
      </w:r>
      <w:r w:rsidR="00942DE3">
        <w:t>ę</w:t>
      </w:r>
      <w:r w:rsidR="00D1383A">
        <w:t xml:space="preserve"> </w:t>
      </w:r>
      <w:r w:rsidRPr="00AD66D2">
        <w:t>wykonując</w:t>
      </w:r>
      <w:r w:rsidR="00942DE3">
        <w:t>ą</w:t>
      </w:r>
      <w:r w:rsidRPr="00AD66D2">
        <w:t xml:space="preserve"> samodzielny zawód medyczny, oraz lekarza konsultanta lub psychologa, o którym mowa w art. 68 ust. 2.</w:t>
      </w:r>
    </w:p>
    <w:p w14:paraId="7F2F96DF" w14:textId="77777777" w:rsidR="00365013" w:rsidRPr="006D0689" w:rsidRDefault="00F02A6E" w:rsidP="001F18D6">
      <w:pPr>
        <w:pStyle w:val="ZUSTzmustartykuempunktem"/>
      </w:pPr>
      <w:r>
        <w:t>6</w:t>
      </w:r>
      <w:r w:rsidR="00AD66D2" w:rsidRPr="00AD66D2">
        <w:t xml:space="preserve">. O terminie, o którym mowa w ust. </w:t>
      </w:r>
      <w:r w:rsidR="009018D7">
        <w:t>3</w:t>
      </w:r>
      <w:r w:rsidR="0051301C">
        <w:t xml:space="preserve"> </w:t>
      </w:r>
      <w:r w:rsidR="00AD66D2">
        <w:t xml:space="preserve">i </w:t>
      </w:r>
      <w:r w:rsidR="009018D7">
        <w:t>4</w:t>
      </w:r>
      <w:r w:rsidR="00AD66D2" w:rsidRPr="00AD66D2">
        <w:t xml:space="preserve">, oraz okolicznościach, o których mowa w ust. </w:t>
      </w:r>
      <w:r w:rsidR="009018D7">
        <w:t>5</w:t>
      </w:r>
      <w:r w:rsidR="00AD66D2" w:rsidRPr="00AD66D2">
        <w:t>, Zakład zawiadamia osobę zainteresowaną.</w:t>
      </w:r>
      <w:r w:rsidR="00365013" w:rsidRPr="006D0689">
        <w:t xml:space="preserve"> </w:t>
      </w:r>
    </w:p>
    <w:p w14:paraId="5FBBE65D" w14:textId="77777777" w:rsidR="00365013" w:rsidRDefault="00F02A6E" w:rsidP="00365013">
      <w:pPr>
        <w:pStyle w:val="ZARTzmartartykuempunktem"/>
      </w:pPr>
      <w:r>
        <w:t>7</w:t>
      </w:r>
      <w:r w:rsidR="00365013" w:rsidRPr="004D2BB7">
        <w:t xml:space="preserve">. </w:t>
      </w:r>
      <w:r w:rsidR="00365013" w:rsidRPr="006D0689">
        <w:t>W przypadku przekroczenia terminu</w:t>
      </w:r>
      <w:r w:rsidR="00293955">
        <w:t xml:space="preserve">, o którym mowa w ust. </w:t>
      </w:r>
      <w:r w:rsidR="009018D7">
        <w:t>3</w:t>
      </w:r>
      <w:r w:rsidR="0051301C">
        <w:t xml:space="preserve"> </w:t>
      </w:r>
      <w:r w:rsidR="00AD785F">
        <w:t xml:space="preserve">i </w:t>
      </w:r>
      <w:r w:rsidR="009018D7">
        <w:t>4</w:t>
      </w:r>
      <w:r w:rsidR="00293955">
        <w:t>,</w:t>
      </w:r>
      <w:r w:rsidR="00365013" w:rsidRPr="006D0689">
        <w:t xml:space="preserve"> osoba zainteresowana może wnieść ponaglenie do</w:t>
      </w:r>
      <w:r w:rsidR="00365013">
        <w:t xml:space="preserve"> Zakładu</w:t>
      </w:r>
      <w:r w:rsidR="00365013" w:rsidRPr="006D0689">
        <w:t xml:space="preserve">. </w:t>
      </w:r>
    </w:p>
    <w:p w14:paraId="468179A4" w14:textId="77777777" w:rsidR="00F5606B" w:rsidRPr="006D0689" w:rsidRDefault="00F02A6E" w:rsidP="00365013">
      <w:pPr>
        <w:pStyle w:val="ZARTzmartartykuempunktem"/>
      </w:pPr>
      <w:r>
        <w:t>8</w:t>
      </w:r>
      <w:r w:rsidR="00F5606B">
        <w:t xml:space="preserve">. Do rozpatrzenia ponaglenia, o którym mowa w ust. </w:t>
      </w:r>
      <w:r w:rsidR="00BF0EFA">
        <w:t>7</w:t>
      </w:r>
      <w:r w:rsidR="00F5606B">
        <w:t xml:space="preserve">, nie stosuje się art. 37 </w:t>
      </w:r>
      <w:r w:rsidR="00B214AD">
        <w:t xml:space="preserve">Kodeksu postępowania administracyjnego. </w:t>
      </w:r>
    </w:p>
    <w:p w14:paraId="70246C15" w14:textId="77777777" w:rsidR="00365013" w:rsidRPr="006D0689" w:rsidRDefault="00F02A6E" w:rsidP="00365013">
      <w:pPr>
        <w:pStyle w:val="ZUSTzmustartykuempunktem"/>
      </w:pPr>
      <w:r>
        <w:t>9</w:t>
      </w:r>
      <w:r w:rsidR="00365013" w:rsidRPr="006D0689">
        <w:t>. Ponaglenie</w:t>
      </w:r>
      <w:r w:rsidR="00BF0EFA">
        <w:t>, o którym mowa w ust. 7,</w:t>
      </w:r>
      <w:r w:rsidR="00365013" w:rsidRPr="006D0689">
        <w:t xml:space="preserve"> rozpatruje</w:t>
      </w:r>
      <w:r w:rsidR="00365013">
        <w:t xml:space="preserve"> się</w:t>
      </w:r>
      <w:r w:rsidR="00365013" w:rsidRPr="006D0689">
        <w:t xml:space="preserve"> w terminie 7 dni od jego wpływu do</w:t>
      </w:r>
      <w:r w:rsidR="00365013">
        <w:t xml:space="preserve"> Zakładu</w:t>
      </w:r>
      <w:r w:rsidR="00365013" w:rsidRPr="006D0689">
        <w:t xml:space="preserve">. </w:t>
      </w:r>
    </w:p>
    <w:p w14:paraId="405343DC" w14:textId="77777777" w:rsidR="00365013" w:rsidRPr="006D0689" w:rsidRDefault="00F02A6E" w:rsidP="00365013">
      <w:pPr>
        <w:pStyle w:val="ZUSTzmustartykuempunktem"/>
      </w:pPr>
      <w:r>
        <w:t>10</w:t>
      </w:r>
      <w:r w:rsidR="00365013" w:rsidRPr="006D0689">
        <w:t>. W razie uznania</w:t>
      </w:r>
      <w:r w:rsidR="00365013">
        <w:t xml:space="preserve"> </w:t>
      </w:r>
      <w:r w:rsidR="00365013" w:rsidRPr="006D0689">
        <w:t>ponagleni</w:t>
      </w:r>
      <w:r w:rsidR="00365013">
        <w:t xml:space="preserve">a za </w:t>
      </w:r>
      <w:r w:rsidR="00365013" w:rsidRPr="006D0689">
        <w:t xml:space="preserve">zasadne, </w:t>
      </w:r>
      <w:r w:rsidR="00365013">
        <w:t xml:space="preserve">Zakład </w:t>
      </w:r>
      <w:r w:rsidR="00365013" w:rsidRPr="006D0689">
        <w:t xml:space="preserve"> niezwłocznie wyznacza termin wydania orzeczenia oraz wyjaśnia przyczyny przekroczenia terminu</w:t>
      </w:r>
      <w:r w:rsidR="00293955">
        <w:t xml:space="preserve">, o którym mowa w ust. </w:t>
      </w:r>
      <w:r w:rsidR="00BF0EFA">
        <w:t>3</w:t>
      </w:r>
      <w:r w:rsidR="0051301C">
        <w:t xml:space="preserve"> </w:t>
      </w:r>
      <w:r w:rsidR="007E6F26">
        <w:t>i</w:t>
      </w:r>
      <w:r w:rsidR="00547752">
        <w:t xml:space="preserve"> </w:t>
      </w:r>
      <w:r w:rsidR="00BF0EFA">
        <w:t>4</w:t>
      </w:r>
      <w:r w:rsidR="00365013" w:rsidRPr="006D0689">
        <w:t xml:space="preserve">. </w:t>
      </w:r>
    </w:p>
    <w:p w14:paraId="555F2DDB" w14:textId="77777777" w:rsidR="00365013" w:rsidRPr="006D0689" w:rsidRDefault="0051301C" w:rsidP="00365013">
      <w:pPr>
        <w:pStyle w:val="ZUSTzmustartykuempunktem"/>
      </w:pPr>
      <w:r>
        <w:t>1</w:t>
      </w:r>
      <w:r w:rsidR="00F02A6E">
        <w:t>1</w:t>
      </w:r>
      <w:r w:rsidR="00365013" w:rsidRPr="006D0689">
        <w:t>. Orzeczenie doręczane jest osobie zainteresowanej oraz podmiotom właściwym w przypadkach przewidzianych w przepisach prawa.</w:t>
      </w:r>
    </w:p>
    <w:p w14:paraId="3F6F09B8" w14:textId="77777777" w:rsidR="00365013" w:rsidRPr="005A4C6D" w:rsidRDefault="0051301C" w:rsidP="00365013">
      <w:pPr>
        <w:pStyle w:val="ZUSTzmustartykuempunktem"/>
      </w:pPr>
      <w:r>
        <w:t>1</w:t>
      </w:r>
      <w:r w:rsidR="00F02A6E">
        <w:t>2</w:t>
      </w:r>
      <w:r w:rsidR="00365013" w:rsidRPr="005A4C6D">
        <w:t xml:space="preserve">. </w:t>
      </w:r>
      <w:r w:rsidR="00365013">
        <w:t xml:space="preserve">Orzeczenie doręczane jest w postaci elektronicznej albo w postaci </w:t>
      </w:r>
      <w:r w:rsidR="00293955">
        <w:t xml:space="preserve">jego </w:t>
      </w:r>
      <w:r w:rsidR="00365013" w:rsidRPr="005B58BC">
        <w:t xml:space="preserve">wydruku </w:t>
      </w:r>
      <w:bookmarkStart w:id="6" w:name="_Hlk176939048"/>
      <w:r w:rsidR="002E306C">
        <w:t>jeżeli</w:t>
      </w:r>
      <w:r w:rsidR="00365013" w:rsidRPr="005B58BC">
        <w:t xml:space="preserve"> doręczenie orzeczenia w postaci elektronicznej nie jest możliwe </w:t>
      </w:r>
      <w:r w:rsidR="002E306C">
        <w:t>lub</w:t>
      </w:r>
      <w:r w:rsidR="00365013" w:rsidRPr="005B58BC">
        <w:t xml:space="preserve"> żąda</w:t>
      </w:r>
      <w:r w:rsidR="00365013">
        <w:t xml:space="preserve"> tego</w:t>
      </w:r>
      <w:r w:rsidR="00365013" w:rsidRPr="005B58BC">
        <w:t xml:space="preserve"> osob</w:t>
      </w:r>
      <w:r w:rsidR="00365013">
        <w:t>a</w:t>
      </w:r>
      <w:r w:rsidR="00365013" w:rsidRPr="005B58BC">
        <w:t xml:space="preserve"> zainteresowan</w:t>
      </w:r>
      <w:r w:rsidR="00365013">
        <w:t>a</w:t>
      </w:r>
      <w:r w:rsidR="00365013" w:rsidRPr="005B58BC">
        <w:t>.</w:t>
      </w:r>
    </w:p>
    <w:bookmarkEnd w:id="6"/>
    <w:p w14:paraId="21D4A58C" w14:textId="77777777" w:rsidR="00365013" w:rsidRPr="006D0689" w:rsidRDefault="00365013" w:rsidP="00365013">
      <w:pPr>
        <w:pStyle w:val="ZUSTzmustartykuempunktem"/>
      </w:pPr>
      <w:r>
        <w:t>1</w:t>
      </w:r>
      <w:r w:rsidR="00F02A6E">
        <w:t>3</w:t>
      </w:r>
      <w:r w:rsidRPr="006D0689">
        <w:t xml:space="preserve">. </w:t>
      </w:r>
      <w:r w:rsidRPr="00945B34">
        <w:t xml:space="preserve">Wydruk orzeczenia zawiera informację, że orzeczenie </w:t>
      </w:r>
      <w:r w:rsidRPr="006D0689">
        <w:t>zostało wydane w postaci elektronicznej przy wykorzystaniu systemu teleinformatycznego Zakładu i opatrzone kwalifikowanym podpisem elektronicznym, kwalifikowaną pieczęcią elektroniczną, podpisem zaufanym, podpisem osobistym albo z wykorzystaniem sposobu potwierdzania pochodzenia oraz integralności danych dostępnego w systemie teleinformatycznym udostępnionym bezpłatnie przez Zakład.</w:t>
      </w:r>
    </w:p>
    <w:p w14:paraId="75DFAD32" w14:textId="77777777" w:rsidR="00365013" w:rsidRDefault="0051301C" w:rsidP="00365013">
      <w:pPr>
        <w:pStyle w:val="ZUSTzmustartykuempunktem"/>
      </w:pPr>
      <w:r w:rsidRPr="004D2BB7">
        <w:t>1</w:t>
      </w:r>
      <w:r w:rsidR="00F02A6E">
        <w:t>4</w:t>
      </w:r>
      <w:r w:rsidR="00365013" w:rsidRPr="004D2BB7">
        <w:t xml:space="preserve">. </w:t>
      </w:r>
      <w:bookmarkStart w:id="7" w:name="_Hlk176939150"/>
      <w:r w:rsidR="00365013" w:rsidRPr="006D0689">
        <w:t>Wydruk orzeczenia</w:t>
      </w:r>
      <w:r w:rsidR="00365013">
        <w:t xml:space="preserve"> </w:t>
      </w:r>
      <w:r w:rsidR="00365013" w:rsidRPr="006D0689">
        <w:t>stanowi dowód tego, co zostało stwierdzone w orzeczeniu wydanym w postaci elektronicznej przy wykorzystaniu systemu teleinformatycznego Zakładu.</w:t>
      </w:r>
    </w:p>
    <w:bookmarkEnd w:id="7"/>
    <w:p w14:paraId="21043FFE" w14:textId="77777777" w:rsidR="00365013" w:rsidRPr="006D0689" w:rsidRDefault="00365013" w:rsidP="00365013">
      <w:pPr>
        <w:pStyle w:val="ZARTzmartartykuempunktem"/>
      </w:pPr>
      <w:r>
        <w:t xml:space="preserve">Art. </w:t>
      </w:r>
      <w:r w:rsidR="00F02A6E">
        <w:t>85f</w:t>
      </w:r>
      <w:r>
        <w:t xml:space="preserve">. </w:t>
      </w:r>
      <w:r w:rsidRPr="006D0689">
        <w:t>1. Od orzeczenia osobie zainteresowanej przysługuje sprzeciw, w terminie 14 dni od dnia doręczenia tego orzeczenia, z wyłączeniem orzeczeń wydawanych w postępowaniach, o których mowa w art. 59 ustawy z dnia 25 czerwca 1999 r. o świadczeniach pieniężnych z ubezpieczenia społecznego w</w:t>
      </w:r>
      <w:r w:rsidR="005B7BF3">
        <w:t xml:space="preserve"> </w:t>
      </w:r>
      <w:r w:rsidRPr="006D0689">
        <w:t>razie choroby i</w:t>
      </w:r>
      <w:r w:rsidR="005B7BF3">
        <w:t xml:space="preserve"> </w:t>
      </w:r>
      <w:r w:rsidRPr="006D0689">
        <w:t xml:space="preserve">macierzyństwa. </w:t>
      </w:r>
    </w:p>
    <w:p w14:paraId="3B17AB3F" w14:textId="77777777" w:rsidR="00365013" w:rsidRPr="006D0689" w:rsidRDefault="00365013" w:rsidP="00365013">
      <w:pPr>
        <w:pStyle w:val="ZUSTzmustartykuempunktem"/>
      </w:pPr>
      <w:r w:rsidRPr="004D2BB7">
        <w:lastRenderedPageBreak/>
        <w:t>2. Sprzeciw, o którym mowa w ust. 1</w:t>
      </w:r>
      <w:r>
        <w:t>,</w:t>
      </w:r>
      <w:r w:rsidRPr="006D0689">
        <w:t xml:space="preserve"> wnosi się do </w:t>
      </w:r>
      <w:r>
        <w:t>Zakładu</w:t>
      </w:r>
      <w:r w:rsidRPr="006D0689">
        <w:t xml:space="preserve">. </w:t>
      </w:r>
    </w:p>
    <w:p w14:paraId="16115DAA" w14:textId="77777777" w:rsidR="00365013" w:rsidRPr="006D0689" w:rsidRDefault="00365013" w:rsidP="00365013">
      <w:pPr>
        <w:pStyle w:val="ZUSTzmustartykuempunktem"/>
      </w:pPr>
      <w:r w:rsidRPr="004D2BB7">
        <w:t xml:space="preserve">3. </w:t>
      </w:r>
      <w:r>
        <w:t>Zakład</w:t>
      </w:r>
      <w:r w:rsidRPr="006D0689">
        <w:t xml:space="preserve"> nie rozpatruje sprzeciwu wniesionego po terminie</w:t>
      </w:r>
      <w:r w:rsidR="00293955">
        <w:t>, o którym mowa w ust. 1</w:t>
      </w:r>
      <w:r w:rsidRPr="006D0689">
        <w:t>. W uzasadnionych przypadkach Zakład, na wniosek osoby zainteresowanej, może przywrócić termin na złożenie sprzeciwu, w szczególności w razie odrzucenia przez sąd odwołania od decyzji w przypadku określonym w art. 477</w:t>
      </w:r>
      <w:r w:rsidRPr="00FD354E">
        <w:rPr>
          <w:rStyle w:val="IGindeksgrny"/>
        </w:rPr>
        <w:t>9</w:t>
      </w:r>
      <w:r w:rsidRPr="006D0689">
        <w:t xml:space="preserve"> § 3</w:t>
      </w:r>
      <w:r w:rsidRPr="00FD354E">
        <w:rPr>
          <w:rStyle w:val="IGindeksgrny"/>
        </w:rPr>
        <w:t>1</w:t>
      </w:r>
      <w:r w:rsidRPr="006D0689">
        <w:t xml:space="preserve"> ustawy z dnia 17 listopada 1964 r. – Kodeks postępowania cywilnego</w:t>
      </w:r>
      <w:r>
        <w:t xml:space="preserve"> </w:t>
      </w:r>
      <w:r w:rsidR="00783564" w:rsidRPr="006D0689">
        <w:t>(Dz. U. z 202</w:t>
      </w:r>
      <w:r w:rsidR="00F37825">
        <w:t>4</w:t>
      </w:r>
      <w:r w:rsidR="00783564" w:rsidRPr="006D0689">
        <w:t xml:space="preserve"> r. poz. </w:t>
      </w:r>
      <w:r w:rsidR="00783564">
        <w:t>15</w:t>
      </w:r>
      <w:r w:rsidR="00F37825">
        <w:t>68 i 1841</w:t>
      </w:r>
      <w:r w:rsidR="00E170CE">
        <w:t>)</w:t>
      </w:r>
      <w:r>
        <w:t>.</w:t>
      </w:r>
    </w:p>
    <w:p w14:paraId="33430B11" w14:textId="77777777" w:rsidR="00365013" w:rsidRPr="006D0689" w:rsidRDefault="00365013" w:rsidP="00365013">
      <w:pPr>
        <w:pStyle w:val="ZUSTzmustartykuempunktem"/>
      </w:pPr>
      <w:r w:rsidRPr="006D0689">
        <w:t>4. Główny lekarz orzecznik</w:t>
      </w:r>
      <w:r w:rsidR="00E90119">
        <w:t xml:space="preserve"> </w:t>
      </w:r>
      <w:r w:rsidR="00E90119" w:rsidRPr="00E90119">
        <w:t>albo zastępc</w:t>
      </w:r>
      <w:r w:rsidR="00E90119">
        <w:t>a</w:t>
      </w:r>
      <w:r w:rsidR="00E90119" w:rsidRPr="00E90119">
        <w:t xml:space="preserve"> głównego lekarza orzecznika</w:t>
      </w:r>
      <w:r w:rsidRPr="006D0689">
        <w:t>, w terminie 14 dni od dnia wydania orzeczenia, może zgłosić zarzut wadliwości orzeczenia i przekazać sprawę do ponownego rozpatrzenia, z wyłączeniem orzeczeń wydawanych w postępowaniach, o których mowa w art. 59 ustawy z</w:t>
      </w:r>
      <w:r w:rsidRPr="004D2BB7">
        <w:t xml:space="preserve"> dnia 25 czerwca 1999 r. o świadczeniach pieniężnych z ubezpieczenia społecznego w razie choroby i macierzyństwa. O zgłoszeniu zarzutu wadliwości orzeczenia</w:t>
      </w:r>
      <w:r>
        <w:t xml:space="preserve"> Zakład</w:t>
      </w:r>
      <w:r w:rsidRPr="004D2BB7">
        <w:t xml:space="preserve"> niezwłocznie zawiadamia osobę zainteresowaną </w:t>
      </w:r>
      <w:r>
        <w:t xml:space="preserve">lub </w:t>
      </w:r>
      <w:r w:rsidRPr="004D2BB7">
        <w:t>podmiot uprawniony do otrzymania orzeczenia w przypadkach przewidzianych przepisa</w:t>
      </w:r>
      <w:r>
        <w:t>mi</w:t>
      </w:r>
      <w:r w:rsidRPr="004D2BB7">
        <w:t xml:space="preserve"> </w:t>
      </w:r>
      <w:r>
        <w:t>innych ustaw</w:t>
      </w:r>
      <w:r w:rsidRPr="004D2BB7">
        <w:t xml:space="preserve">. </w:t>
      </w:r>
    </w:p>
    <w:p w14:paraId="2E0C4984" w14:textId="77777777" w:rsidR="00365013" w:rsidRDefault="00365013" w:rsidP="00365013">
      <w:pPr>
        <w:pStyle w:val="ZUSTzmustartykuempunktem"/>
      </w:pPr>
      <w:r w:rsidRPr="004D2BB7">
        <w:t xml:space="preserve">5. W </w:t>
      </w:r>
      <w:r w:rsidRPr="006D0689">
        <w:t xml:space="preserve">przypadku wniesienia sprzeciwu lub zgłoszenia </w:t>
      </w:r>
      <w:bookmarkStart w:id="8" w:name="_Hlk175832158"/>
      <w:r w:rsidRPr="006D0689">
        <w:t>zarzutu wadliwości orzeczenia</w:t>
      </w:r>
      <w:bookmarkEnd w:id="8"/>
      <w:r w:rsidR="00BF165A">
        <w:t xml:space="preserve"> wydanego przez lekarza orzecznika albo</w:t>
      </w:r>
      <w:r w:rsidR="00BF165A" w:rsidRPr="00BF165A">
        <w:t xml:space="preserve"> osob</w:t>
      </w:r>
      <w:r w:rsidR="00BF165A">
        <w:t>ę</w:t>
      </w:r>
      <w:r w:rsidR="00BF165A" w:rsidRPr="00BF165A">
        <w:t xml:space="preserve"> wykonują</w:t>
      </w:r>
      <w:r w:rsidR="00BF165A">
        <w:t>cą</w:t>
      </w:r>
      <w:r w:rsidR="00BF165A" w:rsidRPr="00BF165A">
        <w:t xml:space="preserve"> samodzieln</w:t>
      </w:r>
      <w:r w:rsidR="00BF165A">
        <w:t>y</w:t>
      </w:r>
      <w:r w:rsidR="00BF165A" w:rsidRPr="00BF165A">
        <w:t xml:space="preserve"> zaw</w:t>
      </w:r>
      <w:r w:rsidR="00BF165A">
        <w:t>ód</w:t>
      </w:r>
      <w:r w:rsidR="00BF165A" w:rsidRPr="00BF165A">
        <w:t xml:space="preserve"> medyczn</w:t>
      </w:r>
      <w:r w:rsidR="00BF165A">
        <w:t>y</w:t>
      </w:r>
      <w:r w:rsidRPr="006D0689">
        <w:t xml:space="preserve">, </w:t>
      </w:r>
      <w:r>
        <w:t xml:space="preserve">główny lekarz orzecznik </w:t>
      </w:r>
      <w:r w:rsidR="00E90119" w:rsidRPr="00E90119">
        <w:t>albo zastępc</w:t>
      </w:r>
      <w:r w:rsidR="00E90119">
        <w:t>a</w:t>
      </w:r>
      <w:r w:rsidR="00E90119" w:rsidRPr="00E90119">
        <w:t xml:space="preserve"> głównego lekarza orzecznika </w:t>
      </w:r>
      <w:r>
        <w:t xml:space="preserve">kieruje </w:t>
      </w:r>
      <w:r w:rsidRPr="006D0689">
        <w:t>spraw</w:t>
      </w:r>
      <w:r>
        <w:t>ę</w:t>
      </w:r>
      <w:r w:rsidRPr="006D0689">
        <w:t xml:space="preserve"> do ponownego rozpatrzenia przez lekarza orzecznika. </w:t>
      </w:r>
    </w:p>
    <w:p w14:paraId="286D2B97" w14:textId="77777777" w:rsidR="00CE7773" w:rsidRPr="006D0689" w:rsidRDefault="00CE7773" w:rsidP="00365013">
      <w:pPr>
        <w:pStyle w:val="ZUSTzmustartykuempunktem"/>
      </w:pPr>
      <w:r>
        <w:t xml:space="preserve">6. </w:t>
      </w:r>
      <w:r w:rsidRPr="00CE7773">
        <w:t>Lekarz orzecznik przy wydawaniu orzeczenia, w wyniku ponownego rozpatrzenia sprawy w związku z wniesieniem sprzeciwu lub zgłoszeniem zarzutu wadliwości, nie jest związany zakresem wniesionego sprzeciwu lub zgłoszonego zarzutu wadliwości.</w:t>
      </w:r>
    </w:p>
    <w:p w14:paraId="7F2E0323" w14:textId="77777777" w:rsidR="00365013" w:rsidRPr="004D2BB7" w:rsidRDefault="00CE7773" w:rsidP="00365013">
      <w:pPr>
        <w:pStyle w:val="ZUSTzmustartykuempunktem"/>
      </w:pPr>
      <w:r>
        <w:t>7</w:t>
      </w:r>
      <w:r w:rsidR="00365013" w:rsidRPr="006D0689">
        <w:t>. Przy wyznaczaniu</w:t>
      </w:r>
      <w:r w:rsidR="00E1400A">
        <w:t xml:space="preserve"> </w:t>
      </w:r>
      <w:r w:rsidR="00365013" w:rsidRPr="006D0689">
        <w:t>lekarza orzecznika do ponownego rozpatrzenia sprawy</w:t>
      </w:r>
      <w:r w:rsidR="00E1400A">
        <w:t xml:space="preserve">, </w:t>
      </w:r>
      <w:r w:rsidR="00365013" w:rsidRPr="006D0689">
        <w:t>uwzględnia się w szczególności</w:t>
      </w:r>
      <w:r w:rsidR="00365013" w:rsidRPr="004D2BB7">
        <w:t xml:space="preserve">: </w:t>
      </w:r>
    </w:p>
    <w:p w14:paraId="233B5A44" w14:textId="77777777" w:rsidR="00365013" w:rsidRPr="006D0689" w:rsidRDefault="00365013" w:rsidP="00365013">
      <w:pPr>
        <w:pStyle w:val="ZLITPKTzmpktliter"/>
      </w:pPr>
      <w:r w:rsidRPr="006D0689">
        <w:t>1)</w:t>
      </w:r>
      <w:r w:rsidRPr="006D0689">
        <w:tab/>
        <w:t>posiadaną przez lekarza specjalizację;</w:t>
      </w:r>
    </w:p>
    <w:p w14:paraId="3702A29E" w14:textId="77777777" w:rsidR="00BF165A" w:rsidRDefault="00365013" w:rsidP="00365013">
      <w:pPr>
        <w:pStyle w:val="ZLITPKTzmpktliter"/>
      </w:pPr>
      <w:r w:rsidRPr="006D0689">
        <w:t>2)</w:t>
      </w:r>
      <w:r w:rsidRPr="006D0689">
        <w:tab/>
        <w:t>potrzebę dokonania prawidłowej i kompleksowej oceny okoliczności wynikających z celu, dla którego wydawane jest orzeczenie</w:t>
      </w:r>
      <w:r w:rsidR="00BF165A">
        <w:t>;</w:t>
      </w:r>
    </w:p>
    <w:p w14:paraId="7B255EE9" w14:textId="77777777" w:rsidR="00365013" w:rsidRPr="006D0689" w:rsidRDefault="00BF165A" w:rsidP="00365013">
      <w:pPr>
        <w:pStyle w:val="ZLITPKTzmpktliter"/>
      </w:pPr>
      <w:r>
        <w:t>3)</w:t>
      </w:r>
      <w:r>
        <w:tab/>
        <w:t xml:space="preserve">konieczność skierowania sprawy do innego lekarza orzecznika niż wydający orzeczenie – w przypadku gdy sprzeciw lub zarzut wadliwości dotyczy orzeczenia wydanego przez lekarza orzecznika. </w:t>
      </w:r>
      <w:r w:rsidR="00365013" w:rsidRPr="006D0689">
        <w:t xml:space="preserve"> </w:t>
      </w:r>
    </w:p>
    <w:p w14:paraId="63B716D7" w14:textId="77777777" w:rsidR="00365013" w:rsidRPr="006D0689" w:rsidRDefault="00CE7773" w:rsidP="00365013">
      <w:pPr>
        <w:pStyle w:val="ZUSTzmustartykuempunktem"/>
      </w:pPr>
      <w:r>
        <w:t>8</w:t>
      </w:r>
      <w:r w:rsidR="00365013" w:rsidRPr="004D2BB7">
        <w:t xml:space="preserve">. </w:t>
      </w:r>
      <w:r w:rsidR="00365013" w:rsidRPr="006D0689">
        <w:t>Od orzeczenia wydanego w wyniku ponownego rozpatrzenia sprawy, sprzeciw</w:t>
      </w:r>
      <w:r w:rsidR="00365013">
        <w:t xml:space="preserve"> lub </w:t>
      </w:r>
      <w:r w:rsidR="00365013" w:rsidRPr="006D0689">
        <w:t>zarzut wadliwości orzeczenia</w:t>
      </w:r>
      <w:r w:rsidR="00B10CE3">
        <w:t xml:space="preserve"> </w:t>
      </w:r>
      <w:r w:rsidR="00365013" w:rsidRPr="006D0689">
        <w:t xml:space="preserve">nie przysługuje. </w:t>
      </w:r>
    </w:p>
    <w:p w14:paraId="01F41C3D" w14:textId="77777777" w:rsidR="00365013" w:rsidRPr="006D0689" w:rsidRDefault="00CE7773" w:rsidP="00365013">
      <w:pPr>
        <w:pStyle w:val="ZUSTzmustartykuempunktem"/>
      </w:pPr>
      <w:r>
        <w:t>9</w:t>
      </w:r>
      <w:r w:rsidR="00365013" w:rsidRPr="006D0689">
        <w:t>. Do orzeczeń wydawanych w wyniku ponownego rozpatrzenia sprawy stosuje się odpowiednio przepisy o orzeczeniach wydawanych po raz pierwszy.</w:t>
      </w:r>
    </w:p>
    <w:p w14:paraId="0CEBF361" w14:textId="77777777" w:rsidR="00365013" w:rsidRDefault="008A28A3" w:rsidP="00365013">
      <w:pPr>
        <w:pStyle w:val="ZUSTzmustartykuempunktem"/>
      </w:pPr>
      <w:r>
        <w:lastRenderedPageBreak/>
        <w:t>10</w:t>
      </w:r>
      <w:r w:rsidR="00365013" w:rsidRPr="006D0689">
        <w:t>. Orzeczenie</w:t>
      </w:r>
      <w:r w:rsidR="00D40B86">
        <w:t>,</w:t>
      </w:r>
      <w:r w:rsidR="00365013" w:rsidRPr="005770EE">
        <w:t xml:space="preserve"> </w:t>
      </w:r>
      <w:r w:rsidR="00365013" w:rsidRPr="006D0689">
        <w:t>wobec którego nie wniesiono sprzeciwu lub co do którego nie zgłoszono zarzutu wadliwości,</w:t>
      </w:r>
      <w:r w:rsidR="00BF165A">
        <w:t xml:space="preserve"> albo orzeczenie wydane w wyniku ponownego rozpatrzenia sprawy,</w:t>
      </w:r>
      <w:r w:rsidR="00365013" w:rsidRPr="006D0689">
        <w:t xml:space="preserve"> stanowi podstawę do wydania decyzji w sprawie świadczenia </w:t>
      </w:r>
      <w:r w:rsidR="00BF165A">
        <w:t>albo</w:t>
      </w:r>
      <w:r w:rsidR="00365013" w:rsidRPr="006D0689">
        <w:t xml:space="preserve"> do podjęcia rozstrzygnięcia w zakresie wskazanym w przepisach innych ustaw.</w:t>
      </w:r>
    </w:p>
    <w:p w14:paraId="52E491F4" w14:textId="77777777" w:rsidR="00365013" w:rsidRPr="001F18D6" w:rsidRDefault="00365013" w:rsidP="00365013">
      <w:pPr>
        <w:pStyle w:val="ZUSTzmustartykuempunktem"/>
        <w:rPr>
          <w:highlight w:val="yellow"/>
        </w:rPr>
      </w:pPr>
      <w:r>
        <w:t xml:space="preserve">Art. </w:t>
      </w:r>
      <w:r w:rsidR="00F02A6E">
        <w:t>85g</w:t>
      </w:r>
      <w:r>
        <w:t xml:space="preserve">. 1. </w:t>
      </w:r>
      <w:bookmarkStart w:id="9" w:name="_Hlk176940354"/>
      <w:r>
        <w:t xml:space="preserve">Jeżeli </w:t>
      </w:r>
      <w:r w:rsidRPr="00E65C81">
        <w:t>w wyniku kontroli, o której mowa w</w:t>
      </w:r>
      <w:r>
        <w:t xml:space="preserve"> art. 85</w:t>
      </w:r>
      <w:r w:rsidR="00BF0EFA">
        <w:t>h</w:t>
      </w:r>
      <w:r>
        <w:t xml:space="preserve"> ust. 3 pkt 1, zostanie stwierdzony</w:t>
      </w:r>
      <w:r w:rsidRPr="00E65C81">
        <w:t xml:space="preserve"> brak zgodności orzeczenia </w:t>
      </w:r>
      <w:r w:rsidRPr="004D2BB7">
        <w:t xml:space="preserve">ze stanem faktycznym, z zasadami orzekania, zebranymi dokumentami lub z przepisami dotyczącymi orzekania dla celów ustalania uprawnień do świadczeń z ubezpieczeń społecznych, innych świadczeń należących do właściwości Zakładu, </w:t>
      </w:r>
      <w:r>
        <w:t xml:space="preserve">a także </w:t>
      </w:r>
      <w:r w:rsidRPr="004D2BB7">
        <w:t>realizacji zadań zleconych Zakładowi na podstawie innych ustaw</w:t>
      </w:r>
      <w:r>
        <w:t xml:space="preserve">, </w:t>
      </w:r>
      <w:r w:rsidRPr="00CB73B3">
        <w:t>Prezes Zakładu uchyla orzeczenie i</w:t>
      </w:r>
      <w:r w:rsidR="00495B6F" w:rsidRPr="001F18D6">
        <w:t xml:space="preserve"> przekazuje sprawę do</w:t>
      </w:r>
      <w:r w:rsidRPr="00CB73B3">
        <w:t xml:space="preserve"> ponown</w:t>
      </w:r>
      <w:r w:rsidR="00495B6F" w:rsidRPr="001F18D6">
        <w:t>ego</w:t>
      </w:r>
      <w:r w:rsidRPr="00CB73B3">
        <w:t xml:space="preserve"> rozpat</w:t>
      </w:r>
      <w:r w:rsidR="00495B6F" w:rsidRPr="001F18D6">
        <w:t>rzenia przez lekarza orzecznika</w:t>
      </w:r>
      <w:r w:rsidRPr="00CB73B3">
        <w:t>.</w:t>
      </w:r>
    </w:p>
    <w:bookmarkEnd w:id="9"/>
    <w:p w14:paraId="25C01393" w14:textId="77777777" w:rsidR="00365013" w:rsidRDefault="00365013" w:rsidP="00365013">
      <w:pPr>
        <w:pStyle w:val="ZUSTzmustartykuempunktem"/>
      </w:pPr>
      <w:r>
        <w:t xml:space="preserve">2. </w:t>
      </w:r>
      <w:r w:rsidRPr="006D0689">
        <w:t>Do orzeczeń wydawanych w wyniku ponownego rozpatrzenia sprawy</w:t>
      </w:r>
      <w:r>
        <w:t xml:space="preserve"> w przypadkach, o których mowa w ust. 1,</w:t>
      </w:r>
      <w:r w:rsidRPr="006D0689">
        <w:t xml:space="preserve"> stosuje się odpowiednio przepisy o orzeczeniach wydawanych po raz pierwszy</w:t>
      </w:r>
      <w:r w:rsidRPr="00E65C81">
        <w:t xml:space="preserve"> </w:t>
      </w:r>
      <w:r>
        <w:t>oraz art. 85</w:t>
      </w:r>
      <w:r w:rsidR="00BF0EFA">
        <w:t>f</w:t>
      </w:r>
      <w:r>
        <w:t xml:space="preserve"> ust. 5</w:t>
      </w:r>
      <w:r w:rsidR="00BF0EFA">
        <w:t>–7</w:t>
      </w:r>
      <w:r>
        <w:t>.</w:t>
      </w:r>
    </w:p>
    <w:p w14:paraId="54BBC611" w14:textId="77777777" w:rsidR="00365013" w:rsidRPr="006D0689" w:rsidRDefault="00365013" w:rsidP="00365013">
      <w:pPr>
        <w:pStyle w:val="ZUSTzmustartykuempunktem"/>
      </w:pPr>
      <w:r>
        <w:t>3.</w:t>
      </w:r>
      <w:r w:rsidRPr="006D0689">
        <w:t xml:space="preserve"> </w:t>
      </w:r>
      <w:r>
        <w:t>O</w:t>
      </w:r>
      <w:r w:rsidRPr="006D0689">
        <w:t xml:space="preserve"> uchyleniu orzeczenia poddanego kontroli </w:t>
      </w:r>
      <w:r>
        <w:t>lub</w:t>
      </w:r>
      <w:r w:rsidRPr="006D0689">
        <w:t xml:space="preserve"> o wydaniu orzeczenia w wyniku ponownego rozpatrzenia sprawy</w:t>
      </w:r>
      <w:r w:rsidR="00495B6F">
        <w:t xml:space="preserve"> w trybie,</w:t>
      </w:r>
      <w:r w:rsidRPr="006D0689">
        <w:t xml:space="preserve"> o którym mowa w</w:t>
      </w:r>
      <w:r w:rsidR="00495B6F">
        <w:t xml:space="preserve"> ust. 1,</w:t>
      </w:r>
      <w:r w:rsidRPr="006D0689">
        <w:t xml:space="preserve"> Zakład </w:t>
      </w:r>
      <w:r>
        <w:t>informuje</w:t>
      </w:r>
      <w:r w:rsidRPr="006D0689">
        <w:t xml:space="preserve"> osob</w:t>
      </w:r>
      <w:r>
        <w:t>ę</w:t>
      </w:r>
      <w:r w:rsidRPr="006D0689">
        <w:t xml:space="preserve"> zainteresowan</w:t>
      </w:r>
      <w:r>
        <w:t>ą</w:t>
      </w:r>
      <w:r w:rsidRPr="006D0689">
        <w:t xml:space="preserve"> oraz podmiot</w:t>
      </w:r>
      <w:r w:rsidR="00783564">
        <w:t xml:space="preserve"> </w:t>
      </w:r>
      <w:r w:rsidRPr="006D0689">
        <w:t xml:space="preserve">właściwy, uprawniony do otrzymania orzeczenia w przypadkach przewidzianych </w:t>
      </w:r>
      <w:r w:rsidRPr="004D2BB7">
        <w:t>przepisa</w:t>
      </w:r>
      <w:r>
        <w:t>mi</w:t>
      </w:r>
      <w:r w:rsidRPr="004D2BB7">
        <w:t xml:space="preserve"> </w:t>
      </w:r>
      <w:r>
        <w:t>innych ustaw</w:t>
      </w:r>
      <w:r w:rsidRPr="006D0689">
        <w:t xml:space="preserve">. </w:t>
      </w:r>
    </w:p>
    <w:p w14:paraId="42AA67F2" w14:textId="77777777" w:rsidR="00365013" w:rsidRPr="004D2BB7" w:rsidRDefault="00365013" w:rsidP="00365013">
      <w:pPr>
        <w:pStyle w:val="ZUSTzmustartykuempunktem"/>
      </w:pPr>
      <w:r>
        <w:t>4</w:t>
      </w:r>
      <w:r w:rsidRPr="006D0689">
        <w:t>. Od orzeczenia wydanego przez lekarza orzecznika w wyniku ponownego rozpatrzenia sprawy, w trybie, o którym mowa w ust. 1, nie przysługuje sprzeciw, o którym mowa w art.</w:t>
      </w:r>
      <w:r>
        <w:t xml:space="preserve"> </w:t>
      </w:r>
      <w:r w:rsidR="00BF0EFA">
        <w:t xml:space="preserve">85f </w:t>
      </w:r>
      <w:r>
        <w:t>ust. 1, oraz</w:t>
      </w:r>
      <w:r w:rsidRPr="006D0689">
        <w:t xml:space="preserve"> zarzut wadliwości, o którym mowa w art. </w:t>
      </w:r>
      <w:r>
        <w:t>85</w:t>
      </w:r>
      <w:r w:rsidR="00BF0EFA">
        <w:t>f</w:t>
      </w:r>
      <w:r>
        <w:t xml:space="preserve"> ust. 4</w:t>
      </w:r>
      <w:r w:rsidRPr="006D0689">
        <w:t>.</w:t>
      </w:r>
      <w:r w:rsidRPr="00DF56FA">
        <w:t xml:space="preserve"> Orzeczenie to stanowi podstawę do wydania decyzji w sprawie świadczenia </w:t>
      </w:r>
      <w:r>
        <w:t>a</w:t>
      </w:r>
      <w:r w:rsidRPr="00DF56FA">
        <w:t>lb</w:t>
      </w:r>
      <w:r>
        <w:t>o</w:t>
      </w:r>
      <w:r w:rsidRPr="00DF56FA">
        <w:t xml:space="preserve"> do podjęcia rozstrzygnięcia w zakresie wskazanym w przepisach innych ustaw.</w:t>
      </w:r>
    </w:p>
    <w:p w14:paraId="1E628CBA" w14:textId="77777777" w:rsidR="00365013" w:rsidRPr="005A4C6D" w:rsidRDefault="00365013" w:rsidP="00365013">
      <w:pPr>
        <w:pStyle w:val="ZUSTzmustartykuempunktem"/>
      </w:pPr>
      <w:bookmarkStart w:id="10" w:name="_Hlk164766024"/>
      <w:r w:rsidRPr="004D2BB7">
        <w:t xml:space="preserve"> </w:t>
      </w:r>
      <w:r>
        <w:t xml:space="preserve">Art. </w:t>
      </w:r>
      <w:r w:rsidR="00F02A6E">
        <w:t>85h</w:t>
      </w:r>
      <w:r w:rsidRPr="004D2BB7">
        <w:t xml:space="preserve">. 1. </w:t>
      </w:r>
      <w:r w:rsidRPr="005A4C6D">
        <w:t>Zwierzchni nadzór</w:t>
      </w:r>
      <w:r>
        <w:t>, o którym mowa w art. 73 ust. 3 pkt 5,</w:t>
      </w:r>
      <w:r w:rsidRPr="005A4C6D">
        <w:t xml:space="preserve"> nad wydawaniem orzeczeń dla celów, o których mowa w art. 68 ust. 1 pkt 5,</w:t>
      </w:r>
      <w:r w:rsidR="00C97B24">
        <w:t xml:space="preserve"> w imieniu</w:t>
      </w:r>
      <w:r w:rsidRPr="005A4C6D">
        <w:t xml:space="preserve"> </w:t>
      </w:r>
      <w:r w:rsidRPr="004D2BB7">
        <w:t>Prezes</w:t>
      </w:r>
      <w:r w:rsidR="00C97B24">
        <w:t>a</w:t>
      </w:r>
      <w:r w:rsidRPr="004D2BB7">
        <w:t xml:space="preserve"> Zakładu </w:t>
      </w:r>
      <w:r w:rsidR="00C97B24">
        <w:t>sprawuje</w:t>
      </w:r>
      <w:r w:rsidRPr="004D2BB7">
        <w:t xml:space="preserve"> Naczeln</w:t>
      </w:r>
      <w:r w:rsidR="00C97B24">
        <w:t>y</w:t>
      </w:r>
      <w:r w:rsidRPr="004D2BB7">
        <w:t xml:space="preserve"> Lekarz Zakładu</w:t>
      </w:r>
      <w:r w:rsidRPr="005A4C6D">
        <w:t xml:space="preserve">. </w:t>
      </w:r>
    </w:p>
    <w:p w14:paraId="45BD7EEE" w14:textId="77777777" w:rsidR="00FE2043" w:rsidRPr="001F18D6" w:rsidRDefault="00365013" w:rsidP="00FE2043">
      <w:pPr>
        <w:pStyle w:val="ZUSTzmustartykuempunktem"/>
      </w:pPr>
      <w:r w:rsidRPr="00BE10A3">
        <w:t>2. Zwierzchni nadzór Naczelny Lekarz Zakładu realizuje przy pomocy</w:t>
      </w:r>
      <w:r w:rsidR="00FE2043" w:rsidRPr="001F18D6">
        <w:t xml:space="preserve"> zastępcy Naczelnego Lekarza Zakładu oraz</w:t>
      </w:r>
      <w:r w:rsidRPr="00BE10A3">
        <w:t xml:space="preserve"> lekarzy inspektorów nadzoru orzecznictwa lekarskiego. </w:t>
      </w:r>
    </w:p>
    <w:p w14:paraId="11BB559E" w14:textId="77777777" w:rsidR="00365013" w:rsidRPr="006D0689" w:rsidRDefault="00365013" w:rsidP="00365013">
      <w:pPr>
        <w:pStyle w:val="ZUSTzmustartykuempunktem"/>
      </w:pPr>
      <w:r>
        <w:t>3. Zwierzchni n</w:t>
      </w:r>
      <w:r w:rsidRPr="005A4C6D">
        <w:t xml:space="preserve">adzór </w:t>
      </w:r>
      <w:r w:rsidRPr="006D0689">
        <w:t xml:space="preserve">obejmuje: </w:t>
      </w:r>
    </w:p>
    <w:p w14:paraId="5AD04A1D" w14:textId="77777777" w:rsidR="00365013" w:rsidRPr="00E65C81" w:rsidRDefault="00365013" w:rsidP="00365013">
      <w:pPr>
        <w:pStyle w:val="ZPKTzmpktartykuempunktem"/>
      </w:pPr>
      <w:r w:rsidRPr="00E65C81">
        <w:t>1)</w:t>
      </w:r>
      <w:r w:rsidRPr="00E65C81">
        <w:tab/>
        <w:t xml:space="preserve">kontrolę orzeczeń wydanych przez lekarzy orzeczników oraz </w:t>
      </w:r>
      <w:r w:rsidR="008B6D35">
        <w:t>osoby</w:t>
      </w:r>
      <w:r w:rsidRPr="004D2BB7">
        <w:t xml:space="preserve"> wykonując</w:t>
      </w:r>
      <w:r w:rsidR="008B6D35">
        <w:t>e</w:t>
      </w:r>
      <w:r w:rsidRPr="004D2BB7">
        <w:t xml:space="preserve"> samodzielne zawody </w:t>
      </w:r>
      <w:r w:rsidRPr="00E65C81">
        <w:t xml:space="preserve">medyczne </w:t>
      </w:r>
      <w:bookmarkStart w:id="11" w:name="_Hlk164531205"/>
      <w:r w:rsidRPr="00E65C81">
        <w:t xml:space="preserve">co do ich zgodności ze stanem faktycznym, z zasadami orzekania, zebranymi dokumentami oraz z przepisami dotyczącymi </w:t>
      </w:r>
      <w:r w:rsidRPr="00E65C81">
        <w:lastRenderedPageBreak/>
        <w:t xml:space="preserve">orzekania </w:t>
      </w:r>
      <w:r w:rsidRPr="004D2BB7">
        <w:t>dla celów ustalania uprawnień do świadczeń z ubezpieczeń społecznych, innych świadczeń należących do właściwości Zakładu, realizacji zadań zleconych Zakładowi na podstawie innych ustaw</w:t>
      </w:r>
      <w:bookmarkEnd w:id="11"/>
      <w:r w:rsidRPr="004D2BB7">
        <w:t>, a także kontrol</w:t>
      </w:r>
      <w:r w:rsidR="00B92DA9">
        <w:t>i</w:t>
      </w:r>
      <w:r w:rsidRPr="004D2BB7">
        <w:t xml:space="preserve"> orzecznictwa o czasowej niezdolności do pracy</w:t>
      </w:r>
      <w:r w:rsidRPr="00E65C81">
        <w:t xml:space="preserve">; </w:t>
      </w:r>
    </w:p>
    <w:p w14:paraId="03B831D3" w14:textId="77777777" w:rsidR="00365013" w:rsidRPr="00E65C81" w:rsidRDefault="00365013" w:rsidP="00365013">
      <w:pPr>
        <w:pStyle w:val="ZPKTzmpktartykuempunktem"/>
      </w:pPr>
      <w:r w:rsidRPr="00E65C81">
        <w:t>2)</w:t>
      </w:r>
      <w:r w:rsidRPr="00E65C81">
        <w:tab/>
      </w:r>
      <w:bookmarkStart w:id="12" w:name="_Hlk176941857"/>
      <w:r w:rsidRPr="00E65C81">
        <w:t>prawo uchylenia orzeczenia i przekazania sprawy do ponownego rozpatrzenia przez lekarza orzecznika, w wyniku kontroli, o której mowa w pkt 1</w:t>
      </w:r>
      <w:bookmarkEnd w:id="12"/>
      <w:r w:rsidRPr="004D2BB7">
        <w:t>;</w:t>
      </w:r>
    </w:p>
    <w:p w14:paraId="4C5C25B9" w14:textId="77777777" w:rsidR="00365013" w:rsidRDefault="00365013" w:rsidP="00365013">
      <w:pPr>
        <w:pStyle w:val="ZPKTzmpktartykuempunktem"/>
      </w:pPr>
      <w:r w:rsidRPr="004D2BB7">
        <w:t>3)</w:t>
      </w:r>
      <w:r w:rsidRPr="004D2BB7">
        <w:tab/>
        <w:t xml:space="preserve">określanie standardów orzeczniczych </w:t>
      </w:r>
      <w:r>
        <w:t>stosowanych</w:t>
      </w:r>
      <w:r w:rsidRPr="00E65C81">
        <w:t xml:space="preserve"> przez lekarzy orzeczników i </w:t>
      </w:r>
      <w:r w:rsidR="008B6D35">
        <w:t>osoby</w:t>
      </w:r>
      <w:r w:rsidRPr="00E65C81">
        <w:t xml:space="preserve"> wykonując</w:t>
      </w:r>
      <w:r w:rsidR="008B6D35">
        <w:t>e</w:t>
      </w:r>
      <w:r w:rsidRPr="00E65C81">
        <w:t xml:space="preserve"> samodzielne zawody medyczne</w:t>
      </w:r>
      <w:r w:rsidR="008C4014">
        <w:t>;</w:t>
      </w:r>
    </w:p>
    <w:p w14:paraId="061FFB49" w14:textId="77777777" w:rsidR="008C4014" w:rsidRPr="004D2BB7" w:rsidRDefault="008C4014" w:rsidP="00365013">
      <w:pPr>
        <w:pStyle w:val="ZPKTzmpktartykuempunktem"/>
      </w:pPr>
      <w:r>
        <w:t>4)</w:t>
      </w:r>
      <w:r>
        <w:tab/>
      </w:r>
      <w:r w:rsidRPr="008C4014">
        <w:t>prawo zlecenia uzupełnienia dokumentacji zgromadzonej w postępowaniu związanym z wydaniem orzeczenia o dokumentację medyczną z przebiegu leczenia lub rehabilitacji, o opinie specjalistyczne wydawane przez konsultantów Zakładu, o wyniki badań dodatkowych lub obserwacji szpitalnej, w wyniku kontroli, o której mowa w pkt 1.</w:t>
      </w:r>
    </w:p>
    <w:p w14:paraId="13F7C12A" w14:textId="77777777" w:rsidR="00365013" w:rsidRPr="006D0689" w:rsidRDefault="00365013" w:rsidP="00BB52C8">
      <w:pPr>
        <w:pStyle w:val="ZUSTzmustartykuempunktem"/>
      </w:pPr>
      <w:bookmarkStart w:id="13" w:name="_Hlk163642904"/>
      <w:bookmarkEnd w:id="10"/>
      <w:r w:rsidRPr="004D2BB7">
        <w:t xml:space="preserve">Art. </w:t>
      </w:r>
      <w:r w:rsidR="00F02A6E">
        <w:t>85i</w:t>
      </w:r>
      <w:r w:rsidRPr="004D2BB7">
        <w:t xml:space="preserve">. 1. </w:t>
      </w:r>
      <w:r w:rsidRPr="006D0689">
        <w:t>W celu realizacji zadań, o których mowa w art. 68 ust. 1 pkt 5</w:t>
      </w:r>
      <w:r w:rsidR="000B523B">
        <w:t>,</w:t>
      </w:r>
      <w:r w:rsidR="0011403E">
        <w:t xml:space="preserve"> </w:t>
      </w:r>
      <w:r w:rsidRPr="006D0689">
        <w:t>podmioty udzielające świadczeń zdrowotnych są zobowiązane do nieodpłatnego udostępniania Zakładowi dokumentacji medycznej:</w:t>
      </w:r>
    </w:p>
    <w:p w14:paraId="22BA3117" w14:textId="77777777" w:rsidR="00365013" w:rsidRPr="006D0689" w:rsidRDefault="000B523B" w:rsidP="00BB52C8">
      <w:pPr>
        <w:pStyle w:val="ZPKTzmpktartykuempunktem"/>
      </w:pPr>
      <w:r>
        <w:t>1</w:t>
      </w:r>
      <w:r w:rsidR="00365013" w:rsidRPr="006D0689">
        <w:t>)</w:t>
      </w:r>
      <w:r w:rsidR="00365013" w:rsidRPr="006D0689">
        <w:tab/>
      </w:r>
      <w:r w:rsidR="00365013">
        <w:t xml:space="preserve">w </w:t>
      </w:r>
      <w:r w:rsidR="00A3459C">
        <w:t xml:space="preserve">postaci </w:t>
      </w:r>
      <w:r w:rsidR="00365013">
        <w:t xml:space="preserve">papierowej – </w:t>
      </w:r>
      <w:r w:rsidR="00365013" w:rsidRPr="006D0689">
        <w:t xml:space="preserve">przez sporządzenie jej wyciągu, odpisu, kopii lub wydruku </w:t>
      </w:r>
      <w:r w:rsidR="00691EE6">
        <w:t>–</w:t>
      </w:r>
      <w:r w:rsidR="00365013" w:rsidRPr="006D0689">
        <w:t xml:space="preserve"> poświadczonych za zgodność</w:t>
      </w:r>
      <w:r>
        <w:t>;</w:t>
      </w:r>
    </w:p>
    <w:p w14:paraId="5BFA081C" w14:textId="77777777" w:rsidR="00365013" w:rsidRPr="006D0689" w:rsidRDefault="000B523B" w:rsidP="00BB52C8">
      <w:pPr>
        <w:pStyle w:val="ZPKTzmpktartykuempunktem"/>
      </w:pPr>
      <w:r>
        <w:t>2</w:t>
      </w:r>
      <w:r w:rsidR="00365013" w:rsidRPr="006D0689">
        <w:t>)</w:t>
      </w:r>
      <w:r w:rsidR="00365013" w:rsidRPr="006D0689">
        <w:tab/>
      </w:r>
      <w:r w:rsidR="00365013">
        <w:t xml:space="preserve">w </w:t>
      </w:r>
      <w:r w:rsidR="00A3459C">
        <w:t xml:space="preserve">postaci </w:t>
      </w:r>
      <w:r w:rsidR="00365013">
        <w:t>elektronicznej –</w:t>
      </w:r>
      <w:r w:rsidR="003D57D2">
        <w:t xml:space="preserve"> </w:t>
      </w:r>
      <w:r w:rsidR="00365013" w:rsidRPr="006D0689">
        <w:t>za pośrednictwem środków komunikacji elektronicznej</w:t>
      </w:r>
      <w:r w:rsidR="00365013">
        <w:t xml:space="preserve"> albo </w:t>
      </w:r>
      <w:r w:rsidR="00365013" w:rsidRPr="006D0689">
        <w:t>na informatycznym nośniku danych</w:t>
      </w:r>
      <w:r w:rsidR="00CE7773">
        <w:t>.</w:t>
      </w:r>
    </w:p>
    <w:p w14:paraId="22160253" w14:textId="77777777" w:rsidR="00365013" w:rsidRPr="006D0689" w:rsidRDefault="00365013" w:rsidP="00365013">
      <w:pPr>
        <w:pStyle w:val="ZUSTzmustartykuempunktem"/>
      </w:pPr>
      <w:r w:rsidRPr="006D0689">
        <w:t>2.</w:t>
      </w:r>
      <w:r w:rsidRPr="006D0689">
        <w:tab/>
      </w:r>
      <w:r w:rsidRPr="004D2BB7">
        <w:t>Podmiot</w:t>
      </w:r>
      <w:r w:rsidRPr="006D0689">
        <w:t xml:space="preserve"> udzielający świadczeń zdrowotnych udostępnia </w:t>
      </w:r>
      <w:r w:rsidR="00691EE6">
        <w:t xml:space="preserve">niezwłocznie </w:t>
      </w:r>
      <w:r w:rsidRPr="006D0689">
        <w:t>dokumentację medyczną, o której mowa w ust. 1</w:t>
      </w:r>
      <w:r w:rsidR="002E306C">
        <w:t>,</w:t>
      </w:r>
      <w:r w:rsidRPr="006D0689">
        <w:t xml:space="preserve"> nie później niż w terminie 14 dni od daty otrzymania wniosku o </w:t>
      </w:r>
      <w:r w:rsidR="00691EE6">
        <w:t xml:space="preserve">jej </w:t>
      </w:r>
      <w:r w:rsidRPr="006D0689">
        <w:t>udostępnienie.</w:t>
      </w:r>
    </w:p>
    <w:p w14:paraId="4163F010" w14:textId="77777777" w:rsidR="00365013" w:rsidRPr="00DF56FA" w:rsidRDefault="00365013" w:rsidP="00365013">
      <w:pPr>
        <w:pStyle w:val="ZUSTzmustartykuempunktem"/>
      </w:pPr>
      <w:r w:rsidRPr="00DF56FA">
        <w:t xml:space="preserve">Art. </w:t>
      </w:r>
      <w:r w:rsidR="00F02A6E">
        <w:t>85j</w:t>
      </w:r>
      <w:r w:rsidRPr="00DF56FA">
        <w:t xml:space="preserve">. 1. </w:t>
      </w:r>
      <w:r w:rsidR="003D57D2">
        <w:t xml:space="preserve">Zadania związane z wydawaniem orzeczeń oraz kontrolą orzecznictwa o czasowej niezdolności do pracy, o których mowa w art. 68 ust. 1 pkt 5, mogą być realizowane przy wsparciu </w:t>
      </w:r>
      <w:bookmarkStart w:id="14" w:name="_Hlk187840148"/>
      <w:r w:rsidR="003D57D2">
        <w:t>osób upoważnionych, wykonujących czynności pomocnicze w postępowaniu związanym z wydaniem orzeczenia</w:t>
      </w:r>
      <w:bookmarkEnd w:id="14"/>
      <w:r w:rsidR="003D57D2">
        <w:t>.</w:t>
      </w:r>
    </w:p>
    <w:p w14:paraId="31FD5B59" w14:textId="77777777" w:rsidR="00365013" w:rsidRPr="007F4593" w:rsidRDefault="00365013" w:rsidP="00365013">
      <w:pPr>
        <w:pStyle w:val="ZUSTzmustartykuempunktem"/>
      </w:pPr>
      <w:r w:rsidRPr="00DF56FA">
        <w:t xml:space="preserve">2. Osoby upoważnione, o których mowa w ust. </w:t>
      </w:r>
      <w:r>
        <w:t>1</w:t>
      </w:r>
      <w:r w:rsidR="000B523B">
        <w:t>:</w:t>
      </w:r>
    </w:p>
    <w:p w14:paraId="5FA62E63" w14:textId="77777777" w:rsidR="00365013" w:rsidRDefault="00365013" w:rsidP="00365013">
      <w:pPr>
        <w:pStyle w:val="ZPKTzmpktartykuempunktem"/>
      </w:pPr>
      <w:r>
        <w:t>1)</w:t>
      </w:r>
      <w:r>
        <w:tab/>
      </w:r>
      <w:r w:rsidRPr="00DF56FA">
        <w:t>mogą być obecne</w:t>
      </w:r>
      <w:r>
        <w:t>, za zgodą osoby zainteresowanej,</w:t>
      </w:r>
      <w:r w:rsidRPr="00DF56FA">
        <w:t xml:space="preserve"> przy przeprowadzaniu badania lekarskiego</w:t>
      </w:r>
      <w:r>
        <w:t>;</w:t>
      </w:r>
    </w:p>
    <w:p w14:paraId="054E69A1" w14:textId="77777777" w:rsidR="00365013" w:rsidRDefault="00365013" w:rsidP="00365013">
      <w:pPr>
        <w:pStyle w:val="ZPKTzmpktartykuempunktem"/>
      </w:pPr>
      <w:r>
        <w:t>2)</w:t>
      </w:r>
      <w:r>
        <w:tab/>
        <w:t>są z</w:t>
      </w:r>
      <w:r w:rsidRPr="00DF56FA">
        <w:t xml:space="preserve">obowiązane do zachowania poufności wszelkich informacji i danych uzyskanych w związku z realizacją powierzonych zadań. </w:t>
      </w:r>
    </w:p>
    <w:p w14:paraId="2C36FAEA" w14:textId="77777777" w:rsidR="00365013" w:rsidRPr="00DF56FA" w:rsidRDefault="00365013" w:rsidP="00365013">
      <w:pPr>
        <w:pStyle w:val="ZUSTzmustartykuempunktem"/>
      </w:pPr>
      <w:r>
        <w:lastRenderedPageBreak/>
        <w:t xml:space="preserve">3. </w:t>
      </w:r>
      <w:r w:rsidRPr="00DF56FA">
        <w:t xml:space="preserve">Obowiązek zachowania poufności </w:t>
      </w:r>
      <w:r w:rsidR="00EC67F7">
        <w:t>przez osoby upoważnione, o których mowa w ust. 1</w:t>
      </w:r>
      <w:r w:rsidR="00E709E5">
        <w:t>,</w:t>
      </w:r>
      <w:r w:rsidR="00EC67F7">
        <w:t xml:space="preserve"> </w:t>
      </w:r>
      <w:r w:rsidRPr="00DF56FA">
        <w:t xml:space="preserve">obowiązuje również po śmierci osoby, wobec której zostało wydane orzeczenie. </w:t>
      </w:r>
    </w:p>
    <w:p w14:paraId="5444AA0A" w14:textId="77777777" w:rsidR="00365013" w:rsidRPr="007F4593" w:rsidRDefault="00365013" w:rsidP="00365013">
      <w:pPr>
        <w:pStyle w:val="ZUSTzmustartykuempunktem"/>
      </w:pPr>
      <w:r w:rsidRPr="007F4593">
        <w:t>4.</w:t>
      </w:r>
      <w:r>
        <w:t xml:space="preserve"> </w:t>
      </w:r>
      <w:r w:rsidRPr="007F4593">
        <w:t>Osoby upoważnione, o których mowa w ust. 1</w:t>
      </w:r>
      <w:r>
        <w:t>,</w:t>
      </w:r>
      <w:r w:rsidRPr="007F4593">
        <w:t xml:space="preserve"> dopuszcz</w:t>
      </w:r>
      <w:r>
        <w:t xml:space="preserve">a się </w:t>
      </w:r>
      <w:r w:rsidRPr="007F4593">
        <w:t>do przetwarzania danych osobowych zawartych w dokumentacji związanej z wydaniem orzeczenia</w:t>
      </w:r>
      <w:r w:rsidR="00EC67F7">
        <w:t>,</w:t>
      </w:r>
      <w:r w:rsidRPr="007F4593">
        <w:t xml:space="preserve"> </w:t>
      </w:r>
      <w:r>
        <w:t xml:space="preserve">na podstawie pisemnego upoważnienia udzielonego przez Zakład, po odbyciu przez </w:t>
      </w:r>
      <w:r w:rsidR="00EC67F7">
        <w:t xml:space="preserve">te osoby </w:t>
      </w:r>
      <w:r>
        <w:t xml:space="preserve">przeszkolenia </w:t>
      </w:r>
      <w:r w:rsidR="00B10CE3">
        <w:t xml:space="preserve">w zakresie ochrony danych osobowych </w:t>
      </w:r>
      <w:r>
        <w:t xml:space="preserve">organizowanego przez Zakład oraz </w:t>
      </w:r>
      <w:r w:rsidR="00EC67F7">
        <w:t xml:space="preserve">po </w:t>
      </w:r>
      <w:r>
        <w:t>złożeniu pisemnego</w:t>
      </w:r>
      <w:r w:rsidRPr="009F476E">
        <w:t xml:space="preserve"> zobowiązani</w:t>
      </w:r>
      <w:r w:rsidR="00E709E5">
        <w:t>a</w:t>
      </w:r>
      <w:r w:rsidRPr="009F476E">
        <w:t xml:space="preserve"> do </w:t>
      </w:r>
      <w:r>
        <w:t xml:space="preserve">zachowania w poufności </w:t>
      </w:r>
      <w:r w:rsidRPr="009F476E">
        <w:t>przetwarza</w:t>
      </w:r>
      <w:r>
        <w:t>nych</w:t>
      </w:r>
      <w:r w:rsidRPr="009F476E">
        <w:t xml:space="preserve"> danych osobowych.</w:t>
      </w:r>
    </w:p>
    <w:bookmarkEnd w:id="13"/>
    <w:p w14:paraId="693C22F6" w14:textId="77777777" w:rsidR="00365013" w:rsidRPr="004D2BB7" w:rsidRDefault="00365013" w:rsidP="00365013">
      <w:pPr>
        <w:pStyle w:val="ARTartustawynprozporzdzenia"/>
      </w:pPr>
      <w:r w:rsidRPr="00674537">
        <w:rPr>
          <w:rStyle w:val="Ppogrubienie"/>
        </w:rPr>
        <w:t>Art. 2.</w:t>
      </w:r>
      <w:r w:rsidRPr="004D2BB7">
        <w:t xml:space="preserve"> W ustawie </w:t>
      </w:r>
      <w:r w:rsidRPr="006D0689">
        <w:t>z dnia 20 lipca 1950 r. o zawodzie felczera (Dz. U. z 2022 r. poz. 1529)</w:t>
      </w:r>
      <w:r>
        <w:t xml:space="preserve"> w </w:t>
      </w:r>
      <w:r w:rsidRPr="004D2BB7">
        <w:t>art.</w:t>
      </w:r>
      <w:r w:rsidRPr="006D0689">
        <w:t xml:space="preserve"> 1c ust. 3 otrzymuje brzmienie:</w:t>
      </w:r>
    </w:p>
    <w:p w14:paraId="431635B2" w14:textId="77777777" w:rsidR="00365013" w:rsidRPr="004D2BB7" w:rsidRDefault="00FB4DF8" w:rsidP="00365013">
      <w:pPr>
        <w:pStyle w:val="ZUSTzmustartykuempunktem"/>
      </w:pPr>
      <w:r>
        <w:t>„</w:t>
      </w:r>
      <w:r w:rsidR="00365013" w:rsidRPr="006D0689">
        <w:t>3. Naczelna Rada Lekarska udostępnia informacje zawarte w rejestrze felczerów, systemowi informacji w ochronie zdrowia, o którym mowa w ustawie z dnia 28 kwietnia 2011 r. o systemie informacji w ochronie zdrowia (Dz. U. z 2023 r. poz. 2465</w:t>
      </w:r>
      <w:r w:rsidR="00B57102">
        <w:t xml:space="preserve"> oraz z 2024 r. poz. 1897</w:t>
      </w:r>
      <w:r w:rsidR="00365013" w:rsidRPr="006D0689">
        <w:t xml:space="preserve">) oraz Zakładowi Ubezpieczeń Społecznych dla celów określonych w art. 56 ust. 5 pkt 3 </w:t>
      </w:r>
      <w:r w:rsidR="00365013" w:rsidRPr="004D2BB7">
        <w:t>ustawy z dnia</w:t>
      </w:r>
      <w:r w:rsidR="00365013" w:rsidRPr="006D0689">
        <w:t xml:space="preserve"> 25 czerwca 1999 r. o świadczeniach pieniężnych z ubezpieczenia społecznego w razie choroby i macierzyństwa (Dz. U. z 2023 r. poz. 2780</w:t>
      </w:r>
      <w:r w:rsidR="00D30227" w:rsidRPr="00D30227">
        <w:t xml:space="preserve"> oraz z 2024 r. poz. 1871</w:t>
      </w:r>
      <w:r w:rsidR="00365013" w:rsidRPr="006D0689">
        <w:t>).</w:t>
      </w:r>
      <w:r>
        <w:t>”</w:t>
      </w:r>
      <w:r w:rsidR="00365013" w:rsidRPr="006D0689">
        <w:t>.</w:t>
      </w:r>
    </w:p>
    <w:p w14:paraId="4616D0F2" w14:textId="77777777" w:rsidR="00365013" w:rsidRPr="006D0689" w:rsidRDefault="00365013" w:rsidP="00365013">
      <w:pPr>
        <w:pStyle w:val="ARTartustawynprozporzdzenia"/>
      </w:pPr>
      <w:r w:rsidRPr="00674537">
        <w:rPr>
          <w:rStyle w:val="Ppogrubienie"/>
        </w:rPr>
        <w:t>Art. 3</w:t>
      </w:r>
      <w:r>
        <w:rPr>
          <w:rStyle w:val="Ppogrubienie"/>
        </w:rPr>
        <w:t>.</w:t>
      </w:r>
      <w:r w:rsidRPr="004D2BB7">
        <w:t xml:space="preserve"> </w:t>
      </w:r>
      <w:r w:rsidRPr="006D0689">
        <w:t>W ustawie z dnia 17 listopada 1964 r. – Kodeks postępowania cywilnego (Dz. U. z 202</w:t>
      </w:r>
      <w:r w:rsidR="003D57D2">
        <w:t>4</w:t>
      </w:r>
      <w:r w:rsidRPr="006D0689">
        <w:t xml:space="preserve"> r. poz. </w:t>
      </w:r>
      <w:r w:rsidR="00A513AF">
        <w:t>15</w:t>
      </w:r>
      <w:r w:rsidR="003D57D2">
        <w:t>68 i 1841</w:t>
      </w:r>
      <w:r>
        <w:t xml:space="preserve">) </w:t>
      </w:r>
      <w:r w:rsidRPr="006D0689">
        <w:t>wprowadza się następujące zmiany:</w:t>
      </w:r>
    </w:p>
    <w:p w14:paraId="745AA13D" w14:textId="77777777" w:rsidR="00365013" w:rsidRPr="001238D8" w:rsidRDefault="00365013" w:rsidP="00365013">
      <w:pPr>
        <w:pStyle w:val="PKTpunkt"/>
      </w:pPr>
      <w:bookmarkStart w:id="15" w:name="_Hlk164535213"/>
      <w:r w:rsidRPr="001238D8">
        <w:t>1)</w:t>
      </w:r>
      <w:r w:rsidRPr="001238D8">
        <w:tab/>
        <w:t>w art.</w:t>
      </w:r>
      <w:r w:rsidRPr="004D2BB7">
        <w:t xml:space="preserve"> 477</w:t>
      </w:r>
      <w:r w:rsidRPr="00FD354E">
        <w:rPr>
          <w:rStyle w:val="IGindeksgrny"/>
        </w:rPr>
        <w:t>8</w:t>
      </w:r>
      <w:r w:rsidRPr="004D2BB7">
        <w:t xml:space="preserve"> </w:t>
      </w:r>
      <w:r w:rsidR="00267527">
        <w:t xml:space="preserve">w </w:t>
      </w:r>
      <w:r w:rsidRPr="004D2BB7">
        <w:t>§ 2</w:t>
      </w:r>
      <w:r w:rsidRPr="00FD354E">
        <w:rPr>
          <w:rStyle w:val="IGindeksgrny"/>
        </w:rPr>
        <w:t xml:space="preserve"> </w:t>
      </w:r>
      <w:r w:rsidRPr="001238D8">
        <w:t xml:space="preserve">w pkt 4b kropkę zastępuje się </w:t>
      </w:r>
      <w:r w:rsidR="00267527">
        <w:t>średnikiem</w:t>
      </w:r>
      <w:r w:rsidRPr="001238D8">
        <w:t xml:space="preserve"> i dodaje się pkt 4c w brzmieniu:</w:t>
      </w:r>
    </w:p>
    <w:p w14:paraId="53E88C62" w14:textId="77777777" w:rsidR="00365013" w:rsidRPr="001238D8" w:rsidRDefault="00FB4DF8" w:rsidP="00365013">
      <w:pPr>
        <w:pStyle w:val="ZPKTzmpktartykuempunktem"/>
      </w:pPr>
      <w:r>
        <w:t>„</w:t>
      </w:r>
      <w:r w:rsidR="00365013" w:rsidRPr="001238D8">
        <w:t>4c</w:t>
      </w:r>
      <w:r w:rsidR="00365013">
        <w:t>)</w:t>
      </w:r>
      <w:r w:rsidR="00365013" w:rsidRPr="001238D8">
        <w:t xml:space="preserve"> </w:t>
      </w:r>
      <w:r w:rsidR="00365013">
        <w:t>o</w:t>
      </w:r>
      <w:r w:rsidR="00365013" w:rsidRPr="001238D8">
        <w:t xml:space="preserve"> </w:t>
      </w:r>
      <w:r w:rsidR="00365013">
        <w:t>skierowanie na rehabilitację leczniczą w ramach prewencji rentowej</w:t>
      </w:r>
      <w:r w:rsidR="00365013" w:rsidRPr="001238D8">
        <w:t>.</w:t>
      </w:r>
      <w:r>
        <w:t>”</w:t>
      </w:r>
      <w:r w:rsidR="00365013" w:rsidRPr="001238D8">
        <w:t>;</w:t>
      </w:r>
    </w:p>
    <w:p w14:paraId="1B5E62BF" w14:textId="77777777" w:rsidR="00CB46D6" w:rsidRDefault="00365013" w:rsidP="00365013">
      <w:pPr>
        <w:pStyle w:val="PKTpunkt"/>
      </w:pPr>
      <w:r w:rsidRPr="004D2BB7">
        <w:t>2)</w:t>
      </w:r>
      <w:r w:rsidRPr="004D2BB7">
        <w:tab/>
      </w:r>
      <w:r>
        <w:t xml:space="preserve">w </w:t>
      </w:r>
      <w:r w:rsidRPr="004D2BB7">
        <w:t>art.</w:t>
      </w:r>
      <w:r w:rsidRPr="006D0689">
        <w:t xml:space="preserve"> 477</w:t>
      </w:r>
      <w:r w:rsidRPr="00FD354E">
        <w:rPr>
          <w:rStyle w:val="IGindeksgrny"/>
        </w:rPr>
        <w:t>9</w:t>
      </w:r>
      <w:r w:rsidR="00CB46D6">
        <w:t>:</w:t>
      </w:r>
    </w:p>
    <w:p w14:paraId="0EFEF662" w14:textId="77777777" w:rsidR="00365013" w:rsidRPr="004D2BB7" w:rsidRDefault="00CB46D6" w:rsidP="00FF72BC">
      <w:pPr>
        <w:pStyle w:val="LITlitera"/>
      </w:pPr>
      <w:r>
        <w:t>a)</w:t>
      </w:r>
      <w:r w:rsidR="002E306C">
        <w:tab/>
      </w:r>
      <w:r w:rsidR="00365013" w:rsidRPr="004D2BB7">
        <w:t>§</w:t>
      </w:r>
      <w:r w:rsidR="00365013" w:rsidRPr="006D0689">
        <w:t xml:space="preserve"> 2</w:t>
      </w:r>
      <w:r w:rsidR="00365013" w:rsidRPr="00FD354E">
        <w:rPr>
          <w:rStyle w:val="IGindeksgrny"/>
        </w:rPr>
        <w:t>1</w:t>
      </w:r>
      <w:r w:rsidR="00365013" w:rsidRPr="006D0689">
        <w:t xml:space="preserve"> </w:t>
      </w:r>
      <w:bookmarkEnd w:id="15"/>
      <w:r w:rsidR="00365013" w:rsidRPr="006D0689">
        <w:t>otrzymuje brzmienie:</w:t>
      </w:r>
    </w:p>
    <w:p w14:paraId="663EBB88" w14:textId="77777777" w:rsidR="00365013" w:rsidRPr="004D2BB7" w:rsidRDefault="00FB4DF8" w:rsidP="00DD1053">
      <w:pPr>
        <w:pStyle w:val="ZLITUSTzmustliter"/>
      </w:pPr>
      <w:r>
        <w:t>„</w:t>
      </w:r>
      <w:r w:rsidR="00365013" w:rsidRPr="004D2BB7">
        <w:t>§</w:t>
      </w:r>
      <w:r w:rsidR="00365013" w:rsidRPr="006D0689">
        <w:t xml:space="preserve"> 2</w:t>
      </w:r>
      <w:r w:rsidR="00365013" w:rsidRPr="00FD354E">
        <w:rPr>
          <w:rStyle w:val="IGindeksgrny"/>
        </w:rPr>
        <w:t>1</w:t>
      </w:r>
      <w:r w:rsidR="00365013" w:rsidRPr="006D0689">
        <w:t>.</w:t>
      </w:r>
      <w:r w:rsidR="00365013">
        <w:t xml:space="preserve"> </w:t>
      </w:r>
      <w:r w:rsidR="00365013" w:rsidRPr="006D0689">
        <w:t xml:space="preserve">Jeżeli w odwołaniu od decyzji organu rentowego wskazano nowe okoliczności dotyczące niezdolności do pracy lub niezdolności do samodzielnej egzystencji albo stałego lub długotrwałego uszczerbku na zdrowiu, które powstały po dniu wydania orzeczenia przez lekarza orzecznika </w:t>
      </w:r>
      <w:r w:rsidR="00365013">
        <w:t xml:space="preserve">Zakładu Ubezpieczeń Społecznych </w:t>
      </w:r>
      <w:r w:rsidR="00365013" w:rsidRPr="006D0689">
        <w:t xml:space="preserve">albo przez </w:t>
      </w:r>
      <w:r w:rsidR="008B6D35">
        <w:t>osobę</w:t>
      </w:r>
      <w:r w:rsidR="00365013" w:rsidRPr="004D2BB7">
        <w:t xml:space="preserve"> wykonując</w:t>
      </w:r>
      <w:r w:rsidR="008B6D35">
        <w:t>ą</w:t>
      </w:r>
      <w:r w:rsidR="00365013" w:rsidRPr="004D2BB7">
        <w:t xml:space="preserve"> samodzielny zawód medyczny</w:t>
      </w:r>
      <w:r w:rsidR="00365013" w:rsidRPr="006D0689">
        <w:t>,</w:t>
      </w:r>
      <w:r w:rsidR="00B34BC0">
        <w:t xml:space="preserve"> o której mowa w art. 4 pkt 20 ustawy z dnia 13 października 1998 r. o systemie ubezpieczeń społecznych,</w:t>
      </w:r>
      <w:r w:rsidR="00365013" w:rsidRPr="006D0689">
        <w:t xml:space="preserve"> wobec którego nie </w:t>
      </w:r>
      <w:r w:rsidR="00B10CE3">
        <w:t>wniesiono</w:t>
      </w:r>
      <w:r w:rsidR="002D5CFA" w:rsidRPr="006D0689">
        <w:t xml:space="preserve"> </w:t>
      </w:r>
      <w:r w:rsidR="00365013" w:rsidRPr="006D0689">
        <w:t xml:space="preserve">sprzeciwu, lub orzeczenia lekarza orzecznika </w:t>
      </w:r>
      <w:r w:rsidR="00365013">
        <w:t xml:space="preserve">Zakładu Ubezpieczeń Społecznych </w:t>
      </w:r>
      <w:r w:rsidR="00365013" w:rsidRPr="006D0689">
        <w:t xml:space="preserve">wydanego w wyniku ponownego rozpatrzenia sprawy, organ rentowy nie przekazuje odwołania do sądu, lecz kieruje </w:t>
      </w:r>
      <w:r w:rsidR="00365013" w:rsidRPr="006D0689">
        <w:lastRenderedPageBreak/>
        <w:t>do lekarza orzecznika Zakładu Ubezpieczeń Społecznych do rozpatrzenia. Organ rentowy uchyla decyzję, rozpatruje nowe okoliczności i wydaje decyzję, od której przysługuje odwołanie do sądu. Przepis ten stosuje się także wówczas, gdy nie można ustalić daty powstania wskazanych w odwołaniu nowych okoliczności.</w:t>
      </w:r>
      <w:r>
        <w:t>”</w:t>
      </w:r>
      <w:r w:rsidR="00CB46D6">
        <w:t>,</w:t>
      </w:r>
    </w:p>
    <w:p w14:paraId="0FAD3783" w14:textId="77777777" w:rsidR="00365013" w:rsidRPr="004D2BB7" w:rsidRDefault="00CB46D6" w:rsidP="002E306C">
      <w:pPr>
        <w:pStyle w:val="LITlitera"/>
      </w:pPr>
      <w:r>
        <w:t>b</w:t>
      </w:r>
      <w:r w:rsidR="00365013" w:rsidRPr="004D2BB7">
        <w:t>)</w:t>
      </w:r>
      <w:r w:rsidR="00365013" w:rsidRPr="004D2BB7">
        <w:tab/>
        <w:t>§</w:t>
      </w:r>
      <w:r w:rsidR="00365013" w:rsidRPr="006D0689">
        <w:t xml:space="preserve"> 3</w:t>
      </w:r>
      <w:r w:rsidR="00365013" w:rsidRPr="00FD354E">
        <w:rPr>
          <w:rStyle w:val="IGindeksgrny"/>
        </w:rPr>
        <w:t>1</w:t>
      </w:r>
      <w:r w:rsidR="00365013" w:rsidRPr="006D0689">
        <w:t xml:space="preserve"> otrzymuje brzmienie:</w:t>
      </w:r>
    </w:p>
    <w:p w14:paraId="03374DAC" w14:textId="77777777" w:rsidR="00365013" w:rsidRPr="004D2BB7" w:rsidRDefault="00FB4DF8" w:rsidP="00DD1053">
      <w:pPr>
        <w:pStyle w:val="ZLITUSTzmustliter"/>
      </w:pPr>
      <w:r>
        <w:t>„</w:t>
      </w:r>
      <w:r w:rsidR="00365013" w:rsidRPr="006D0689">
        <w:t>§ 3</w:t>
      </w:r>
      <w:r w:rsidR="00365013" w:rsidRPr="00FD354E">
        <w:rPr>
          <w:rStyle w:val="IGindeksgrny"/>
        </w:rPr>
        <w:t>1</w:t>
      </w:r>
      <w:r w:rsidR="00365013" w:rsidRPr="006D0689">
        <w:t xml:space="preserve">. Sąd odrzuci odwołanie w sprawie o świadczenie z ubezpieczeń społecznych, do którego prawo jest uzależnione od stwierdzenia niezdolności do pracy lub niezdolności do samodzielnej egzystencji albo stwierdzenia stałego lub długotrwałego uszczerbku na zdrowiu, jeżeli podstawę do wydania decyzji stanowi orzeczenie wydane </w:t>
      </w:r>
      <w:r w:rsidR="00365013" w:rsidRPr="004D2BB7">
        <w:t xml:space="preserve">przez lekarza orzecznika </w:t>
      </w:r>
      <w:r w:rsidR="00365013">
        <w:t xml:space="preserve">Zakładu Ubezpieczeń Społecznych </w:t>
      </w:r>
      <w:r w:rsidR="00365013" w:rsidRPr="004D2BB7">
        <w:t xml:space="preserve">albo przez </w:t>
      </w:r>
      <w:r w:rsidR="008B6D35">
        <w:t>osobę</w:t>
      </w:r>
      <w:r w:rsidR="00365013" w:rsidRPr="004D2BB7">
        <w:t xml:space="preserve"> wykonując</w:t>
      </w:r>
      <w:r w:rsidR="008B6D35">
        <w:t>ą</w:t>
      </w:r>
      <w:r w:rsidR="00365013" w:rsidRPr="004D2BB7">
        <w:t xml:space="preserve"> samodzielny zawód medyczny, </w:t>
      </w:r>
      <w:r w:rsidR="00B34BC0" w:rsidRPr="00B34BC0">
        <w:t xml:space="preserve">o której mowa w art. 4 pkt 20 ustawy z dnia 13 października 1998 r. o systemie ubezpieczeń społecznych, </w:t>
      </w:r>
      <w:r w:rsidR="00365013" w:rsidRPr="004D2BB7">
        <w:t>a osoba zainteresowana nie złożyła sprzeciwu i odwołanie jest oparte wyłącznie na zarzutach dotyczących tego orzeczenia. Jeżeli odwołanie opiera się także na zarzucie nierozpatrzenia wniesionego po terminie sprzeciwu, a złożenie tego sprzeciwu po terminie nastąpiło z przyczyn niezależnych od osoby zainteresowanej, sąd uchyla decyzję, przekazuje sprawę do ponownego rozpoznania organowi rentowemu i umarza postępowanie. W takim przypadku organ rentowy kieruje sprzeciw do ponownego rozpatrzenia</w:t>
      </w:r>
      <w:r w:rsidR="00B84F07">
        <w:t xml:space="preserve"> sprawy</w:t>
      </w:r>
      <w:r w:rsidR="00365013">
        <w:t xml:space="preserve"> </w:t>
      </w:r>
      <w:r w:rsidR="00365013" w:rsidRPr="004D2BB7">
        <w:t>przez lekarza orzecznika Zakładu Ubezpieczeń Społecznych.</w:t>
      </w:r>
      <w:r>
        <w:t>”</w:t>
      </w:r>
      <w:r w:rsidR="00365013" w:rsidRPr="004D2BB7">
        <w:t>;</w:t>
      </w:r>
    </w:p>
    <w:p w14:paraId="7BAB71FC" w14:textId="77777777" w:rsidR="00365013" w:rsidRPr="004D2BB7" w:rsidRDefault="005971EF" w:rsidP="00365013">
      <w:pPr>
        <w:pStyle w:val="PKTpunkt"/>
      </w:pPr>
      <w:r>
        <w:t>3</w:t>
      </w:r>
      <w:r w:rsidR="00365013" w:rsidRPr="004D2BB7">
        <w:t>)</w:t>
      </w:r>
      <w:r w:rsidR="00365013" w:rsidRPr="004D2BB7">
        <w:tab/>
      </w:r>
      <w:r w:rsidR="00365013">
        <w:t xml:space="preserve">w </w:t>
      </w:r>
      <w:r w:rsidR="00365013" w:rsidRPr="004D2BB7">
        <w:t>art.</w:t>
      </w:r>
      <w:r w:rsidR="00365013" w:rsidRPr="006D0689">
        <w:t xml:space="preserve"> 477</w:t>
      </w:r>
      <w:r w:rsidR="00365013" w:rsidRPr="00FD354E">
        <w:rPr>
          <w:rStyle w:val="IGindeksgrny"/>
        </w:rPr>
        <w:t>14</w:t>
      </w:r>
      <w:r w:rsidR="00365013" w:rsidRPr="006D0689">
        <w:t xml:space="preserve"> </w:t>
      </w:r>
      <w:r w:rsidR="00365013" w:rsidRPr="004D2BB7">
        <w:t>§</w:t>
      </w:r>
      <w:r w:rsidR="00365013" w:rsidRPr="006D0689">
        <w:t xml:space="preserve"> 4 otrzymuje brzmienie:</w:t>
      </w:r>
    </w:p>
    <w:p w14:paraId="7B40BAB8" w14:textId="77777777" w:rsidR="00365013" w:rsidRPr="004D2BB7" w:rsidRDefault="00FB4DF8" w:rsidP="00365013">
      <w:pPr>
        <w:pStyle w:val="ZARTzmartartykuempunktem"/>
      </w:pPr>
      <w:r>
        <w:t>„</w:t>
      </w:r>
      <w:r w:rsidR="00365013" w:rsidRPr="004D2BB7">
        <w:t>§</w:t>
      </w:r>
      <w:r w:rsidR="00365013" w:rsidRPr="006D0689">
        <w:t xml:space="preserve"> 4. W sprawie o świadczenie z ubezpieczeń społecznych, do którego prawo jest uzależnione od stwierdzenia niezdolności do pracy lub niezdolności do samodzielnej egzystencji albo stwierdzenia stałego lub długotrwałego uszczerbku na zdrowiu, jeżeli podstawę do wydania decyzji stanowi orzeczenie wydane przez lekarza orzecznika </w:t>
      </w:r>
      <w:r w:rsidR="00365013">
        <w:t xml:space="preserve">Zakładu Ubezpieczeń Społecznych </w:t>
      </w:r>
      <w:r w:rsidR="00365013" w:rsidRPr="006D0689">
        <w:t xml:space="preserve">albo przez </w:t>
      </w:r>
      <w:r w:rsidR="008B6D35">
        <w:t>osobę</w:t>
      </w:r>
      <w:r w:rsidR="00365013" w:rsidRPr="004D2BB7">
        <w:t xml:space="preserve"> wykonując</w:t>
      </w:r>
      <w:r w:rsidR="008B6D35">
        <w:t>ą</w:t>
      </w:r>
      <w:r w:rsidR="00365013" w:rsidRPr="004D2BB7">
        <w:t xml:space="preserve"> samodzielny zawód medyczny</w:t>
      </w:r>
      <w:r w:rsidR="00365013" w:rsidRPr="006D0689">
        <w:t>,</w:t>
      </w:r>
      <w:r w:rsidR="00B34BC0" w:rsidRPr="00B34BC0">
        <w:t xml:space="preserve"> o której mowa w art. 4 pkt 20 ustawy z dnia 13 października 1998 r. o systemie ubezpieczeń społecznych,</w:t>
      </w:r>
      <w:r w:rsidR="00365013" w:rsidRPr="006D0689">
        <w:t xml:space="preserve"> albo orzeczenie wydane w wyniku ponownego rozpatrzenia sprawy przez lekarza orzecznika</w:t>
      </w:r>
      <w:r w:rsidR="00365013">
        <w:t xml:space="preserve"> Zakładu Ubezpieczeń Społecznych</w:t>
      </w:r>
      <w:r w:rsidR="00365013" w:rsidRPr="006D0689">
        <w:t xml:space="preserve"> i odwołanie od decyzji opiera się wyłącznie na zarzutach dotyczących tego orzeczenia, sąd nie orzeka co do istoty sprawy na podstawie nowych okoliczności dotyczących stwierdzenia niezdolności do pracy lub niezdolności do samodzielnej egzystencji albo stwierdzenia stałego lub długotrwałego uszczerbku na zdrowiu, które powstały po dniu złożenia </w:t>
      </w:r>
      <w:r w:rsidR="00365013" w:rsidRPr="006D0689">
        <w:lastRenderedPageBreak/>
        <w:t>odwołania od tej decyzji. W tym przypadku sąd uchyla decyzję, przekazuje sprawę do rozpoznania organowi rentowemu i umarza postępowanie.</w:t>
      </w:r>
      <w:r>
        <w:t>”</w:t>
      </w:r>
      <w:r w:rsidR="00365013" w:rsidRPr="006D0689">
        <w:t xml:space="preserve">. </w:t>
      </w:r>
    </w:p>
    <w:p w14:paraId="7D482471" w14:textId="68B6A6C9" w:rsidR="00365013" w:rsidRPr="004D2BB7" w:rsidRDefault="00365013" w:rsidP="00365013">
      <w:pPr>
        <w:pStyle w:val="ARTartustawynprozporzdzenia"/>
      </w:pPr>
      <w:r w:rsidRPr="00674537">
        <w:rPr>
          <w:rStyle w:val="Ppogrubienie"/>
        </w:rPr>
        <w:t>Art. 4.</w:t>
      </w:r>
      <w:r w:rsidRPr="004D2BB7">
        <w:t xml:space="preserve"> </w:t>
      </w:r>
      <w:bookmarkStart w:id="16" w:name="_Hlk164537186"/>
      <w:r w:rsidRPr="006D0689">
        <w:t xml:space="preserve">W ustawie z dnia 29 maja 1974 r. o zaopatrzeniu inwalidów wojennych i wojskowych oraz ich rodzin </w:t>
      </w:r>
      <w:bookmarkEnd w:id="16"/>
      <w:r w:rsidRPr="006D0689">
        <w:t>(Dz. U. z 202</w:t>
      </w:r>
      <w:r w:rsidR="0041619E">
        <w:t>5</w:t>
      </w:r>
      <w:r w:rsidRPr="006D0689">
        <w:t xml:space="preserve"> r. poz.</w:t>
      </w:r>
      <w:r w:rsidR="0041619E">
        <w:t xml:space="preserve"> 195</w:t>
      </w:r>
      <w:r w:rsidRPr="006D0689">
        <w:t xml:space="preserve">) </w:t>
      </w:r>
      <w:r>
        <w:t>w art. 57 ust. 2 otrzymuje brzmienie:</w:t>
      </w:r>
    </w:p>
    <w:p w14:paraId="53AB1024" w14:textId="77777777" w:rsidR="00365013" w:rsidRPr="006D0689" w:rsidRDefault="00FB4DF8" w:rsidP="00365013">
      <w:pPr>
        <w:pStyle w:val="ZUSTzmustartykuempunktem"/>
      </w:pPr>
      <w:r>
        <w:t>„</w:t>
      </w:r>
      <w:r w:rsidR="00365013" w:rsidRPr="006D0689">
        <w:t>2. Niezdolność do pracy, datę jej powstania, związek niezdolności do pracy z działaniami wojennymi lub mającymi charakter wojennych albo ze służbą wojskową, związek śmierci ze służbą wojskową żołnierza zwolnionego ze służby, który zmarł poza podmiotem, o którym mowa w ust. 1, oraz związek śmierci inwalidy ze służbą wojskową ustala lekarz orzecznik Zakładu Ubezpieczeń Społecznych na podstawie orzeczenia wojskowej komisji lekarskiej.</w:t>
      </w:r>
      <w:r w:rsidR="00365013" w:rsidRPr="004D2BB7">
        <w:t xml:space="preserve"> </w:t>
      </w:r>
      <w:r w:rsidR="00365013" w:rsidRPr="006D0689">
        <w:t xml:space="preserve">Orzeczenie lekarza orzecznika </w:t>
      </w:r>
      <w:r w:rsidR="00365013">
        <w:t xml:space="preserve">Zakładu Ubezpieczeń Społecznych </w:t>
      </w:r>
      <w:r w:rsidR="00365013" w:rsidRPr="006D0689">
        <w:t xml:space="preserve">jest wydawane </w:t>
      </w:r>
      <w:r w:rsidR="00365013" w:rsidRPr="004D2BB7">
        <w:t>na zasadach i w trybie określonym w</w:t>
      </w:r>
      <w:r w:rsidR="00365013" w:rsidRPr="006D0689">
        <w:t xml:space="preserve"> przepisach ustawy z dnia 13 października 1998 r. o systemie ubezpieczeń społecznych (</w:t>
      </w:r>
      <w:r w:rsidR="00365013" w:rsidRPr="004D2BB7">
        <w:t xml:space="preserve">Dz. U. z 2024 r. poz. </w:t>
      </w:r>
      <w:r w:rsidR="00365013" w:rsidRPr="006D0689">
        <w:t>497</w:t>
      </w:r>
      <w:r w:rsidR="00365013">
        <w:t>,</w:t>
      </w:r>
      <w:r w:rsidR="00365013" w:rsidRPr="00BF2538">
        <w:t xml:space="preserve"> 863</w:t>
      </w:r>
      <w:r w:rsidR="00623C03">
        <w:t xml:space="preserve">, </w:t>
      </w:r>
      <w:r w:rsidR="00365013" w:rsidRPr="00BF2538">
        <w:t>1243</w:t>
      </w:r>
      <w:r w:rsidR="00623C03" w:rsidRPr="00623C03">
        <w:t xml:space="preserve"> i 1615</w:t>
      </w:r>
      <w:r w:rsidR="00365013" w:rsidRPr="006D0689">
        <w:t>).</w:t>
      </w:r>
      <w:r>
        <w:t>”</w:t>
      </w:r>
      <w:r w:rsidR="00365013" w:rsidRPr="006D0689">
        <w:t xml:space="preserve">. </w:t>
      </w:r>
    </w:p>
    <w:p w14:paraId="6497101D" w14:textId="77777777" w:rsidR="00365013" w:rsidRPr="006D0689" w:rsidRDefault="00365013" w:rsidP="00365013">
      <w:pPr>
        <w:pStyle w:val="ARTartustawynprozporzdzenia"/>
      </w:pPr>
      <w:r w:rsidRPr="00674537">
        <w:rPr>
          <w:rStyle w:val="Ppogrubienie"/>
        </w:rPr>
        <w:t>Art. 5.</w:t>
      </w:r>
      <w:r w:rsidRPr="004D2BB7">
        <w:t xml:space="preserve"> W </w:t>
      </w:r>
      <w:r w:rsidRPr="006D0689">
        <w:t xml:space="preserve">ustawie z dnia </w:t>
      </w:r>
      <w:bookmarkStart w:id="17" w:name="_Hlk164537409"/>
      <w:r w:rsidRPr="006D0689">
        <w:t xml:space="preserve">16 września 1982 r. o pracownikach urzędów państwowych </w:t>
      </w:r>
      <w:bookmarkEnd w:id="17"/>
      <w:r w:rsidRPr="006D0689">
        <w:t>(Dz. U. z 2023 r. poz. 1917</w:t>
      </w:r>
      <w:r w:rsidR="00D87A09">
        <w:t xml:space="preserve"> oraz z 2025 r. poz. 39</w:t>
      </w:r>
      <w:r w:rsidRPr="006D0689">
        <w:t>) wprowadza się następujące zmiany:</w:t>
      </w:r>
    </w:p>
    <w:p w14:paraId="12521CFA" w14:textId="77777777" w:rsidR="00365013" w:rsidRPr="006D0689" w:rsidRDefault="00365013" w:rsidP="00365013">
      <w:pPr>
        <w:pStyle w:val="PKTpunkt"/>
      </w:pPr>
      <w:r w:rsidRPr="004D2BB7">
        <w:t>1)</w:t>
      </w:r>
      <w:r w:rsidRPr="004D2BB7">
        <w:tab/>
      </w:r>
      <w:r w:rsidRPr="006D0689">
        <w:t xml:space="preserve">w </w:t>
      </w:r>
      <w:bookmarkStart w:id="18" w:name="_Hlk164537455"/>
      <w:r w:rsidRPr="006D0689">
        <w:t xml:space="preserve">art. 10 ust. 5 </w:t>
      </w:r>
      <w:bookmarkEnd w:id="18"/>
      <w:r w:rsidRPr="006D0689">
        <w:t>otrzymuje brzmienie:</w:t>
      </w:r>
    </w:p>
    <w:p w14:paraId="732E60A2" w14:textId="77777777" w:rsidR="00365013" w:rsidRPr="006D0689" w:rsidRDefault="00FB4DF8" w:rsidP="00365013">
      <w:pPr>
        <w:pStyle w:val="ZUSTzmustartykuempunktem"/>
      </w:pPr>
      <w:r>
        <w:t>„</w:t>
      </w:r>
      <w:r w:rsidR="00365013" w:rsidRPr="006D0689">
        <w:t xml:space="preserve">5. W razie trwałej utraty zdolności do pracy na zajmowanym stanowisku, stwierdzonej orzeczeniem lekarza orzecznika Zakładu Ubezpieczeń Społecznych, urzędnika państwowego mianowanego można za jego zgodą przenieść na inne, także niższe stanowisko, z tym że przez okres trzech miesięcy zachowuje prawo do dotychczasowego wynagrodzenia. Jeżeli urzędnik państwowy zostaje poddany rehabilitacji zawodowej lub przysposobieniu do innej pracy, zachowuje prawo do dotychczasowego wynagrodzenia przez okres dwunastu miesięcy. Orzeczenie lekarza orzecznika </w:t>
      </w:r>
      <w:bookmarkStart w:id="19" w:name="_Hlk175726758"/>
      <w:r w:rsidR="00365013">
        <w:t xml:space="preserve">Zakładu Ubezpieczeń Społecznych </w:t>
      </w:r>
      <w:bookmarkEnd w:id="19"/>
      <w:r w:rsidR="00365013" w:rsidRPr="006D0689">
        <w:t>jest wydawane na zasadach i w trybie określonym w przepisach ustawy z dnia 13 października 1998 r. o systemie ubezpieczeń społecznych (</w:t>
      </w:r>
      <w:r w:rsidR="00365013" w:rsidRPr="004D2BB7">
        <w:t xml:space="preserve">Dz. U. z 2024 r. poz. </w:t>
      </w:r>
      <w:r w:rsidR="00365013" w:rsidRPr="006D0689">
        <w:t>497</w:t>
      </w:r>
      <w:r w:rsidR="00365013">
        <w:t xml:space="preserve">, </w:t>
      </w:r>
      <w:r w:rsidR="00365013" w:rsidRPr="00C50BF2">
        <w:t>863</w:t>
      </w:r>
      <w:r w:rsidR="00623C03">
        <w:t>,</w:t>
      </w:r>
      <w:r w:rsidR="00365013" w:rsidRPr="00C50BF2">
        <w:t xml:space="preserve"> 1243</w:t>
      </w:r>
      <w:r w:rsidR="00623C03" w:rsidRPr="00623C03">
        <w:t xml:space="preserve"> i 1615</w:t>
      </w:r>
      <w:r w:rsidR="00365013" w:rsidRPr="006D0689">
        <w:t>)</w:t>
      </w:r>
      <w:r w:rsidR="00365013">
        <w:t>.</w:t>
      </w:r>
      <w:r>
        <w:t>”</w:t>
      </w:r>
      <w:r w:rsidR="00365013" w:rsidRPr="006D0689">
        <w:t>;</w:t>
      </w:r>
    </w:p>
    <w:p w14:paraId="553E216F" w14:textId="77777777" w:rsidR="00365013" w:rsidRPr="006D0689" w:rsidRDefault="00365013" w:rsidP="00D4685E">
      <w:pPr>
        <w:pStyle w:val="PKTpunkt"/>
      </w:pPr>
      <w:r w:rsidRPr="004D2BB7">
        <w:t>2)</w:t>
      </w:r>
      <w:r w:rsidRPr="004D2BB7">
        <w:tab/>
      </w:r>
      <w:r w:rsidRPr="006D0689">
        <w:t xml:space="preserve">w </w:t>
      </w:r>
      <w:bookmarkStart w:id="20" w:name="_Hlk164537478"/>
      <w:r w:rsidRPr="006D0689">
        <w:t>art. 13</w:t>
      </w:r>
      <w:r w:rsidR="00E709E5">
        <w:t xml:space="preserve"> </w:t>
      </w:r>
      <w:r>
        <w:t xml:space="preserve">w </w:t>
      </w:r>
      <w:r w:rsidRPr="006D0689">
        <w:t xml:space="preserve">ust. 1 pkt 4 </w:t>
      </w:r>
      <w:bookmarkEnd w:id="20"/>
      <w:r w:rsidRPr="006D0689">
        <w:t>otrzymuje brzmienie:</w:t>
      </w:r>
    </w:p>
    <w:p w14:paraId="4B957F75" w14:textId="77777777" w:rsidR="00365013" w:rsidRPr="00AA5424" w:rsidRDefault="00FB4DF8" w:rsidP="001F18D6">
      <w:pPr>
        <w:pStyle w:val="ZPKTzmpktartykuempunktem"/>
      </w:pPr>
      <w:r>
        <w:t>„</w:t>
      </w:r>
      <w:r w:rsidR="00365013" w:rsidRPr="006D0689">
        <w:t>4)</w:t>
      </w:r>
      <w:r w:rsidR="00365013">
        <w:tab/>
      </w:r>
      <w:r w:rsidR="00365013" w:rsidRPr="00994F4A">
        <w:t>trwałej utraty zdolności fizycznej lub psychicznej do pracy na zajmowanym stanowisku, stwierdzonej orzeczeniem lekarza orzecznika Zakładu Ubezpieczeń Społecznych</w:t>
      </w:r>
      <w:r w:rsidR="00635DE0">
        <w:t xml:space="preserve">, wydanym </w:t>
      </w:r>
      <w:r w:rsidR="00635DE0" w:rsidRPr="00AA5424">
        <w:t>na zasadach i w trybie określonym w przepisach ustawy z dnia 13 października 1998 r. o systemie ubezpieczeń społecznych</w:t>
      </w:r>
      <w:r w:rsidR="00635DE0">
        <w:t xml:space="preserve"> (</w:t>
      </w:r>
      <w:r w:rsidR="00635DE0" w:rsidRPr="004D2BB7">
        <w:t xml:space="preserve">Dz. U. z 2024 r. poz. </w:t>
      </w:r>
      <w:r w:rsidR="00635DE0" w:rsidRPr="006D0689">
        <w:t>497</w:t>
      </w:r>
      <w:r w:rsidR="00635DE0">
        <w:t xml:space="preserve">, </w:t>
      </w:r>
      <w:r w:rsidR="00635DE0" w:rsidRPr="00C50BF2">
        <w:t>863</w:t>
      </w:r>
      <w:r w:rsidR="00623C03">
        <w:t>,</w:t>
      </w:r>
      <w:r w:rsidR="00635DE0" w:rsidRPr="00C50BF2">
        <w:t xml:space="preserve"> 1243</w:t>
      </w:r>
      <w:r w:rsidR="00623C03" w:rsidRPr="00623C03">
        <w:t xml:space="preserve"> i 1615</w:t>
      </w:r>
      <w:r w:rsidR="00635DE0" w:rsidRPr="006D0689">
        <w:t>)</w:t>
      </w:r>
      <w:r w:rsidR="00365013" w:rsidRPr="00994F4A">
        <w:t xml:space="preserve">, jeżeli nie ma możliwości zatrudnienia urzędnika </w:t>
      </w:r>
      <w:r w:rsidR="00365013" w:rsidRPr="00994F4A">
        <w:lastRenderedPageBreak/>
        <w:t>państwowego mianowanego na innym stanowisku, odpowiednim do jego stanu zdrowia i kwalifikacji zawodowych, albo gdy urzędnik państwowy mianowany odmawia przejścia do takiej pracy.</w:t>
      </w:r>
      <w:r>
        <w:t>”</w:t>
      </w:r>
      <w:r w:rsidR="00635DE0">
        <w:t>.</w:t>
      </w:r>
    </w:p>
    <w:p w14:paraId="41478711" w14:textId="77777777" w:rsidR="00365013" w:rsidRPr="004D2BB7" w:rsidRDefault="00365013" w:rsidP="00365013">
      <w:pPr>
        <w:pStyle w:val="ARTartustawynprozporzdzenia"/>
      </w:pPr>
      <w:r w:rsidRPr="00674537">
        <w:rPr>
          <w:rStyle w:val="Ppogrubienie"/>
        </w:rPr>
        <w:t>Art. 6.</w:t>
      </w:r>
      <w:r w:rsidRPr="006D0689">
        <w:t xml:space="preserve"> W ustawie z dnia 24 stycznia 1991 r. o kombatantach oraz niektórych osobach będących ofiarami represji wojennych i okresu powojennego (Dz. U. z 2022 r. poz. 2039) </w:t>
      </w:r>
      <w:r>
        <w:t>w art. 12 ust. 4 otrzymuje brzmienie:</w:t>
      </w:r>
    </w:p>
    <w:p w14:paraId="70156FAA" w14:textId="77777777" w:rsidR="00365013" w:rsidRPr="004D2BB7" w:rsidRDefault="00FB4DF8" w:rsidP="00365013">
      <w:pPr>
        <w:pStyle w:val="ZUSTzmustartykuempunktem"/>
      </w:pPr>
      <w:r>
        <w:t>„</w:t>
      </w:r>
      <w:r w:rsidR="00365013" w:rsidRPr="006D0689">
        <w:t xml:space="preserve">4. Związek zranień, kontuzji lub innych obrażeń lub chorób z pobytem w miejscach, o których mowa w art. 3 i art. 4 ust. 1, a także związek niezdolności do pracy z takim pobytem ustala lekarz orzecznik Zakładu Ubezpieczeń Społecznych. </w:t>
      </w:r>
      <w:r w:rsidR="00365013" w:rsidRPr="004D2BB7">
        <w:t xml:space="preserve">Orzeczenie lekarza orzecznika </w:t>
      </w:r>
      <w:r w:rsidR="00365013">
        <w:t xml:space="preserve">Zakładu Ubezpieczeń Społecznych </w:t>
      </w:r>
      <w:r w:rsidR="00365013" w:rsidRPr="004D2BB7">
        <w:t>jest wydawane na zasadach i w trybie określonym w przepisach ustawy z dnia 13 października 1998 r. o systemie ubezpieczeń społecznych (Dz. U. z 2024 r. poz. 497</w:t>
      </w:r>
      <w:r w:rsidR="00365013">
        <w:t xml:space="preserve">, </w:t>
      </w:r>
      <w:r w:rsidR="00365013" w:rsidRPr="00C50BF2">
        <w:t>863</w:t>
      </w:r>
      <w:r w:rsidR="00623C03">
        <w:t>,</w:t>
      </w:r>
      <w:r w:rsidR="00365013" w:rsidRPr="00C50BF2">
        <w:t xml:space="preserve"> 1243</w:t>
      </w:r>
      <w:r w:rsidR="00623C03" w:rsidRPr="00623C03">
        <w:t xml:space="preserve"> i 1615</w:t>
      </w:r>
      <w:r w:rsidR="00365013" w:rsidRPr="004D2BB7">
        <w:t>).</w:t>
      </w:r>
      <w:r>
        <w:t>”</w:t>
      </w:r>
      <w:r w:rsidR="00365013" w:rsidRPr="004D2BB7">
        <w:t>.</w:t>
      </w:r>
    </w:p>
    <w:p w14:paraId="0169BA75" w14:textId="77777777" w:rsidR="00365013" w:rsidRPr="004D2BB7" w:rsidRDefault="00365013" w:rsidP="00365013">
      <w:pPr>
        <w:pStyle w:val="ARTartustawynprozporzdzenia"/>
      </w:pPr>
      <w:r w:rsidRPr="00674537">
        <w:rPr>
          <w:rStyle w:val="Ppogrubienie"/>
        </w:rPr>
        <w:t>Art. 7.</w:t>
      </w:r>
      <w:r w:rsidRPr="004D2BB7">
        <w:t xml:space="preserve"> </w:t>
      </w:r>
      <w:r w:rsidRPr="006D0689">
        <w:t xml:space="preserve">W ustawie z dnia </w:t>
      </w:r>
      <w:bookmarkStart w:id="21" w:name="_Hlk164537714"/>
      <w:r w:rsidRPr="006D0689">
        <w:t xml:space="preserve">14 lutego 1991 r. – Prawo o notariacie </w:t>
      </w:r>
      <w:bookmarkEnd w:id="21"/>
      <w:r w:rsidRPr="006D0689">
        <w:t>(Dz. U. z 202</w:t>
      </w:r>
      <w:r>
        <w:t>4</w:t>
      </w:r>
      <w:r w:rsidRPr="006D0689">
        <w:t xml:space="preserve"> r. poz. </w:t>
      </w:r>
      <w:r>
        <w:t>1001)</w:t>
      </w:r>
      <w:r w:rsidRPr="006D0689">
        <w:t xml:space="preserve"> </w:t>
      </w:r>
      <w:r w:rsidRPr="004D2BB7">
        <w:t xml:space="preserve">w art. </w:t>
      </w:r>
      <w:bookmarkStart w:id="22" w:name="_Hlk164537742"/>
      <w:r w:rsidRPr="004D2BB7">
        <w:t xml:space="preserve">16 </w:t>
      </w:r>
      <w:r>
        <w:t xml:space="preserve">w </w:t>
      </w:r>
      <w:r w:rsidRPr="004D2BB7">
        <w:t xml:space="preserve">§ 1 pkt 2 </w:t>
      </w:r>
      <w:bookmarkEnd w:id="22"/>
      <w:r w:rsidRPr="004D2BB7">
        <w:t>otrzymuje brzmienie:</w:t>
      </w:r>
    </w:p>
    <w:p w14:paraId="5022CAFB" w14:textId="77777777" w:rsidR="00365013" w:rsidRPr="006D0689" w:rsidRDefault="00FB4DF8" w:rsidP="00365013">
      <w:pPr>
        <w:pStyle w:val="ZPKTzmpktartykuempunktem"/>
      </w:pPr>
      <w:bookmarkStart w:id="23" w:name="_Hlk186202523"/>
      <w:r>
        <w:t>„</w:t>
      </w:r>
      <w:r w:rsidR="00365013" w:rsidRPr="006D0689">
        <w:t>2)</w:t>
      </w:r>
      <w:bookmarkEnd w:id="23"/>
      <w:r w:rsidR="00365013">
        <w:tab/>
      </w:r>
      <w:r w:rsidR="00365013" w:rsidRPr="006D0689">
        <w:t xml:space="preserve">z powodu choroby lub ułomności został uznany orzeczeniem lekarza orzecznika Zakładu Ubezpieczeń Społecznych za trwale niezdolnego do pełnienia obowiązków notariusza lub bez uzasadnionej przyczyny odmówił poddania się ocenie niezdolności do pracy, mimo zalecenia rady właściwej izby notarialnej. Orzeczenie lekarza orzecznika </w:t>
      </w:r>
      <w:r w:rsidR="00365013">
        <w:t xml:space="preserve">Zakładu Ubezpieczeń Społecznych </w:t>
      </w:r>
      <w:r w:rsidR="00365013" w:rsidRPr="006D0689">
        <w:t>jest wydawane na zasadach i w trybie określonym w przepisach ustawy z dnia 13 października 1998 r. o systemie ubezpieczeń społecznych (Dz. U. z 2024 r. poz. 497</w:t>
      </w:r>
      <w:r w:rsidR="00365013">
        <w:t xml:space="preserve">, </w:t>
      </w:r>
      <w:r w:rsidR="00365013" w:rsidRPr="00D66752">
        <w:t>863</w:t>
      </w:r>
      <w:r w:rsidR="00623C03">
        <w:t>,</w:t>
      </w:r>
      <w:r w:rsidR="00365013" w:rsidRPr="00D66752">
        <w:t>1243</w:t>
      </w:r>
      <w:r w:rsidR="00623C03" w:rsidRPr="00623C03">
        <w:t xml:space="preserve"> i 1615</w:t>
      </w:r>
      <w:r w:rsidR="00365013" w:rsidRPr="006D0689">
        <w:t>).</w:t>
      </w:r>
      <w:r>
        <w:t>”</w:t>
      </w:r>
      <w:r w:rsidR="00267527" w:rsidRPr="004D2BB7">
        <w:t>.</w:t>
      </w:r>
    </w:p>
    <w:p w14:paraId="61D1ED07" w14:textId="77777777" w:rsidR="00365013" w:rsidRDefault="00365013" w:rsidP="00365013">
      <w:pPr>
        <w:pStyle w:val="ARTartustawynprozporzdzenia"/>
      </w:pPr>
      <w:r w:rsidRPr="00674537">
        <w:rPr>
          <w:rStyle w:val="Ppogrubienie"/>
        </w:rPr>
        <w:t>Art. 8.</w:t>
      </w:r>
      <w:r w:rsidRPr="004D2BB7">
        <w:t xml:space="preserve"> </w:t>
      </w:r>
      <w:r w:rsidRPr="006D0689">
        <w:t xml:space="preserve">W ustawie z dnia </w:t>
      </w:r>
      <w:bookmarkStart w:id="24" w:name="_Hlk164537897"/>
      <w:r w:rsidRPr="006D0689">
        <w:t xml:space="preserve">10 grudnia 1993 r. o zaopatrzeniu emerytalnym żołnierzy zawodowych oraz ich rodzin </w:t>
      </w:r>
      <w:bookmarkEnd w:id="24"/>
      <w:r w:rsidRPr="006D0689">
        <w:t>(Dz. U. z 2024 r. poz. 242</w:t>
      </w:r>
      <w:r w:rsidR="00B214F1">
        <w:t xml:space="preserve"> i 1243</w:t>
      </w:r>
      <w:r w:rsidRPr="006D0689">
        <w:t xml:space="preserve">) </w:t>
      </w:r>
      <w:r w:rsidR="005971EF">
        <w:t xml:space="preserve">w </w:t>
      </w:r>
      <w:r w:rsidRPr="006D0689">
        <w:t>art. 24</w:t>
      </w:r>
      <w:r>
        <w:t xml:space="preserve"> </w:t>
      </w:r>
      <w:r w:rsidR="005971EF" w:rsidRPr="005971EF">
        <w:t xml:space="preserve">dotychczasową treść </w:t>
      </w:r>
      <w:r>
        <w:t>oznacza się jako ust. 1 i dodaje się ust. 2 w brzmieniu:</w:t>
      </w:r>
      <w:r w:rsidRPr="006D0689">
        <w:t xml:space="preserve"> </w:t>
      </w:r>
    </w:p>
    <w:p w14:paraId="4D7F15C9" w14:textId="77777777" w:rsidR="00365013" w:rsidRDefault="00FB4DF8" w:rsidP="00365013">
      <w:pPr>
        <w:pStyle w:val="ZUSTzmustartykuempunktem"/>
        <w:rPr>
          <w:highlight w:val="yellow"/>
        </w:rPr>
      </w:pPr>
      <w:bookmarkStart w:id="25" w:name="_Hlk175663888"/>
      <w:r>
        <w:t>„</w:t>
      </w:r>
      <w:r w:rsidR="00365013">
        <w:t>2. O</w:t>
      </w:r>
      <w:r w:rsidR="00365013" w:rsidRPr="00A552C8">
        <w:t xml:space="preserve">rzeczenie lekarza orzecznika </w:t>
      </w:r>
      <w:r w:rsidR="00365013">
        <w:t xml:space="preserve">Zakładu Ubezpieczeń Społecznych </w:t>
      </w:r>
      <w:r w:rsidR="00365013" w:rsidRPr="00A552C8">
        <w:t>jest wydawane na zasadach i w  trybie określonym w przepisach ustawy z dnia 13 października 1998 r. o systemie ubezpieczeń społecznych.</w:t>
      </w:r>
      <w:r>
        <w:t>”</w:t>
      </w:r>
      <w:r w:rsidR="00365013" w:rsidRPr="00A552C8">
        <w:t>.</w:t>
      </w:r>
      <w:bookmarkStart w:id="26" w:name="_Hlk175726793"/>
    </w:p>
    <w:bookmarkEnd w:id="25"/>
    <w:bookmarkEnd w:id="26"/>
    <w:p w14:paraId="1F739D9B" w14:textId="77777777" w:rsidR="00365013" w:rsidRDefault="00365013" w:rsidP="00365013">
      <w:pPr>
        <w:pStyle w:val="ARTartustawynprozporzdzenia"/>
      </w:pPr>
      <w:r w:rsidRPr="00674537">
        <w:rPr>
          <w:rStyle w:val="Ppogrubienie"/>
        </w:rPr>
        <w:t>Art. 9</w:t>
      </w:r>
      <w:r w:rsidRPr="004D2BB7">
        <w:t>.</w:t>
      </w:r>
      <w:r w:rsidRPr="006D0689">
        <w:t xml:space="preserve"> W ustawie </w:t>
      </w:r>
      <w:bookmarkStart w:id="27" w:name="_Hlk164538101"/>
      <w:r w:rsidRPr="006D0689">
        <w:t>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(Dz. U. z 202</w:t>
      </w:r>
      <w:r>
        <w:t>4</w:t>
      </w:r>
      <w:r w:rsidRPr="006D0689">
        <w:t xml:space="preserve"> r. poz. </w:t>
      </w:r>
      <w:r>
        <w:t>1121</w:t>
      </w:r>
      <w:r w:rsidR="007A74DA">
        <w:t xml:space="preserve">, </w:t>
      </w:r>
      <w:r w:rsidR="00B214F1">
        <w:t>1243</w:t>
      </w:r>
      <w:r w:rsidR="007A74DA">
        <w:t xml:space="preserve">, </w:t>
      </w:r>
      <w:r w:rsidR="007A74DA">
        <w:lastRenderedPageBreak/>
        <w:t>1562 i 1871</w:t>
      </w:r>
      <w:r>
        <w:t xml:space="preserve">) </w:t>
      </w:r>
      <w:r w:rsidR="005971EF">
        <w:t xml:space="preserve">w </w:t>
      </w:r>
      <w:r w:rsidRPr="00522409">
        <w:t>art. 24</w:t>
      </w:r>
      <w:r w:rsidR="005971EF" w:rsidRPr="005971EF">
        <w:t xml:space="preserve"> dotychczasową treść</w:t>
      </w:r>
      <w:r w:rsidRPr="00522409">
        <w:t xml:space="preserve"> </w:t>
      </w:r>
      <w:r>
        <w:t>oznacza się jako ust. 1</w:t>
      </w:r>
      <w:bookmarkEnd w:id="27"/>
      <w:r>
        <w:t xml:space="preserve"> i dodaje się ust. 2 w brzmieniu:</w:t>
      </w:r>
    </w:p>
    <w:p w14:paraId="31721821" w14:textId="77777777" w:rsidR="00365013" w:rsidRPr="006D0689" w:rsidRDefault="00FB4DF8" w:rsidP="00365013">
      <w:pPr>
        <w:pStyle w:val="ZUSTzmustartykuempunktem"/>
      </w:pPr>
      <w:r>
        <w:t>„</w:t>
      </w:r>
      <w:r w:rsidR="00365013">
        <w:t xml:space="preserve">2. </w:t>
      </w:r>
      <w:r w:rsidR="00365013" w:rsidRPr="006D0689">
        <w:t xml:space="preserve">Orzeczenie lekarza orzecznika </w:t>
      </w:r>
      <w:r w:rsidR="00365013">
        <w:t xml:space="preserve">Zakładu Ubezpieczeń Społecznych </w:t>
      </w:r>
      <w:r w:rsidR="00365013" w:rsidRPr="006D0689">
        <w:t xml:space="preserve">jest wydawane </w:t>
      </w:r>
      <w:r w:rsidR="00365013" w:rsidRPr="004D2BB7">
        <w:t>na zasadach i w trybie określonym w</w:t>
      </w:r>
      <w:r w:rsidR="00365013" w:rsidRPr="006D0689">
        <w:t xml:space="preserve"> przepisach ustawy z dnia 13 października 1998 r. o systemie ubezpieczeń społecznych</w:t>
      </w:r>
      <w:r w:rsidR="00365013">
        <w:t>.</w:t>
      </w:r>
      <w:r>
        <w:t>”</w:t>
      </w:r>
      <w:r w:rsidR="00365013" w:rsidRPr="006D0689">
        <w:t>.</w:t>
      </w:r>
    </w:p>
    <w:p w14:paraId="01147525" w14:textId="77777777" w:rsidR="00365013" w:rsidRPr="006D0689" w:rsidRDefault="00365013" w:rsidP="00365013">
      <w:pPr>
        <w:pStyle w:val="ARTartustawynprozporzdzenia"/>
      </w:pPr>
      <w:r w:rsidRPr="00674537">
        <w:rPr>
          <w:rStyle w:val="Ppogrubienie"/>
        </w:rPr>
        <w:t>Art. 10.</w:t>
      </w:r>
      <w:r w:rsidRPr="004D2BB7">
        <w:t xml:space="preserve"> </w:t>
      </w:r>
      <w:r w:rsidRPr="006D0689">
        <w:t>W ustawie z dnia 23 grudnia 1994 r. o Najwyższej Izbie Kontroli (Dz. U. z 2022 r. poz. 623) wprowadza się następujące zmiany:</w:t>
      </w:r>
    </w:p>
    <w:p w14:paraId="08DEC70A" w14:textId="77777777" w:rsidR="00365013" w:rsidRPr="006D0689" w:rsidRDefault="00365013" w:rsidP="00365013">
      <w:pPr>
        <w:pStyle w:val="PKTpunkt"/>
      </w:pPr>
      <w:r w:rsidRPr="004D2BB7">
        <w:t>1)</w:t>
      </w:r>
      <w:r w:rsidRPr="004D2BB7">
        <w:tab/>
      </w:r>
      <w:r w:rsidRPr="006D0689" w:rsidDel="003B3D14">
        <w:t>w art. 92 ust. 3 otrzymuje brzmienie</w:t>
      </w:r>
      <w:r w:rsidRPr="006D0689">
        <w:t>:</w:t>
      </w:r>
    </w:p>
    <w:p w14:paraId="65867FC2" w14:textId="77777777" w:rsidR="00365013" w:rsidRPr="006D0689" w:rsidRDefault="00FB4DF8" w:rsidP="00365013">
      <w:pPr>
        <w:pStyle w:val="ZUSTzmustartykuempunktem"/>
      </w:pPr>
      <w:r>
        <w:t>„</w:t>
      </w:r>
      <w:r w:rsidR="00365013" w:rsidRPr="006D0689">
        <w:t>3. Prezes Najwyższej Izby Kontroli w uzasadnionych przypadkach, w szczególności w razie długotrwałego korzystania ze zwolnień lekarskich, może z urzędu skierować mianowanego kontrolera do lekarza orzecznika Zakładu Ubezpieczeń Społecznych w celu ustalenia, czy jego stan zdrowia pozwala na zatrudnienie go na zajmowanym stanowisku. Orzeczenie lekarza orzecznika jest wydawane na zasadach i w trybie określonym w przepisach ustawy z dnia 13 października 1998 r. o systemie ubezpieczeń społecznych (Dz. U. z 2024 r. poz. 497</w:t>
      </w:r>
      <w:r w:rsidR="00365013">
        <w:t xml:space="preserve">, </w:t>
      </w:r>
      <w:r w:rsidR="00365013" w:rsidRPr="00517001">
        <w:t>863</w:t>
      </w:r>
      <w:r w:rsidR="00623C03">
        <w:t>,</w:t>
      </w:r>
      <w:r w:rsidR="00365013" w:rsidRPr="00517001">
        <w:t xml:space="preserve"> 1243</w:t>
      </w:r>
      <w:r w:rsidR="00623C03" w:rsidRPr="00623C03">
        <w:t xml:space="preserve"> i 1615</w:t>
      </w:r>
      <w:r w:rsidR="00365013" w:rsidRPr="006D0689">
        <w:t>).</w:t>
      </w:r>
      <w:r>
        <w:t>”</w:t>
      </w:r>
      <w:r w:rsidR="00365013" w:rsidRPr="006D0689">
        <w:t>;</w:t>
      </w:r>
    </w:p>
    <w:p w14:paraId="73E0127F" w14:textId="77777777" w:rsidR="00365013" w:rsidRDefault="00365013" w:rsidP="00365013">
      <w:pPr>
        <w:pStyle w:val="PKTpunkt"/>
      </w:pPr>
      <w:r w:rsidRPr="004D2BB7">
        <w:t>2)</w:t>
      </w:r>
      <w:r w:rsidRPr="004D2BB7">
        <w:tab/>
      </w:r>
      <w:r w:rsidRPr="006D0689">
        <w:t xml:space="preserve">w art. 93 </w:t>
      </w:r>
      <w:r>
        <w:t xml:space="preserve">po </w:t>
      </w:r>
      <w:r w:rsidRPr="006D0689">
        <w:t>ust. 1</w:t>
      </w:r>
      <w:r>
        <w:t xml:space="preserve"> dodaje się ust. 1a w brzmieniu</w:t>
      </w:r>
    </w:p>
    <w:p w14:paraId="76329290" w14:textId="77777777" w:rsidR="00365013" w:rsidRPr="006D0689" w:rsidRDefault="00FB4DF8" w:rsidP="00365013">
      <w:pPr>
        <w:pStyle w:val="ZUSTzmustartykuempunktem"/>
      </w:pPr>
      <w:r>
        <w:t>„</w:t>
      </w:r>
      <w:r w:rsidR="00365013">
        <w:t xml:space="preserve">1a. </w:t>
      </w:r>
      <w:r w:rsidR="00365013" w:rsidRPr="006D0689">
        <w:t>Orzeczenie lekarza orzecznika</w:t>
      </w:r>
      <w:r w:rsidR="00365013">
        <w:t xml:space="preserve"> Zakładu Ubezpieczeń Społecznych, o którym mowa w ust. 1 pkt 2,</w:t>
      </w:r>
      <w:r w:rsidR="00365013" w:rsidRPr="006D0689">
        <w:t xml:space="preserve"> jest wydawane na zasadach i w trybie określonym </w:t>
      </w:r>
      <w:r w:rsidR="00365013">
        <w:t xml:space="preserve"> </w:t>
      </w:r>
      <w:r w:rsidR="00365013" w:rsidRPr="006D0689">
        <w:t>w przepisach ustawy z dnia 13 października 1998 r. o systemie ubezpieczeń społecznych.</w:t>
      </w:r>
      <w:r>
        <w:t>”</w:t>
      </w:r>
      <w:r w:rsidR="00365013" w:rsidRPr="006D0689">
        <w:t>.</w:t>
      </w:r>
    </w:p>
    <w:p w14:paraId="0D2D850B" w14:textId="77777777" w:rsidR="00365013" w:rsidRPr="004D2BB7" w:rsidRDefault="00365013" w:rsidP="00365013">
      <w:pPr>
        <w:pStyle w:val="ARTartustawynprozporzdzenia"/>
      </w:pPr>
      <w:r w:rsidRPr="00674537">
        <w:rPr>
          <w:rStyle w:val="Ppogrubienie"/>
        </w:rPr>
        <w:t>Art. 11.</w:t>
      </w:r>
      <w:r w:rsidRPr="004D2BB7">
        <w:t xml:space="preserve"> W ustawie </w:t>
      </w:r>
      <w:r w:rsidRPr="006D0689">
        <w:t>z dnia 27 sierpnia 1997 r. o rehabilitacji zawodowej i społecznej oraz zatrudnianiu osób niepełnosprawnych (Dz. U. z 2024 r. poz. 44</w:t>
      </w:r>
      <w:r w:rsidR="00B214F1">
        <w:t>, 858, 1089</w:t>
      </w:r>
      <w:r w:rsidR="002273CF">
        <w:t>,</w:t>
      </w:r>
      <w:r w:rsidR="00B214F1">
        <w:t xml:space="preserve"> 1165</w:t>
      </w:r>
      <w:r w:rsidR="007A74DA">
        <w:t>,</w:t>
      </w:r>
      <w:r w:rsidR="002273CF">
        <w:t xml:space="preserve"> 1494</w:t>
      </w:r>
      <w:r w:rsidR="007A74DA">
        <w:t xml:space="preserve"> i 1961</w:t>
      </w:r>
      <w:r w:rsidRPr="006D0689">
        <w:t xml:space="preserve">) </w:t>
      </w:r>
      <w:r w:rsidRPr="004D2BB7">
        <w:t xml:space="preserve">w art. 5 </w:t>
      </w:r>
      <w:r>
        <w:t>wprowadzenie do wyliczenia</w:t>
      </w:r>
      <w:r w:rsidRPr="004D2BB7">
        <w:t xml:space="preserve"> otrzymuje brzmienie:</w:t>
      </w:r>
    </w:p>
    <w:p w14:paraId="2655ABAC" w14:textId="77777777" w:rsidR="00365013" w:rsidRPr="004D2BB7" w:rsidRDefault="00FB4DF8" w:rsidP="00CA27ED">
      <w:pPr>
        <w:pStyle w:val="ZFRAGzmfragmentunpzdaniaartykuempunktem"/>
      </w:pPr>
      <w:r>
        <w:t>„</w:t>
      </w:r>
      <w:r w:rsidR="00365013" w:rsidRPr="006D0689">
        <w:t xml:space="preserve">Orzeczenie wydane </w:t>
      </w:r>
      <w:r w:rsidR="00365013">
        <w:t>odpowiednio</w:t>
      </w:r>
      <w:r w:rsidR="00365013" w:rsidRPr="006D0689">
        <w:t xml:space="preserve"> przez lekarza orzecznika</w:t>
      </w:r>
      <w:r w:rsidR="00365013">
        <w:t xml:space="preserve"> Zakładu Ubezpieczeń Społecznych</w:t>
      </w:r>
      <w:r w:rsidR="00365013" w:rsidRPr="006D0689">
        <w:t xml:space="preserve"> albo przez </w:t>
      </w:r>
      <w:r w:rsidR="008B6D35">
        <w:t>osobę</w:t>
      </w:r>
      <w:r w:rsidR="00365013" w:rsidRPr="004D2BB7">
        <w:t xml:space="preserve"> wykonując</w:t>
      </w:r>
      <w:r w:rsidR="008B6D35">
        <w:t>ą</w:t>
      </w:r>
      <w:r w:rsidR="00365013" w:rsidRPr="004D2BB7">
        <w:t xml:space="preserve"> samodzielny zawód medyczny</w:t>
      </w:r>
      <w:r w:rsidR="00B34BC0">
        <w:t>,</w:t>
      </w:r>
      <w:r w:rsidR="00B34BC0" w:rsidRPr="00B34BC0">
        <w:t xml:space="preserve"> o której mowa w art. 4 pkt 20 ustawy z dnia 13 października 1998 r. o systemie ubezpieczeń społecznych, </w:t>
      </w:r>
      <w:r w:rsidR="00365013" w:rsidRPr="006D0689">
        <w:t xml:space="preserve"> o:</w:t>
      </w:r>
      <w:r>
        <w:t>”</w:t>
      </w:r>
      <w:r w:rsidR="00365013" w:rsidRPr="006D0689">
        <w:t>.</w:t>
      </w:r>
    </w:p>
    <w:p w14:paraId="3FA7B38F" w14:textId="77777777" w:rsidR="00365013" w:rsidRPr="006D0689" w:rsidRDefault="00365013" w:rsidP="00365013">
      <w:pPr>
        <w:pStyle w:val="ARTartustawynprozporzdzenia"/>
      </w:pPr>
      <w:r w:rsidRPr="00674537">
        <w:rPr>
          <w:rStyle w:val="Ppogrubienie"/>
        </w:rPr>
        <w:t>Art. 12.</w:t>
      </w:r>
      <w:r w:rsidRPr="004D2BB7">
        <w:t xml:space="preserve"> </w:t>
      </w:r>
      <w:r w:rsidRPr="006D0689">
        <w:t xml:space="preserve">W ustawie z dnia 17 grudnia 1998 r. o emeryturach i rentach z Funduszu Ubezpieczeń Społecznych (Dz. U. </w:t>
      </w:r>
      <w:bookmarkStart w:id="28" w:name="_Hlk187751457"/>
      <w:r w:rsidRPr="006D0689">
        <w:t xml:space="preserve">z </w:t>
      </w:r>
      <w:r w:rsidR="002002C7" w:rsidRPr="002002C7">
        <w:t xml:space="preserve">2024 r. poz. 1631 </w:t>
      </w:r>
      <w:bookmarkEnd w:id="28"/>
      <w:r w:rsidR="002002C7" w:rsidRPr="002002C7">
        <w:t>i 1674</w:t>
      </w:r>
      <w:r>
        <w:t>)</w:t>
      </w:r>
      <w:r w:rsidRPr="006D0689">
        <w:t xml:space="preserve"> wprowadza się następujące zmiany:</w:t>
      </w:r>
    </w:p>
    <w:p w14:paraId="1FA05921" w14:textId="77777777" w:rsidR="00F64B91" w:rsidRDefault="00365013" w:rsidP="00F64B91">
      <w:pPr>
        <w:pStyle w:val="PKTpunkt"/>
      </w:pPr>
      <w:r w:rsidRPr="00862AE6">
        <w:t>1)</w:t>
      </w:r>
      <w:r w:rsidRPr="00862AE6">
        <w:tab/>
      </w:r>
      <w:r w:rsidR="00F64B91">
        <w:t>po art. 5 dodaje się art. 5a w brzmieniu:</w:t>
      </w:r>
    </w:p>
    <w:p w14:paraId="65881B35" w14:textId="77777777" w:rsidR="00F64B91" w:rsidRDefault="00F64B91" w:rsidP="00F64B91">
      <w:pPr>
        <w:pStyle w:val="ZARTzmartartykuempunktem"/>
      </w:pPr>
      <w:r>
        <w:t>„Art. 5a. 1.</w:t>
      </w:r>
      <w:r w:rsidRPr="006D0689">
        <w:t xml:space="preserve"> </w:t>
      </w:r>
      <w:r w:rsidRPr="007465C8">
        <w:t>Przy obliczaniu okresu składkowego i</w:t>
      </w:r>
      <w:r>
        <w:t xml:space="preserve"> </w:t>
      </w:r>
      <w:r w:rsidRPr="007465C8">
        <w:t>nieskładkowego dodaje się, osobno dla każdego z</w:t>
      </w:r>
      <w:r>
        <w:t xml:space="preserve"> </w:t>
      </w:r>
      <w:r w:rsidRPr="007465C8">
        <w:t>tych okresów, poszczególne lata, miesiące i</w:t>
      </w:r>
      <w:r>
        <w:t xml:space="preserve"> </w:t>
      </w:r>
      <w:r w:rsidRPr="007465C8">
        <w:t>dni.</w:t>
      </w:r>
    </w:p>
    <w:p w14:paraId="3188A063" w14:textId="77777777" w:rsidR="00F64B91" w:rsidRDefault="00F64B91" w:rsidP="00F64B91">
      <w:pPr>
        <w:pStyle w:val="ZUSTzmustartykuempunktem"/>
      </w:pPr>
      <w:r>
        <w:lastRenderedPageBreak/>
        <w:t>2.</w:t>
      </w:r>
      <w:r w:rsidRPr="007465C8">
        <w:t xml:space="preserve"> Okresy niepełnych miesięcy oblicza się w</w:t>
      </w:r>
      <w:r>
        <w:t xml:space="preserve"> </w:t>
      </w:r>
      <w:r w:rsidRPr="007465C8">
        <w:t>dniach. Sumę dni zamienia się na miesiące, przyjmując za</w:t>
      </w:r>
      <w:r>
        <w:t xml:space="preserve"> miesiąc 30 dni kalendarzowych, a </w:t>
      </w:r>
      <w:r w:rsidRPr="007465C8">
        <w:t xml:space="preserve">sumę miesięcy zamienia się na lata, przyjmując pełne 12 miesięcy za jeden rok. </w:t>
      </w:r>
    </w:p>
    <w:p w14:paraId="617DD187" w14:textId="77777777" w:rsidR="00F64B91" w:rsidRDefault="00F64B91" w:rsidP="00CA27ED">
      <w:pPr>
        <w:pStyle w:val="ZUSTzmustartykuempunktem"/>
      </w:pPr>
      <w:r>
        <w:t>3.</w:t>
      </w:r>
      <w:r w:rsidRPr="007465C8">
        <w:t xml:space="preserve"> Jeżeli w</w:t>
      </w:r>
      <w:r>
        <w:t xml:space="preserve"> </w:t>
      </w:r>
      <w:r w:rsidRPr="007465C8">
        <w:t>zaświadczeniu stwierdzającym okresy zatrudnienia są podane dni</w:t>
      </w:r>
      <w:r>
        <w:t>ówki</w:t>
      </w:r>
      <w:r w:rsidRPr="007465C8">
        <w:t xml:space="preserve"> robocze, a</w:t>
      </w:r>
      <w:r>
        <w:t xml:space="preserve"> </w:t>
      </w:r>
      <w:r w:rsidRPr="007465C8">
        <w:t>nie okresy zatrudnienia, sumę dni zamienia się na miesiące, przyjmując za miesiąc 22 dni robocze, a</w:t>
      </w:r>
      <w:r>
        <w:t xml:space="preserve"> </w:t>
      </w:r>
      <w:r w:rsidRPr="007465C8">
        <w:t xml:space="preserve">za okresy przed dniem 1 stycznia 1981 r. </w:t>
      </w:r>
      <w:r w:rsidRPr="00F64B91">
        <w:sym w:font="Symbol" w:char="F02D"/>
      </w:r>
      <w:r w:rsidRPr="007465C8">
        <w:t xml:space="preserve"> 25 dni roboczych.</w:t>
      </w:r>
      <w:r>
        <w:t>”</w:t>
      </w:r>
      <w:r w:rsidRPr="006D0689">
        <w:t>;</w:t>
      </w:r>
    </w:p>
    <w:p w14:paraId="32DC0089" w14:textId="77777777" w:rsidR="00365013" w:rsidRPr="00862AE6" w:rsidRDefault="00F64B91" w:rsidP="00E170CE">
      <w:pPr>
        <w:pStyle w:val="PKTpunkt"/>
      </w:pPr>
      <w:r>
        <w:t>2)</w:t>
      </w:r>
      <w:r>
        <w:tab/>
      </w:r>
      <w:r w:rsidR="00365013" w:rsidRPr="00862AE6">
        <w:t>w art. 13 dodaje się ust. 6 w brzmieniu:</w:t>
      </w:r>
    </w:p>
    <w:p w14:paraId="3D0D4F1A" w14:textId="77777777" w:rsidR="00365013" w:rsidRPr="004D2BB7" w:rsidRDefault="00FB4DF8" w:rsidP="00365013">
      <w:pPr>
        <w:pStyle w:val="ZUSTzmustartykuempunktem"/>
      </w:pPr>
      <w:bookmarkStart w:id="29" w:name="_Hlk176367020"/>
      <w:r>
        <w:t>„</w:t>
      </w:r>
      <w:r w:rsidR="00365013" w:rsidRPr="004D2BB7">
        <w:t xml:space="preserve">6. </w:t>
      </w:r>
      <w:r w:rsidR="00365013" w:rsidRPr="00862AE6">
        <w:t>Celowość przekwalifikowania zawodowego orzeka się, jeżeli osoba ubiegająca się o świadczenie trwale utraciła zdolność do pracy w dotychczasowym zawodzie i może odzyskać zdolność do pracy po przekwalifikowaniu.</w:t>
      </w:r>
      <w:r>
        <w:t>”</w:t>
      </w:r>
      <w:r w:rsidR="00365013">
        <w:t>;</w:t>
      </w:r>
    </w:p>
    <w:bookmarkEnd w:id="29"/>
    <w:p w14:paraId="42A06F4A" w14:textId="77777777" w:rsidR="003735C4" w:rsidRDefault="00F64B91" w:rsidP="00E170CE">
      <w:pPr>
        <w:pStyle w:val="PKTpunkt"/>
      </w:pPr>
      <w:r>
        <w:t>3</w:t>
      </w:r>
      <w:r w:rsidR="00365013" w:rsidRPr="006D0689">
        <w:t>)</w:t>
      </w:r>
      <w:r w:rsidR="00365013" w:rsidRPr="006D0689">
        <w:tab/>
        <w:t>w art. 14</w:t>
      </w:r>
      <w:r w:rsidR="003735C4">
        <w:t>:</w:t>
      </w:r>
    </w:p>
    <w:p w14:paraId="1FDA315E" w14:textId="77777777" w:rsidR="00365013" w:rsidRPr="006D0689" w:rsidRDefault="003735C4" w:rsidP="002C52EA">
      <w:pPr>
        <w:pStyle w:val="LITlitera"/>
      </w:pPr>
      <w:r>
        <w:t>a)</w:t>
      </w:r>
      <w:r w:rsidR="002C52EA">
        <w:t xml:space="preserve"> </w:t>
      </w:r>
      <w:r w:rsidR="00365013" w:rsidRPr="006D0689">
        <w:t>ust. 1 otrzymuje brzmienie:</w:t>
      </w:r>
    </w:p>
    <w:p w14:paraId="10A4A191" w14:textId="77777777" w:rsidR="00365013" w:rsidRPr="006D0689" w:rsidRDefault="00FB4DF8" w:rsidP="002C52EA">
      <w:pPr>
        <w:pStyle w:val="ZLITUSTzmustliter"/>
      </w:pPr>
      <w:r>
        <w:t>„</w:t>
      </w:r>
      <w:r w:rsidR="00365013" w:rsidRPr="006D0689">
        <w:t xml:space="preserve">1. Ocena </w:t>
      </w:r>
      <w:r w:rsidR="00365013" w:rsidRPr="002C52EA">
        <w:t>niezdolności</w:t>
      </w:r>
      <w:r w:rsidR="00365013" w:rsidRPr="006D0689">
        <w:t xml:space="preserve"> do pracy, jej stopnia oraz ustalenie: </w:t>
      </w:r>
    </w:p>
    <w:p w14:paraId="16D6F6EB" w14:textId="77777777" w:rsidR="00365013" w:rsidRPr="006D0689" w:rsidRDefault="00365013" w:rsidP="00E170CE">
      <w:pPr>
        <w:pStyle w:val="ZLITPKTzmpktliter"/>
      </w:pPr>
      <w:r w:rsidRPr="006D0689">
        <w:t>1)</w:t>
      </w:r>
      <w:r>
        <w:tab/>
      </w:r>
      <w:r w:rsidRPr="006D0689">
        <w:t xml:space="preserve">daty powstania niezdolności do pracy, </w:t>
      </w:r>
    </w:p>
    <w:p w14:paraId="4FCB5489" w14:textId="77777777" w:rsidR="00365013" w:rsidRPr="006D0689" w:rsidRDefault="00365013" w:rsidP="00E170CE">
      <w:pPr>
        <w:pStyle w:val="ZLITPKTzmpktliter"/>
      </w:pPr>
      <w:r w:rsidRPr="006D0689">
        <w:t>2)</w:t>
      </w:r>
      <w:r>
        <w:tab/>
      </w:r>
      <w:r w:rsidRPr="006D0689">
        <w:t xml:space="preserve">trwałości lub przewidywanego okresu niezdolności do pracy, </w:t>
      </w:r>
    </w:p>
    <w:p w14:paraId="4676EA54" w14:textId="77777777" w:rsidR="00365013" w:rsidRPr="006D0689" w:rsidRDefault="00365013" w:rsidP="00E170CE">
      <w:pPr>
        <w:pStyle w:val="ZLITPKTzmpktliter"/>
      </w:pPr>
      <w:r w:rsidRPr="006D0689">
        <w:t>3)</w:t>
      </w:r>
      <w:r>
        <w:tab/>
      </w:r>
      <w:r w:rsidRPr="006D0689">
        <w:t xml:space="preserve">związku przyczynowego niezdolności do pracy lub śmierci z określonymi okolicznościami, </w:t>
      </w:r>
    </w:p>
    <w:p w14:paraId="5B087B32" w14:textId="77777777" w:rsidR="00365013" w:rsidRPr="006D0689" w:rsidRDefault="00365013" w:rsidP="00E170CE">
      <w:pPr>
        <w:pStyle w:val="ZLITPKTzmpktliter"/>
      </w:pPr>
      <w:r w:rsidRPr="006D0689">
        <w:t>4)</w:t>
      </w:r>
      <w:r>
        <w:tab/>
      </w:r>
      <w:r w:rsidRPr="006D0689">
        <w:t xml:space="preserve">trwałości lub przewidywanego okresu niezdolności do samodzielnej egzystencji, </w:t>
      </w:r>
    </w:p>
    <w:p w14:paraId="6F6B0F78" w14:textId="77777777" w:rsidR="00365013" w:rsidRDefault="00365013" w:rsidP="00E170CE">
      <w:pPr>
        <w:pStyle w:val="ZLITPKTzmpktliter"/>
      </w:pPr>
      <w:r w:rsidRPr="006D0689">
        <w:t>5)</w:t>
      </w:r>
      <w:r>
        <w:tab/>
      </w:r>
      <w:r w:rsidRPr="006D0689">
        <w:t>celowości przekwalifikowania zawodowego,</w:t>
      </w:r>
      <w:r>
        <w:t xml:space="preserve"> </w:t>
      </w:r>
    </w:p>
    <w:p w14:paraId="793D546B" w14:textId="77777777" w:rsidR="00365013" w:rsidRPr="004D2BB7" w:rsidRDefault="00055BCF" w:rsidP="002C52EA">
      <w:pPr>
        <w:pStyle w:val="ZLITCZWSPPKTzmczciwsppktliter"/>
      </w:pPr>
      <w:r>
        <w:t xml:space="preserve">– </w:t>
      </w:r>
      <w:r w:rsidR="00365013" w:rsidRPr="006D0689">
        <w:t>dokonywana jest w formie orzeczenia wydane</w:t>
      </w:r>
      <w:r w:rsidR="009C4795">
        <w:t>go</w:t>
      </w:r>
      <w:r w:rsidR="00365013" w:rsidRPr="006D0689">
        <w:t xml:space="preserve">  na zasadach i w trybie</w:t>
      </w:r>
      <w:r w:rsidR="00365013" w:rsidRPr="004D2BB7">
        <w:t xml:space="preserve"> </w:t>
      </w:r>
      <w:r w:rsidR="00365013" w:rsidRPr="006D0689">
        <w:t xml:space="preserve">określonym w przepisach </w:t>
      </w:r>
      <w:r w:rsidR="00D40B86">
        <w:t xml:space="preserve">ustawy z dnia 13 października 1998 r. </w:t>
      </w:r>
      <w:r w:rsidR="00365013" w:rsidRPr="006D0689">
        <w:t>o systemie ubezpieczeń społecznych.</w:t>
      </w:r>
      <w:r w:rsidR="00FB4DF8">
        <w:t>”</w:t>
      </w:r>
      <w:r w:rsidR="005971EF">
        <w:t>,</w:t>
      </w:r>
    </w:p>
    <w:p w14:paraId="40DC8761" w14:textId="77777777" w:rsidR="00365013" w:rsidRDefault="001938BE" w:rsidP="002C52EA">
      <w:pPr>
        <w:pStyle w:val="LITlitera"/>
      </w:pPr>
      <w:r>
        <w:t xml:space="preserve">b) </w:t>
      </w:r>
      <w:r w:rsidR="00365013" w:rsidRPr="002C52EA">
        <w:t>uchyla</w:t>
      </w:r>
      <w:r w:rsidR="00365013" w:rsidRPr="006D0689">
        <w:t xml:space="preserve"> się </w:t>
      </w:r>
      <w:r w:rsidR="00365013" w:rsidRPr="002C52EA">
        <w:t>ust</w:t>
      </w:r>
      <w:r w:rsidR="00365013" w:rsidRPr="006D0689">
        <w:t>. 2a</w:t>
      </w:r>
      <w:r>
        <w:t>–</w:t>
      </w:r>
      <w:r w:rsidR="00365013" w:rsidRPr="006D0689">
        <w:t>6;</w:t>
      </w:r>
    </w:p>
    <w:p w14:paraId="67426D7A" w14:textId="77777777" w:rsidR="00365013" w:rsidRPr="006D0689" w:rsidRDefault="00BF0EFA" w:rsidP="00E170CE">
      <w:pPr>
        <w:pStyle w:val="PKTpunkt"/>
      </w:pPr>
      <w:r w:rsidRPr="00BB52C8">
        <w:rPr>
          <w:bCs w:val="0"/>
        </w:rPr>
        <w:t>4</w:t>
      </w:r>
      <w:r w:rsidR="00B21BCA" w:rsidRPr="00BF0EFA">
        <w:t>)</w:t>
      </w:r>
      <w:r w:rsidR="000B523B">
        <w:tab/>
      </w:r>
      <w:r w:rsidR="00365013" w:rsidRPr="006D0689">
        <w:t xml:space="preserve">w art. 119 ust. 1 </w:t>
      </w:r>
      <w:r w:rsidR="00365013" w:rsidRPr="00B21BCA">
        <w:t>otrzymuje</w:t>
      </w:r>
      <w:r w:rsidR="00365013" w:rsidRPr="006D0689">
        <w:t xml:space="preserve"> brzmienie:</w:t>
      </w:r>
    </w:p>
    <w:p w14:paraId="7A6EC7F8" w14:textId="77777777" w:rsidR="00365013" w:rsidRPr="006D0689" w:rsidRDefault="00FB4DF8" w:rsidP="00365013">
      <w:pPr>
        <w:pStyle w:val="ZUSTzmustartykuempunktem"/>
      </w:pPr>
      <w:r>
        <w:t>„</w:t>
      </w:r>
      <w:r w:rsidR="00365013">
        <w:t>1</w:t>
      </w:r>
      <w:r w:rsidR="00365013" w:rsidRPr="006D0689">
        <w:t>. Organ rentowy wydaje decyzję o przyznaniu renty z tytułu okresowej niezdolności do pracy na okres wskazany w orzeczeniu</w:t>
      </w:r>
      <w:r w:rsidR="00365013">
        <w:t xml:space="preserve"> lekarza orzecznika.</w:t>
      </w:r>
      <w:r>
        <w:t>”</w:t>
      </w:r>
      <w:r w:rsidR="00365013" w:rsidRPr="006D0689">
        <w:t>;</w:t>
      </w:r>
    </w:p>
    <w:p w14:paraId="06FA6F75" w14:textId="77777777" w:rsidR="00365013" w:rsidRPr="006D0689" w:rsidRDefault="00BF0EFA" w:rsidP="005F7827">
      <w:pPr>
        <w:pStyle w:val="PKTpunkt"/>
      </w:pPr>
      <w:r>
        <w:t>5</w:t>
      </w:r>
      <w:r w:rsidR="00365013" w:rsidRPr="006D0689">
        <w:t>)</w:t>
      </w:r>
      <w:r w:rsidR="00365013" w:rsidRPr="006D0689">
        <w:tab/>
      </w:r>
      <w:r w:rsidR="002142DC">
        <w:t xml:space="preserve">w </w:t>
      </w:r>
      <w:r w:rsidR="00365013" w:rsidRPr="006D0689">
        <w:t xml:space="preserve">art. 126 </w:t>
      </w:r>
      <w:r w:rsidR="002142DC">
        <w:t xml:space="preserve">zdanie pierwsze </w:t>
      </w:r>
      <w:r w:rsidR="00365013" w:rsidRPr="006D0689">
        <w:t>otrzymuje brzmienie:</w:t>
      </w:r>
    </w:p>
    <w:p w14:paraId="50928071" w14:textId="77777777" w:rsidR="00365013" w:rsidRPr="006D0689" w:rsidRDefault="00FB4DF8" w:rsidP="001F18D6">
      <w:pPr>
        <w:pStyle w:val="ZARTzmartartykuempunktem"/>
        <w:ind w:firstLine="0"/>
      </w:pPr>
      <w:r>
        <w:t>„</w:t>
      </w:r>
      <w:r w:rsidR="00365013" w:rsidRPr="006D0689">
        <w:t>Osoba, która złożyła wniosek o przyznanie świadczenia, do którego prawo jest uzależnione od stwierdzenia niezdolności do pracy</w:t>
      </w:r>
      <w:r w:rsidR="00365013">
        <w:t xml:space="preserve"> oraz do samodzielnej egzystencji</w:t>
      </w:r>
      <w:r w:rsidR="00365013" w:rsidRPr="006D0689">
        <w:t xml:space="preserve">, oraz osoba mająca ustalone prawo do takiego świadczenia jest zobowiązana, na żądanie organu rentowego, poddać się badaniom lekarskim, badaniom psychologicznym lub badaniom </w:t>
      </w:r>
      <w:r w:rsidR="008B6D35">
        <w:t>os</w:t>
      </w:r>
      <w:r w:rsidR="00B92229">
        <w:t>o</w:t>
      </w:r>
      <w:r w:rsidR="008B6D35">
        <w:t>b</w:t>
      </w:r>
      <w:r w:rsidR="00B92229">
        <w:t>y</w:t>
      </w:r>
      <w:r w:rsidR="00365013" w:rsidRPr="004D2BB7">
        <w:t xml:space="preserve"> wykonując</w:t>
      </w:r>
      <w:r w:rsidR="00B92229">
        <w:t>ej</w:t>
      </w:r>
      <w:r w:rsidR="00365013" w:rsidRPr="004D2BB7">
        <w:t xml:space="preserve"> samodzielny zawód medyczny</w:t>
      </w:r>
      <w:r w:rsidR="00365013" w:rsidRPr="006D0689">
        <w:t xml:space="preserve">, </w:t>
      </w:r>
      <w:r w:rsidR="00B34BC0" w:rsidRPr="00B34BC0">
        <w:t>o któr</w:t>
      </w:r>
      <w:r w:rsidR="00B92229">
        <w:t>ej</w:t>
      </w:r>
      <w:r w:rsidR="00B34BC0" w:rsidRPr="00B34BC0">
        <w:t xml:space="preserve"> mowa w art. 4 pkt 20 ustawy </w:t>
      </w:r>
      <w:r w:rsidR="00B34BC0" w:rsidRPr="00B34BC0">
        <w:lastRenderedPageBreak/>
        <w:t xml:space="preserve">z dnia 13 października 1998 r. o systemie ubezpieczeń społecznych, </w:t>
      </w:r>
      <w:r w:rsidR="00365013" w:rsidRPr="006D0689">
        <w:t>jeżeli są one niezbędne do ustalenia prawa do świadczeń określonych ustawą.</w:t>
      </w:r>
      <w:r>
        <w:t>”</w:t>
      </w:r>
      <w:r w:rsidR="00365013" w:rsidRPr="006D0689">
        <w:t>;</w:t>
      </w:r>
    </w:p>
    <w:p w14:paraId="1F565DF2" w14:textId="77777777" w:rsidR="00365013" w:rsidRPr="006D0689" w:rsidRDefault="00BF0EFA" w:rsidP="00E170CE">
      <w:pPr>
        <w:pStyle w:val="PKTpunkt"/>
      </w:pPr>
      <w:r>
        <w:t>6</w:t>
      </w:r>
      <w:r w:rsidR="00365013" w:rsidRPr="006D0689">
        <w:t>)</w:t>
      </w:r>
      <w:r w:rsidR="00365013" w:rsidRPr="006D0689">
        <w:tab/>
      </w:r>
      <w:r w:rsidR="00365013">
        <w:t xml:space="preserve">w </w:t>
      </w:r>
      <w:r w:rsidR="00365013" w:rsidRPr="006D0689">
        <w:t xml:space="preserve">art. 134 </w:t>
      </w:r>
      <w:r w:rsidR="00365013">
        <w:t xml:space="preserve">w </w:t>
      </w:r>
      <w:r w:rsidR="00365013" w:rsidRPr="006D0689">
        <w:t>ust. 1 pkt 3 otrzymuje brzmienie:</w:t>
      </w:r>
    </w:p>
    <w:p w14:paraId="4F5EE029" w14:textId="77777777" w:rsidR="00365013" w:rsidRPr="004D2BB7" w:rsidRDefault="00FB4DF8" w:rsidP="00365013">
      <w:pPr>
        <w:pStyle w:val="ZPKTzmpktartykuempunktem"/>
      </w:pPr>
      <w:r>
        <w:t>„</w:t>
      </w:r>
      <w:r w:rsidR="00365013" w:rsidRPr="004D2BB7">
        <w:t>3)</w:t>
      </w:r>
      <w:r w:rsidR="00365013">
        <w:tab/>
      </w:r>
      <w:r w:rsidR="00365013" w:rsidRPr="006D0689">
        <w:t xml:space="preserve">osoba uprawniona do świadczeń nie poddała się badaniu lekarskiemu, psychologicznemu lub badaniu </w:t>
      </w:r>
      <w:r w:rsidR="008B6D35">
        <w:t>os</w:t>
      </w:r>
      <w:r w:rsidR="00B92229">
        <w:t>o</w:t>
      </w:r>
      <w:r w:rsidR="008B6D35">
        <w:t>b</w:t>
      </w:r>
      <w:r w:rsidR="00B92229">
        <w:t>y</w:t>
      </w:r>
      <w:r w:rsidR="00365013" w:rsidRPr="004D2BB7">
        <w:t xml:space="preserve"> wykonując</w:t>
      </w:r>
      <w:r w:rsidR="00B92229">
        <w:t>ej</w:t>
      </w:r>
      <w:r w:rsidR="00365013" w:rsidRPr="004D2BB7">
        <w:t xml:space="preserve"> samodzielny zawód medyczny,</w:t>
      </w:r>
      <w:r w:rsidR="00817CCF">
        <w:t xml:space="preserve"> o któr</w:t>
      </w:r>
      <w:r w:rsidR="00B92229">
        <w:t>ej</w:t>
      </w:r>
      <w:r w:rsidR="002142DC">
        <w:t xml:space="preserve"> </w:t>
      </w:r>
      <w:r w:rsidR="00817CCF" w:rsidRPr="00817CCF">
        <w:t>mowa w art. 4 pkt 20 ustawy z dnia 13 października 1998 r. o systemie ubezpieczeń społecznych,</w:t>
      </w:r>
      <w:r w:rsidR="00365013" w:rsidRPr="006D0689">
        <w:t xml:space="preserve"> bez uzasadnionych przyczyn, mimo wezwania organu rentowego;</w:t>
      </w:r>
      <w:r>
        <w:t>”</w:t>
      </w:r>
      <w:r w:rsidR="00365013" w:rsidRPr="006D0689">
        <w:t>.</w:t>
      </w:r>
    </w:p>
    <w:p w14:paraId="05CA572B" w14:textId="77777777" w:rsidR="00365013" w:rsidRDefault="00365013" w:rsidP="00365013">
      <w:pPr>
        <w:pStyle w:val="ARTartustawynprozporzdzenia"/>
      </w:pPr>
      <w:r w:rsidRPr="00B40D38">
        <w:rPr>
          <w:rStyle w:val="Ppogrubienie"/>
        </w:rPr>
        <w:t>Art. 13.</w:t>
      </w:r>
      <w:r w:rsidRPr="004D2BB7">
        <w:t xml:space="preserve"> W ustawie z dnia</w:t>
      </w:r>
      <w:r w:rsidRPr="006D0689">
        <w:t xml:space="preserve"> 25 czerwca 1999 r. o świadczeniach pieniężnych z ubezpieczenia społecznego w razie choroby i macierzyństwa (Dz. U. z 2023 r. poz. 2780</w:t>
      </w:r>
      <w:r w:rsidR="00D30227">
        <w:t xml:space="preserve"> </w:t>
      </w:r>
      <w:bookmarkStart w:id="30" w:name="_Hlk185514122"/>
      <w:r w:rsidR="00D30227">
        <w:t>oraz z 2024 r. poz. 1871</w:t>
      </w:r>
      <w:bookmarkEnd w:id="30"/>
      <w:r w:rsidRPr="006D0689">
        <w:t>) wprowadza się następujące zmiany:</w:t>
      </w:r>
    </w:p>
    <w:p w14:paraId="3E7ED108" w14:textId="77777777" w:rsidR="000651E9" w:rsidRDefault="00365013" w:rsidP="00365013">
      <w:pPr>
        <w:pStyle w:val="PKTpunkt"/>
      </w:pPr>
      <w:r>
        <w:t>1)</w:t>
      </w:r>
      <w:r w:rsidR="00055BCF">
        <w:tab/>
      </w:r>
      <w:r w:rsidR="000651E9">
        <w:t>w art. 9</w:t>
      </w:r>
      <w:r w:rsidR="00CF4484">
        <w:t xml:space="preserve"> dodaje się ust. 4 w brzmieniu:</w:t>
      </w:r>
      <w:r w:rsidR="000651E9">
        <w:t xml:space="preserve"> </w:t>
      </w:r>
    </w:p>
    <w:p w14:paraId="2225F387" w14:textId="77777777" w:rsidR="00CF4484" w:rsidRDefault="00CF4484" w:rsidP="001F18D6">
      <w:pPr>
        <w:pStyle w:val="ZUSTzmustartykuempunktem"/>
      </w:pPr>
      <w:r w:rsidRPr="00CF4484">
        <w:t>„</w:t>
      </w:r>
      <w:r>
        <w:t>4. Niezależnie od liczby tytułów do ubezpiecze</w:t>
      </w:r>
      <w:r w:rsidR="00B92229">
        <w:t>nia</w:t>
      </w:r>
      <w:r>
        <w:t xml:space="preserve"> </w:t>
      </w:r>
      <w:r w:rsidR="00B92229">
        <w:t>chorobowego</w:t>
      </w:r>
      <w:r>
        <w:t xml:space="preserve"> ustala się jeden okres zasiłkowy. Dotyczy to również przypadku, o którym mowa w art. 17 ust. 1</w:t>
      </w:r>
      <w:r w:rsidR="00BE10A3">
        <w:t>e</w:t>
      </w:r>
      <w:r>
        <w:t>.</w:t>
      </w:r>
      <w:r w:rsidRPr="00CF4484">
        <w:t>”</w:t>
      </w:r>
      <w:r>
        <w:t>;</w:t>
      </w:r>
    </w:p>
    <w:p w14:paraId="24FC50CB" w14:textId="77777777" w:rsidR="00365013" w:rsidRDefault="000651E9" w:rsidP="00365013">
      <w:pPr>
        <w:pStyle w:val="PKTpunkt"/>
      </w:pPr>
      <w:r>
        <w:t>2)</w:t>
      </w:r>
      <w:r>
        <w:tab/>
      </w:r>
      <w:r w:rsidR="00365013">
        <w:t>w art. 17:</w:t>
      </w:r>
    </w:p>
    <w:p w14:paraId="7EB451E9" w14:textId="77777777" w:rsidR="00365013" w:rsidRDefault="00365013" w:rsidP="00365013">
      <w:pPr>
        <w:pStyle w:val="LITlitera"/>
      </w:pPr>
      <w:r>
        <w:t>a)</w:t>
      </w:r>
      <w:r w:rsidR="00055BCF">
        <w:tab/>
      </w:r>
      <w:r>
        <w:t>ust. 1 otrzymuje brzmienie:</w:t>
      </w:r>
    </w:p>
    <w:p w14:paraId="66B75380" w14:textId="77777777" w:rsidR="00365013" w:rsidRPr="00E44C7B" w:rsidRDefault="00FB4DF8" w:rsidP="00365013">
      <w:pPr>
        <w:pStyle w:val="ZLITUSTzmustliter"/>
      </w:pPr>
      <w:r>
        <w:t>„</w:t>
      </w:r>
      <w:r w:rsidR="00365013" w:rsidRPr="00E44C7B">
        <w:t>1. Ubezpieczony traci prawo do zasiłku chorobowego za cały okres zwolnienia od pracy w przypadku, gdy w okresie orzeczonej niezdolności do pracy:</w:t>
      </w:r>
    </w:p>
    <w:p w14:paraId="220B3915" w14:textId="77777777" w:rsidR="00365013" w:rsidRPr="00E44C7B" w:rsidRDefault="00365013" w:rsidP="00365013">
      <w:pPr>
        <w:pStyle w:val="ZLITPKTzmpktliter"/>
      </w:pPr>
      <w:r w:rsidRPr="00E44C7B">
        <w:t>1)</w:t>
      </w:r>
      <w:r w:rsidRPr="00E44C7B">
        <w:tab/>
        <w:t>wykonuje pracę zarobkową lub</w:t>
      </w:r>
    </w:p>
    <w:p w14:paraId="23999D78" w14:textId="77777777" w:rsidR="00365013" w:rsidRPr="00E44C7B" w:rsidRDefault="00365013" w:rsidP="00365013">
      <w:pPr>
        <w:pStyle w:val="ZLITPKTzmpktliter"/>
      </w:pPr>
      <w:r w:rsidRPr="00E44C7B">
        <w:t>2)</w:t>
      </w:r>
      <w:r w:rsidRPr="00E44C7B">
        <w:tab/>
        <w:t>podejmuje aktywność niezgodną z celem tego zwolnienia, lub</w:t>
      </w:r>
    </w:p>
    <w:p w14:paraId="573AB8F8" w14:textId="77777777" w:rsidR="00365013" w:rsidRDefault="00365013" w:rsidP="00365013">
      <w:pPr>
        <w:pStyle w:val="ZLITPKTzmpktliter"/>
      </w:pPr>
      <w:r w:rsidRPr="00E44C7B">
        <w:t>3)</w:t>
      </w:r>
      <w:r w:rsidRPr="00E44C7B">
        <w:tab/>
        <w:t>przebywa w innym miejscu niż wskazane w tym zwolnieniu</w:t>
      </w:r>
      <w:r w:rsidR="00DD1053">
        <w:t>,</w:t>
      </w:r>
      <w:r w:rsidRPr="00E44C7B">
        <w:t xml:space="preserve"> lub zawiadomieniu, o którym mowa w art. 59 ust. 5e, jako adres pobytu w okresie niezdolności do pracy, chyba że udo</w:t>
      </w:r>
      <w:r w:rsidR="00810AD6">
        <w:t>wodni</w:t>
      </w:r>
      <w:r w:rsidRPr="00E44C7B">
        <w:t xml:space="preserve">, że nieobecność ta była uzasadniona względami zdrowotnymi lub koniecznością podjęcia czynności incydentalnych, których </w:t>
      </w:r>
      <w:r w:rsidR="00D40B86" w:rsidRPr="00E44C7B">
        <w:t>podjęci</w:t>
      </w:r>
      <w:r w:rsidR="00D40B86">
        <w:t>a</w:t>
      </w:r>
      <w:r w:rsidR="00D40B86" w:rsidRPr="00E44C7B">
        <w:t xml:space="preserve"> </w:t>
      </w:r>
      <w:r w:rsidRPr="00E44C7B">
        <w:t>w okresie zwolnienia od pracy wymagają istotne okoliczności.</w:t>
      </w:r>
      <w:r w:rsidR="00FB4DF8">
        <w:t>”</w:t>
      </w:r>
      <w:r>
        <w:t>,</w:t>
      </w:r>
    </w:p>
    <w:p w14:paraId="02D6DAAA" w14:textId="77777777" w:rsidR="00365013" w:rsidRPr="00E44C7B" w:rsidRDefault="00365013" w:rsidP="00DD1053">
      <w:pPr>
        <w:pStyle w:val="LITlitera"/>
      </w:pPr>
      <w:r>
        <w:t>b)</w:t>
      </w:r>
      <w:r w:rsidR="00DD1053">
        <w:tab/>
      </w:r>
      <w:r w:rsidRPr="00E44C7B">
        <w:t>po ust. 1 dodaje się ust. 1a–1</w:t>
      </w:r>
      <w:r w:rsidR="00BE10A3">
        <w:t>f</w:t>
      </w:r>
      <w:r w:rsidRPr="00E44C7B">
        <w:t xml:space="preserve"> w brzmieniu:</w:t>
      </w:r>
    </w:p>
    <w:p w14:paraId="078F53B3" w14:textId="537AED76" w:rsidR="00365013" w:rsidRPr="00E44C7B" w:rsidRDefault="00FB4DF8" w:rsidP="00365013">
      <w:pPr>
        <w:pStyle w:val="ZLITUSTzmustliter"/>
      </w:pPr>
      <w:r>
        <w:t>„</w:t>
      </w:r>
      <w:r w:rsidR="00365013" w:rsidRPr="00E44C7B">
        <w:t>1a. Pracą zarobkową, o której mowa w ust. 1 pkt 1, jest każda czynność mająca charakter zarobkowy, niezależnie od stosunku prawnego będącego podstawą jej wykonania, z wyłączeniem czynności incydentalnych, których podjęcia w okresie zwolnienia od pracy wymagają istotne okoliczności.</w:t>
      </w:r>
      <w:r w:rsidR="00FA42A3">
        <w:t xml:space="preserve"> </w:t>
      </w:r>
      <w:r w:rsidR="003C4EE9">
        <w:t>Istotną okolicznością nie może być polecenie pracodawcy</w:t>
      </w:r>
      <w:r w:rsidR="00FA42A3">
        <w:t>.</w:t>
      </w:r>
    </w:p>
    <w:p w14:paraId="208AA664" w14:textId="77777777" w:rsidR="00365013" w:rsidRPr="00E44C7B" w:rsidRDefault="00365013" w:rsidP="00365013">
      <w:pPr>
        <w:pStyle w:val="ZLITUSTzmustliter"/>
      </w:pPr>
      <w:r w:rsidRPr="00E44C7B">
        <w:lastRenderedPageBreak/>
        <w:t xml:space="preserve">1b. Aktywnością niezgodną z celem zwolnienia od pracy, o której mowa w ust. 1 pkt 2, są wszelkie działania utrudniające lub wydłużające proces leczenia lub rekonwalescencję, z wyłączeniem zwykłych czynności dnia codziennego lub czynności incydentalnych, których podjęcia w okresie zwolnienia od pracy wymagają istotne okoliczności. </w:t>
      </w:r>
    </w:p>
    <w:p w14:paraId="021E02D2" w14:textId="04CD4E33" w:rsidR="00365013" w:rsidRPr="00E44C7B" w:rsidRDefault="00365013" w:rsidP="00365013">
      <w:pPr>
        <w:pStyle w:val="ZLITUSTzmustliter"/>
      </w:pPr>
      <w:r w:rsidRPr="00E44C7B">
        <w:t>1c. Miejscem wskazanym w zwolnieniu lub zawiadomieniu może być adres pobytu w innym państwie, jeżeli uzasadnione to jest zaleceniami lekarza</w:t>
      </w:r>
      <w:r w:rsidR="003C4EE9">
        <w:t>,</w:t>
      </w:r>
      <w:r w:rsidRPr="00E44C7B">
        <w:t xml:space="preserve"> innymi istotnymi okolicznościami</w:t>
      </w:r>
      <w:r w:rsidR="003C4EE9">
        <w:t xml:space="preserve"> lub nie sprzeciwia się to celom zwolnienia i okoliczność</w:t>
      </w:r>
      <w:r w:rsidR="00550C6F">
        <w:t xml:space="preserve"> tę</w:t>
      </w:r>
      <w:r w:rsidR="003C4EE9">
        <w:t xml:space="preserve"> stwierdzi lekarz</w:t>
      </w:r>
      <w:r w:rsidRPr="00E44C7B">
        <w:t xml:space="preserve">, chyba że Zakład Ubezpieczeń Społecznych ma możliwość </w:t>
      </w:r>
      <w:r w:rsidR="00872919">
        <w:t xml:space="preserve">zlecenia </w:t>
      </w:r>
      <w:r w:rsidRPr="00E44C7B">
        <w:t>przeprowadzenia kontroli prawidłowości wykorzystywania zwolnienia w tym państwie</w:t>
      </w:r>
      <w:r w:rsidR="00872919">
        <w:t xml:space="preserve"> na mocy przepisów odrębnych</w:t>
      </w:r>
      <w:r w:rsidRPr="00E44C7B">
        <w:t>.</w:t>
      </w:r>
    </w:p>
    <w:p w14:paraId="545ED4DE" w14:textId="77777777" w:rsidR="00636782" w:rsidRDefault="00365013" w:rsidP="00365013">
      <w:pPr>
        <w:pStyle w:val="ZLITUSTzmustliter"/>
      </w:pPr>
      <w:r w:rsidRPr="00E44C7B">
        <w:t>1d. W przypadku spełniania warunków do podlegania ubezpieczeniom społecznym z co najmniej dwóch tytułów do tych ubezpieczeń, niezdolność do pracy z powodu choroby dotyczy każdego z tych tytułów</w:t>
      </w:r>
      <w:r w:rsidR="00E50DC5">
        <w:t>, dla których odrębnie wystawia się zwolnienie od pracy</w:t>
      </w:r>
      <w:r w:rsidR="00BE6194">
        <w:t xml:space="preserve">. </w:t>
      </w:r>
    </w:p>
    <w:p w14:paraId="55192F0A" w14:textId="76189D7E" w:rsidR="00E50DC5" w:rsidRDefault="00636782" w:rsidP="00365013">
      <w:pPr>
        <w:pStyle w:val="ZLITUSTzmustliter"/>
      </w:pPr>
      <w:r>
        <w:t xml:space="preserve">1e. </w:t>
      </w:r>
      <w:r w:rsidR="00BE6194">
        <w:t>Jeżeli jednak</w:t>
      </w:r>
      <w:r w:rsidR="00365013" w:rsidRPr="00E44C7B">
        <w:t xml:space="preserve"> praca zarobkowa w ramach określonego tytułu może być wykonywana z uwagi na rodzaj tej pracy</w:t>
      </w:r>
      <w:r w:rsidR="00BE6194">
        <w:t>,</w:t>
      </w:r>
      <w:r w:rsidR="00BE6194" w:rsidRPr="00BE6194">
        <w:t xml:space="preserve"> </w:t>
      </w:r>
      <w:r w:rsidR="00BE6194">
        <w:t>n</w:t>
      </w:r>
      <w:r w:rsidR="00BE6194" w:rsidRPr="00BE6194">
        <w:t xml:space="preserve">a żądanie ubezpieczonego </w:t>
      </w:r>
      <w:r w:rsidR="00FA42A3">
        <w:t xml:space="preserve">można </w:t>
      </w:r>
      <w:r w:rsidR="00BE6194" w:rsidRPr="00BE6194">
        <w:t>nie wystawi</w:t>
      </w:r>
      <w:r w:rsidR="00FA42A3">
        <w:t xml:space="preserve">ć </w:t>
      </w:r>
      <w:r w:rsidR="00BE6194" w:rsidRPr="00BE6194">
        <w:t>zwolnienia od pracy</w:t>
      </w:r>
      <w:r w:rsidR="00E50DC5">
        <w:t xml:space="preserve"> z tego tytułu</w:t>
      </w:r>
      <w:r w:rsidR="00365013" w:rsidRPr="00E44C7B">
        <w:t>.</w:t>
      </w:r>
    </w:p>
    <w:p w14:paraId="422E7863" w14:textId="77777777" w:rsidR="00365013" w:rsidRPr="00E44C7B" w:rsidRDefault="00E50DC5" w:rsidP="00365013">
      <w:pPr>
        <w:pStyle w:val="ZLITUSTzmustliter"/>
      </w:pPr>
      <w:r>
        <w:t>1</w:t>
      </w:r>
      <w:r w:rsidR="00636782">
        <w:t>f</w:t>
      </w:r>
      <w:r>
        <w:t>. W przypadku, o którym mowa w ust. 1</w:t>
      </w:r>
      <w:r w:rsidR="00636782">
        <w:t>e</w:t>
      </w:r>
      <w:r>
        <w:t xml:space="preserve">, ubezpieczony jest obowiązany poinformować płatnika składek, o którym mowa w </w:t>
      </w:r>
      <w:r w:rsidR="0045222E" w:rsidRPr="0045222E">
        <w:t>art. 61 ust. 1 pkt 1</w:t>
      </w:r>
      <w:r w:rsidR="0045222E">
        <w:t>, o okresie, na który zostało mu wystawione zwolnienie od pracy z innego tytułu.</w:t>
      </w:r>
      <w:r w:rsidR="00FB4DF8">
        <w:t>”</w:t>
      </w:r>
      <w:r w:rsidR="00365013">
        <w:t>,</w:t>
      </w:r>
    </w:p>
    <w:p w14:paraId="0BCD3B12" w14:textId="77777777" w:rsidR="00365013" w:rsidRDefault="00365013" w:rsidP="00B37CED">
      <w:pPr>
        <w:pStyle w:val="LITlitera"/>
      </w:pPr>
      <w:r>
        <w:t>c)</w:t>
      </w:r>
      <w:r w:rsidR="00DD1053">
        <w:tab/>
      </w:r>
      <w:r w:rsidR="002273CF">
        <w:t>uchyla</w:t>
      </w:r>
      <w:r w:rsidR="00D40B86">
        <w:t xml:space="preserve"> się ust. 3, </w:t>
      </w:r>
    </w:p>
    <w:p w14:paraId="5B5FD17E" w14:textId="77777777" w:rsidR="00365013" w:rsidRPr="00E44C7B" w:rsidRDefault="00365013" w:rsidP="00365013">
      <w:pPr>
        <w:pStyle w:val="LITlitera"/>
      </w:pPr>
      <w:r>
        <w:t>d)</w:t>
      </w:r>
      <w:r w:rsidR="00FE2C70">
        <w:tab/>
      </w:r>
      <w:r>
        <w:t>dodaje się ust. 4 w brzmieniu:</w:t>
      </w:r>
    </w:p>
    <w:p w14:paraId="05F4B235" w14:textId="77777777" w:rsidR="00365013" w:rsidRPr="00E44C7B" w:rsidRDefault="00FB4DF8" w:rsidP="00365013">
      <w:pPr>
        <w:pStyle w:val="ZLITUSTzmustliter"/>
      </w:pPr>
      <w:r>
        <w:t>„</w:t>
      </w:r>
      <w:r w:rsidR="00365013" w:rsidRPr="00E44C7B">
        <w:t>4. Zasady określone w ust. 1</w:t>
      </w:r>
      <w:r w:rsidR="001075F5">
        <w:t>–2</w:t>
      </w:r>
      <w:r w:rsidR="00365013" w:rsidRPr="00E44C7B">
        <w:t xml:space="preserve"> stosuje się odpowiednio do osoby uprawnionej do zasiłku chorobowego za okres po ustaniu tytułu ubezpieczenia chorobowego.</w:t>
      </w:r>
      <w:r>
        <w:t>”</w:t>
      </w:r>
      <w:r w:rsidR="00365013">
        <w:t>;</w:t>
      </w:r>
    </w:p>
    <w:p w14:paraId="17655028" w14:textId="77777777" w:rsidR="00A14C01" w:rsidRDefault="00CF4484" w:rsidP="00365013">
      <w:pPr>
        <w:pStyle w:val="PKTpunkt"/>
      </w:pPr>
      <w:r>
        <w:t>3</w:t>
      </w:r>
      <w:r w:rsidR="00365013">
        <w:t>)</w:t>
      </w:r>
      <w:r w:rsidR="003B3E49">
        <w:tab/>
      </w:r>
      <w:r w:rsidR="00365013" w:rsidRPr="006D0689">
        <w:t>w art. 18</w:t>
      </w:r>
      <w:r w:rsidR="00A14C01">
        <w:t>:</w:t>
      </w:r>
    </w:p>
    <w:p w14:paraId="24C0CB26" w14:textId="77777777" w:rsidR="00365013" w:rsidRPr="006D0689" w:rsidRDefault="00A14C01" w:rsidP="00E170CE">
      <w:pPr>
        <w:pStyle w:val="LITlitera"/>
      </w:pPr>
      <w:r>
        <w:t>a)</w:t>
      </w:r>
      <w:r w:rsidR="003B3E49">
        <w:tab/>
      </w:r>
      <w:r w:rsidR="00365013" w:rsidRPr="006D0689">
        <w:t>ust. 3 otrzymuje brzmienie:</w:t>
      </w:r>
    </w:p>
    <w:p w14:paraId="133E48A0" w14:textId="77777777" w:rsidR="00365013" w:rsidRPr="004D2BB7" w:rsidRDefault="00FB4DF8" w:rsidP="00E170CE">
      <w:pPr>
        <w:pStyle w:val="ZLITUSTzmustliter"/>
      </w:pPr>
      <w:r>
        <w:t>„</w:t>
      </w:r>
      <w:r w:rsidR="00365013" w:rsidRPr="004D2BB7">
        <w:t xml:space="preserve">3. O okolicznościach, o których mowa w ust. 1 i 2, orzeka lekarz orzecznik Zakładu Ubezpieczeń Społecznych. </w:t>
      </w:r>
      <w:r w:rsidR="00365013" w:rsidRPr="006D0689">
        <w:t>Orzeczenie lekarza orzecznika jest wydawane na zasadach i w trybie</w:t>
      </w:r>
      <w:r w:rsidR="00365013" w:rsidRPr="004D2BB7">
        <w:t xml:space="preserve"> </w:t>
      </w:r>
      <w:r w:rsidR="00365013" w:rsidRPr="006D0689">
        <w:t>określonym w przepisach ustawy z dnia 13 października 1998 r. o systemie ubezpieczeń społecznych.</w:t>
      </w:r>
      <w:r>
        <w:t>”</w:t>
      </w:r>
      <w:r w:rsidR="005971EF">
        <w:t>,</w:t>
      </w:r>
    </w:p>
    <w:p w14:paraId="5774D11B" w14:textId="77777777" w:rsidR="00365013" w:rsidRPr="006D0689" w:rsidRDefault="00A14C01" w:rsidP="00E170CE">
      <w:pPr>
        <w:pStyle w:val="LITlitera"/>
      </w:pPr>
      <w:r>
        <w:t>b)</w:t>
      </w:r>
      <w:r w:rsidR="00365013" w:rsidRPr="006D0689">
        <w:tab/>
      </w:r>
      <w:r w:rsidR="00365013">
        <w:t>uchyla</w:t>
      </w:r>
      <w:r w:rsidR="00365013" w:rsidRPr="006D0689">
        <w:t xml:space="preserve"> się ust. 4–6;</w:t>
      </w:r>
    </w:p>
    <w:p w14:paraId="3786CE61" w14:textId="77777777" w:rsidR="00365013" w:rsidRPr="006D0689" w:rsidRDefault="00CF4484" w:rsidP="00E170CE">
      <w:pPr>
        <w:pStyle w:val="PKTpunkt"/>
      </w:pPr>
      <w:r>
        <w:t>4</w:t>
      </w:r>
      <w:r w:rsidR="00365013" w:rsidRPr="006D0689">
        <w:t>)</w:t>
      </w:r>
      <w:r w:rsidR="00365013" w:rsidRPr="006D0689">
        <w:tab/>
        <w:t>w art. 23 ust. 6 otrzymuje brzmienie:</w:t>
      </w:r>
    </w:p>
    <w:p w14:paraId="49A82359" w14:textId="77777777" w:rsidR="00365013" w:rsidRPr="004D2BB7" w:rsidRDefault="00FB4DF8" w:rsidP="00365013">
      <w:pPr>
        <w:pStyle w:val="ZUSTzmustartykuempunktem"/>
      </w:pPr>
      <w:r>
        <w:lastRenderedPageBreak/>
        <w:t>„</w:t>
      </w:r>
      <w:r w:rsidR="00365013" w:rsidRPr="006D0689">
        <w:t>6. Orzeczenia lekarza orzecznika Zakładu Ubezpieczeń Społecznych, o których mowa w ust. 2 i 5, są wydawane na zasadach i w trybie</w:t>
      </w:r>
      <w:r w:rsidR="00365013" w:rsidRPr="004D2BB7">
        <w:t xml:space="preserve"> </w:t>
      </w:r>
      <w:r w:rsidR="00365013" w:rsidRPr="006D0689">
        <w:t>określonym w przepisach ustawy z dnia 13 października 1998 r. o systemie ubezpieczeń</w:t>
      </w:r>
      <w:r w:rsidR="00B805BE">
        <w:t xml:space="preserve"> społecznych</w:t>
      </w:r>
      <w:r w:rsidR="00365013" w:rsidRPr="004D2BB7">
        <w:t>.</w:t>
      </w:r>
      <w:r>
        <w:t>”</w:t>
      </w:r>
      <w:r w:rsidR="00365013" w:rsidRPr="004D2BB7">
        <w:t>;</w:t>
      </w:r>
    </w:p>
    <w:p w14:paraId="5260EB71" w14:textId="77777777" w:rsidR="00A14C01" w:rsidRDefault="00CF4484" w:rsidP="00E170CE">
      <w:pPr>
        <w:pStyle w:val="PKTpunkt"/>
      </w:pPr>
      <w:r>
        <w:t>5</w:t>
      </w:r>
      <w:r w:rsidR="00365013" w:rsidRPr="006D0689">
        <w:t>)</w:t>
      </w:r>
      <w:r w:rsidR="00365013" w:rsidRPr="006D0689">
        <w:tab/>
      </w:r>
      <w:r w:rsidR="00365013">
        <w:t xml:space="preserve">w </w:t>
      </w:r>
      <w:r w:rsidR="00365013" w:rsidRPr="006D0689">
        <w:t>art. 56</w:t>
      </w:r>
      <w:r w:rsidR="00A14C01">
        <w:t>:</w:t>
      </w:r>
    </w:p>
    <w:p w14:paraId="6B352D48" w14:textId="77777777" w:rsidR="00365013" w:rsidRPr="006D0689" w:rsidRDefault="00A14C01" w:rsidP="005971EF">
      <w:pPr>
        <w:pStyle w:val="LITlitera"/>
      </w:pPr>
      <w:r w:rsidRPr="005971EF">
        <w:t>a)</w:t>
      </w:r>
      <w:r w:rsidR="001075F5">
        <w:tab/>
      </w:r>
      <w:r w:rsidR="00365013" w:rsidRPr="005971EF">
        <w:t>w ust. 2 pkt 7 otrzymuje</w:t>
      </w:r>
      <w:r w:rsidR="00365013" w:rsidRPr="006D0689">
        <w:t xml:space="preserve"> brzmienie:</w:t>
      </w:r>
    </w:p>
    <w:p w14:paraId="72171E30" w14:textId="77777777" w:rsidR="00365013" w:rsidRPr="006D0689" w:rsidRDefault="00FB4DF8" w:rsidP="00E170CE">
      <w:pPr>
        <w:pStyle w:val="ZLITPKTzmpktliter"/>
      </w:pPr>
      <w:r>
        <w:t>„</w:t>
      </w:r>
      <w:r w:rsidR="00365013" w:rsidRPr="004D2BB7">
        <w:t>7)</w:t>
      </w:r>
      <w:r w:rsidR="00365013">
        <w:tab/>
      </w:r>
      <w:r w:rsidR="00365013" w:rsidRPr="006D0689">
        <w:t>informacje o posiadaniu  upoważnienia, o którym mowa w art. 54 ust. 1.</w:t>
      </w:r>
      <w:r>
        <w:t>”</w:t>
      </w:r>
      <w:r w:rsidR="005971EF">
        <w:t>,</w:t>
      </w:r>
    </w:p>
    <w:p w14:paraId="7BEDFB2A" w14:textId="77777777" w:rsidR="00365013" w:rsidRPr="006D0689" w:rsidRDefault="00A14C01" w:rsidP="005971EF">
      <w:pPr>
        <w:pStyle w:val="LITlitera"/>
      </w:pPr>
      <w:r w:rsidRPr="005971EF">
        <w:t>b)</w:t>
      </w:r>
      <w:r w:rsidR="00DD1053">
        <w:tab/>
      </w:r>
      <w:r w:rsidR="00DD1053">
        <w:tab/>
      </w:r>
      <w:r w:rsidR="00365013" w:rsidRPr="005971EF">
        <w:t>ust. 5 otrzymuje</w:t>
      </w:r>
      <w:r w:rsidR="00365013" w:rsidRPr="006D0689">
        <w:t xml:space="preserve"> brzmienie:</w:t>
      </w:r>
    </w:p>
    <w:p w14:paraId="73C97177" w14:textId="77777777" w:rsidR="00365013" w:rsidRPr="006D0689" w:rsidRDefault="00FB4DF8" w:rsidP="00E170CE">
      <w:pPr>
        <w:pStyle w:val="ZLITUSTzmustliter"/>
      </w:pPr>
      <w:r>
        <w:t>„</w:t>
      </w:r>
      <w:r w:rsidR="00365013" w:rsidRPr="006D0689">
        <w:t xml:space="preserve">5. Zakład Ubezpieczeń Społecznych: </w:t>
      </w:r>
    </w:p>
    <w:p w14:paraId="1212E223" w14:textId="77777777" w:rsidR="00365013" w:rsidRPr="004D2BB7" w:rsidRDefault="00365013" w:rsidP="00E170CE">
      <w:pPr>
        <w:pStyle w:val="ZLITPKTzmpktliter"/>
      </w:pPr>
      <w:r w:rsidRPr="004D2BB7">
        <w:t>1)</w:t>
      </w:r>
      <w:r w:rsidRPr="004D2BB7">
        <w:tab/>
      </w:r>
      <w:r w:rsidRPr="006D0689">
        <w:t xml:space="preserve">udostępnia właściwym jednostkom organizacyjnym samorządu zawodowego lekarzy i lekarzy dentystów oraz organom określonym w ustawie z dnia 2 grudnia 2009 r. o izbach lekarskich (Dz. U. z 2021 r. poz. 1342 </w:t>
      </w:r>
      <w:r>
        <w:t>oraz z 2023 r. poz. 1234),</w:t>
      </w:r>
      <w:r w:rsidRPr="006D0689">
        <w:t xml:space="preserve"> </w:t>
      </w:r>
      <w:r w:rsidR="00C72986">
        <w:t>dla celów postępowania</w:t>
      </w:r>
      <w:r w:rsidRPr="006D0689">
        <w:t xml:space="preserve"> w przedmiocie odpowiedzialności zawodowej lekarza i lekarza dentysty:</w:t>
      </w:r>
    </w:p>
    <w:p w14:paraId="797A0E96" w14:textId="77777777" w:rsidR="00365013" w:rsidRPr="00A14C01" w:rsidRDefault="00365013" w:rsidP="00DD1053">
      <w:pPr>
        <w:pStyle w:val="ZLITTIRwLITzmtirwlitliter"/>
      </w:pPr>
      <w:r w:rsidRPr="004D2BB7">
        <w:t>a)</w:t>
      </w:r>
      <w:r w:rsidRPr="004D2BB7">
        <w:tab/>
      </w:r>
      <w:r w:rsidRPr="00A14C01">
        <w:t>informacje zgromadzone w rejestrze, o którym mowa w ust. 1</w:t>
      </w:r>
      <w:r w:rsidR="0006404B">
        <w:t>,</w:t>
      </w:r>
      <w:r w:rsidRPr="00A14C01">
        <w:t xml:space="preserve"> oraz w rejestrze, o którym mowa w art. 55b ust. 1</w:t>
      </w:r>
      <w:r w:rsidR="009668F4">
        <w:t>,</w:t>
      </w:r>
    </w:p>
    <w:p w14:paraId="5A8E8155" w14:textId="77777777" w:rsidR="00365013" w:rsidRPr="00A14C01" w:rsidRDefault="00365013" w:rsidP="00DD1053">
      <w:pPr>
        <w:pStyle w:val="ZLITTIRwLITzmtirwlitliter"/>
      </w:pPr>
      <w:r w:rsidRPr="00A14C01">
        <w:t>b)</w:t>
      </w:r>
      <w:r w:rsidRPr="00A14C01">
        <w:tab/>
        <w:t>informacje dotyczące kontroli, o której mowa w art. 59 ust. 1</w:t>
      </w:r>
      <w:r w:rsidR="0006404B">
        <w:t>,</w:t>
      </w:r>
      <w:r w:rsidRPr="00A14C01">
        <w:t xml:space="preserve"> oraz dokumenty zgromadzone w postępowaniach związanych z kontrolą</w:t>
      </w:r>
      <w:r w:rsidR="009668F4">
        <w:t>,</w:t>
      </w:r>
    </w:p>
    <w:p w14:paraId="28048900" w14:textId="77777777" w:rsidR="00365013" w:rsidRPr="00A14C01" w:rsidRDefault="00365013" w:rsidP="00DD1053">
      <w:pPr>
        <w:pStyle w:val="ZLITTIRwLITzmtirwlitliter"/>
      </w:pPr>
      <w:r w:rsidRPr="00A14C01">
        <w:t>c)</w:t>
      </w:r>
      <w:r w:rsidRPr="00A14C01">
        <w:tab/>
        <w:t>informacje dotyczące cofnięcia upoważnienia do wystawania zaświadczeń lekarskich, o którym mowa w art. 60 ust. 1–2</w:t>
      </w:r>
      <w:r w:rsidR="0006404B">
        <w:t>,</w:t>
      </w:r>
      <w:r w:rsidRPr="00A14C01">
        <w:t xml:space="preserve"> oraz dokumenty zgromadzone w tych postępowaniach;</w:t>
      </w:r>
    </w:p>
    <w:p w14:paraId="510886C9" w14:textId="77777777" w:rsidR="00365013" w:rsidRPr="004D2BB7" w:rsidRDefault="00365013" w:rsidP="00E170CE">
      <w:pPr>
        <w:pStyle w:val="ZLITPKTzmpktliter"/>
      </w:pPr>
      <w:r w:rsidRPr="004D2BB7">
        <w:t>2)</w:t>
      </w:r>
      <w:r w:rsidRPr="004D2BB7">
        <w:tab/>
      </w:r>
      <w:r w:rsidRPr="006D0689">
        <w:t>udostępnia systemowi informacji w ochronie zdrowia, o którym mowa w ustawie z dnia 28 kwietnia 2011 r. o systemie informacji w ochronie zdrowia, informacje zgromadzone w rejestrze, o którym mowa w ust. 1;</w:t>
      </w:r>
    </w:p>
    <w:p w14:paraId="4F27B94A" w14:textId="77777777" w:rsidR="00365013" w:rsidRPr="00BB52C8" w:rsidRDefault="00365013" w:rsidP="00E170CE">
      <w:pPr>
        <w:pStyle w:val="ZLITPKTzmpktliter"/>
        <w:rPr>
          <w:highlight w:val="yellow"/>
        </w:rPr>
      </w:pPr>
      <w:r w:rsidRPr="006D0689">
        <w:t>3)</w:t>
      </w:r>
      <w:r w:rsidRPr="006D0689">
        <w:tab/>
        <w:t>jest uprawniony,</w:t>
      </w:r>
      <w:r w:rsidRPr="00862AE6">
        <w:t xml:space="preserve"> w celu udzielenia upoważnienia</w:t>
      </w:r>
      <w:r w:rsidR="009668F4">
        <w:t>,</w:t>
      </w:r>
      <w:r w:rsidRPr="00862AE6">
        <w:t xml:space="preserve"> o którym mowa w art. 54 ust. 1</w:t>
      </w:r>
      <w:r w:rsidR="009668F4">
        <w:t>,</w:t>
      </w:r>
      <w:r w:rsidRPr="00862AE6">
        <w:t xml:space="preserve"> albo w celu </w:t>
      </w:r>
      <w:r w:rsidRPr="006D0689">
        <w:t>weryfikacji danych zgromadzonych w rejestrze, o którym mowa w ust. 1, do korzystania z informacji zgromadzonych w Centralnym Rejestrze Lekarzy i Lekarzy Dentystów oraz Centralnym Rejestrze Felczerów prowadzonym przez Naczelną Radę Lekarską oraz zgromadzonych w rejestrach lekarzy prowadzonych przez okręgowe rady lekarskie.</w:t>
      </w:r>
      <w:r w:rsidR="00FB4DF8" w:rsidRPr="00C72986">
        <w:t>”</w:t>
      </w:r>
      <w:r w:rsidRPr="00C72986">
        <w:t>;</w:t>
      </w:r>
    </w:p>
    <w:p w14:paraId="41FC37C8" w14:textId="77777777" w:rsidR="00A14C01" w:rsidRDefault="00CF4484" w:rsidP="00365013">
      <w:pPr>
        <w:pStyle w:val="PKTpunkt"/>
      </w:pPr>
      <w:r>
        <w:t>6</w:t>
      </w:r>
      <w:r w:rsidR="00365013" w:rsidRPr="006D0689">
        <w:t>)</w:t>
      </w:r>
      <w:r w:rsidR="00365013" w:rsidRPr="006D0689">
        <w:tab/>
        <w:t>w art. 59</w:t>
      </w:r>
      <w:r w:rsidR="00A14C01">
        <w:t>:</w:t>
      </w:r>
    </w:p>
    <w:p w14:paraId="03F4BCB7" w14:textId="77777777" w:rsidR="00365013" w:rsidRPr="006D0689" w:rsidRDefault="00A14C01" w:rsidP="00E170CE">
      <w:pPr>
        <w:pStyle w:val="LITlitera"/>
      </w:pPr>
      <w:r>
        <w:t>a)</w:t>
      </w:r>
      <w:r w:rsidR="001075F5">
        <w:tab/>
      </w:r>
      <w:r w:rsidR="00365013" w:rsidRPr="006D0689">
        <w:t>ust. 1 otrzymuje brzmienie:</w:t>
      </w:r>
    </w:p>
    <w:p w14:paraId="5EF86FC7" w14:textId="77777777" w:rsidR="00365013" w:rsidRPr="006D0689" w:rsidRDefault="00FB4DF8" w:rsidP="00E170CE">
      <w:pPr>
        <w:pStyle w:val="ZLITUSTzmustliter"/>
      </w:pPr>
      <w:r>
        <w:t>„</w:t>
      </w:r>
      <w:r w:rsidR="00365013" w:rsidRPr="006D0689">
        <w:t xml:space="preserve">1. Prawidłowość orzekania o czasowej niezdolności do pracy z powodu choroby albo konieczności osobistego sprawowania przez ubezpieczonego opieki </w:t>
      </w:r>
      <w:r w:rsidR="00365013" w:rsidRPr="006D0689">
        <w:lastRenderedPageBreak/>
        <w:t>nad chorym członkiem rodziny oraz wystawiania zaświadczeń lekarskich podlega kontroli.</w:t>
      </w:r>
      <w:r>
        <w:t>”</w:t>
      </w:r>
      <w:r w:rsidR="009668F4">
        <w:t>,</w:t>
      </w:r>
    </w:p>
    <w:p w14:paraId="7BE50114" w14:textId="77777777" w:rsidR="00365013" w:rsidRPr="006D0689" w:rsidRDefault="00A14C01" w:rsidP="00E170CE">
      <w:pPr>
        <w:pStyle w:val="LITlitera"/>
      </w:pPr>
      <w:r>
        <w:t>b)</w:t>
      </w:r>
      <w:r w:rsidR="00365013" w:rsidRPr="006D0689">
        <w:tab/>
        <w:t>ust. 3</w:t>
      </w:r>
      <w:r w:rsidR="00FE2C70">
        <w:t xml:space="preserve"> i 4</w:t>
      </w:r>
      <w:r w:rsidR="00365013" w:rsidRPr="006D0689">
        <w:t xml:space="preserve"> otrzymuj</w:t>
      </w:r>
      <w:r w:rsidR="003B3E49">
        <w:t>ą</w:t>
      </w:r>
      <w:r w:rsidR="00365013" w:rsidRPr="006D0689">
        <w:t xml:space="preserve"> brzmienie:</w:t>
      </w:r>
    </w:p>
    <w:p w14:paraId="1B6749AA" w14:textId="77777777" w:rsidR="00365013" w:rsidRPr="006D0689" w:rsidRDefault="00FB4DF8" w:rsidP="00E170CE">
      <w:pPr>
        <w:pStyle w:val="ZLITUSTzmustliter"/>
      </w:pPr>
      <w:r>
        <w:t>„</w:t>
      </w:r>
      <w:r w:rsidR="00365013" w:rsidRPr="004D2BB7">
        <w:t xml:space="preserve">3. </w:t>
      </w:r>
      <w:r w:rsidR="00365013" w:rsidRPr="006D0689">
        <w:t xml:space="preserve">W celu kontroli Zakład Ubezpieczeń Społecznych może: </w:t>
      </w:r>
    </w:p>
    <w:p w14:paraId="6481B9B9" w14:textId="77777777" w:rsidR="00365013" w:rsidRPr="006D0689" w:rsidRDefault="00365013" w:rsidP="00E170CE">
      <w:pPr>
        <w:pStyle w:val="ZLITPKTzmpktliter"/>
      </w:pPr>
      <w:r w:rsidRPr="006D0689">
        <w:t>1)</w:t>
      </w:r>
      <w:r w:rsidRPr="006D0689">
        <w:tab/>
      </w:r>
      <w:r w:rsidRPr="00862AE6">
        <w:t xml:space="preserve">skierować ubezpieczonego na badanie do lekarza orzecznika </w:t>
      </w:r>
      <w:r>
        <w:t xml:space="preserve">Zakładu Ubezpieczeń Społecznych </w:t>
      </w:r>
      <w:r w:rsidRPr="00862AE6">
        <w:t>lub do lekarza konsultanta</w:t>
      </w:r>
      <w:r>
        <w:t>, o którym mowa w art. 68 ust. 2</w:t>
      </w:r>
      <w:r w:rsidRPr="008C1B0D">
        <w:t xml:space="preserve"> </w:t>
      </w:r>
      <w:r w:rsidRPr="006D0689">
        <w:t>ustawy z dnia 13 października 1998 r. o systemie ubezpieczeń</w:t>
      </w:r>
      <w:r w:rsidR="007D48B1">
        <w:t xml:space="preserve"> społecznych,</w:t>
      </w:r>
      <w:r w:rsidRPr="006D0689">
        <w:t xml:space="preserve"> w wyznaczonym miejscu albo w miejscu jego pobytu; </w:t>
      </w:r>
    </w:p>
    <w:p w14:paraId="5FBEEC89" w14:textId="77777777" w:rsidR="00365013" w:rsidRPr="006D0689" w:rsidRDefault="00365013" w:rsidP="00E170CE">
      <w:pPr>
        <w:pStyle w:val="ZLITPKTzmpktliter"/>
      </w:pPr>
      <w:r w:rsidRPr="006D0689">
        <w:t>2)</w:t>
      </w:r>
      <w:r w:rsidRPr="006D0689">
        <w:tab/>
        <w:t>skierować ubezpieczonego na badania pomocnicze;</w:t>
      </w:r>
    </w:p>
    <w:p w14:paraId="3A85270D" w14:textId="77777777" w:rsidR="00365013" w:rsidRPr="006D0689" w:rsidRDefault="00365013" w:rsidP="00E170CE">
      <w:pPr>
        <w:pStyle w:val="ZLITPKTzmpktliter"/>
      </w:pPr>
      <w:r w:rsidRPr="006D0689">
        <w:t>3)</w:t>
      </w:r>
      <w:r w:rsidRPr="006D0689">
        <w:tab/>
        <w:t xml:space="preserve">zażądać od wystawiającego zaświadczenie lekarskie </w:t>
      </w:r>
      <w:bookmarkStart w:id="31" w:name="_Hlk177034504"/>
      <w:r w:rsidR="00551F64">
        <w:t>lub od podmiotu udzielającego świadczeń zdrowotnych, w którym wystawiono zaświadczenie lekarskie</w:t>
      </w:r>
      <w:bookmarkEnd w:id="31"/>
      <w:r w:rsidR="00551F64">
        <w:t xml:space="preserve">, </w:t>
      </w:r>
      <w:r w:rsidRPr="006D0689">
        <w:t>udostępnienia dokumentacji medycznej dotyczącej ubezpieczonego lub chorego członka rodziny, stanowiącej podstawę wydania zaświadczenia lekarskiego lub udzielenia wyjaśnień i informacji w sprawie;</w:t>
      </w:r>
    </w:p>
    <w:p w14:paraId="2137EB0D" w14:textId="77777777" w:rsidR="00365013" w:rsidRPr="004D2BB7" w:rsidRDefault="00365013" w:rsidP="00E170CE">
      <w:pPr>
        <w:pStyle w:val="ZLITPKTzmpktliter"/>
      </w:pPr>
      <w:r w:rsidRPr="004D2BB7">
        <w:t>4)</w:t>
      </w:r>
      <w:r w:rsidRPr="004D2BB7">
        <w:tab/>
      </w:r>
      <w:r w:rsidRPr="006D0689">
        <w:t>zażądać od ubezpieczonego udzielenia wyjaśnień i informacji w sprawie.</w:t>
      </w:r>
    </w:p>
    <w:p w14:paraId="79411694" w14:textId="77777777" w:rsidR="00365013" w:rsidRPr="004D2BB7" w:rsidRDefault="00365013" w:rsidP="00E170CE">
      <w:pPr>
        <w:pStyle w:val="ZLITUSTzmustliter"/>
      </w:pPr>
      <w:r w:rsidRPr="006D0689">
        <w:t>4. Ubezpieczony jest obowiązany udostępnić posiadaną dokumentację medyczną lekarzowi przeprowadzającemu badanie, o którym mowa w ust. 3 pkt 1.</w:t>
      </w:r>
      <w:r w:rsidR="00FB4DF8">
        <w:t>”</w:t>
      </w:r>
      <w:r w:rsidR="009668F4">
        <w:t>,</w:t>
      </w:r>
    </w:p>
    <w:p w14:paraId="510C2932" w14:textId="77777777" w:rsidR="00365013" w:rsidRPr="006D0689" w:rsidRDefault="00365013" w:rsidP="00DD1053">
      <w:pPr>
        <w:pStyle w:val="PKTpunkt"/>
      </w:pPr>
      <w:r w:rsidRPr="006D0689">
        <w:tab/>
      </w:r>
      <w:r w:rsidR="00FE2C70">
        <w:t>c</w:t>
      </w:r>
      <w:r w:rsidR="00A14C01">
        <w:t>)</w:t>
      </w:r>
      <w:r w:rsidR="00DD1053">
        <w:tab/>
      </w:r>
      <w:r w:rsidRPr="006D0689">
        <w:t>po ust. 4 dodaje się ust. 4a w brzmieniu:</w:t>
      </w:r>
    </w:p>
    <w:p w14:paraId="5A953FB3" w14:textId="77777777" w:rsidR="00365013" w:rsidRPr="00862AE6" w:rsidRDefault="00FB4DF8" w:rsidP="00E170CE">
      <w:pPr>
        <w:pStyle w:val="ZLITUSTzmustliter"/>
      </w:pPr>
      <w:r>
        <w:t>„</w:t>
      </w:r>
      <w:r w:rsidR="00365013" w:rsidRPr="006D0689">
        <w:t>4a. Do udostępniania dokumentacji medycznej, o której mowa w ust. 3 pkt 3</w:t>
      </w:r>
      <w:r w:rsidR="007D48B1">
        <w:t>,</w:t>
      </w:r>
      <w:r w:rsidR="00365013" w:rsidRPr="006D0689">
        <w:t xml:space="preserve"> mają </w:t>
      </w:r>
      <w:r w:rsidR="00365013" w:rsidRPr="00862AE6">
        <w:t xml:space="preserve">odpowiednie zastosowanie przepisy art. </w:t>
      </w:r>
      <w:r w:rsidR="00365013">
        <w:t>85</w:t>
      </w:r>
      <w:r w:rsidR="00824E10">
        <w:t>i</w:t>
      </w:r>
      <w:r w:rsidR="00365013" w:rsidRPr="00862AE6">
        <w:t xml:space="preserve"> ustawy z dnia 13 października 1998 r. o systemie ubezpieczeń społecznych.</w:t>
      </w:r>
      <w:r>
        <w:t>”</w:t>
      </w:r>
      <w:r w:rsidR="00D753B6">
        <w:t>;</w:t>
      </w:r>
    </w:p>
    <w:p w14:paraId="2AB99C62" w14:textId="77777777" w:rsidR="008A62BB" w:rsidRDefault="00CF4484" w:rsidP="00C91648">
      <w:pPr>
        <w:pStyle w:val="PKTpunkt"/>
      </w:pPr>
      <w:r>
        <w:t>7</w:t>
      </w:r>
      <w:r w:rsidR="00365013" w:rsidRPr="006D0689">
        <w:t>)</w:t>
      </w:r>
      <w:r w:rsidR="00365013" w:rsidRPr="006D0689">
        <w:tab/>
        <w:t>w art. 60</w:t>
      </w:r>
      <w:r w:rsidR="008A62BB">
        <w:t>:</w:t>
      </w:r>
    </w:p>
    <w:p w14:paraId="2DB113B9" w14:textId="77777777" w:rsidR="00365013" w:rsidRDefault="008A62BB" w:rsidP="00E170CE">
      <w:pPr>
        <w:pStyle w:val="LITlitera"/>
      </w:pPr>
      <w:r>
        <w:t>a)</w:t>
      </w:r>
      <w:r w:rsidR="00DD1053">
        <w:tab/>
      </w:r>
      <w:r w:rsidR="00365013">
        <w:t xml:space="preserve">ust. 2 otrzymuje brzmienie: </w:t>
      </w:r>
    </w:p>
    <w:p w14:paraId="7D4E7BEA" w14:textId="77777777" w:rsidR="00365013" w:rsidRPr="006D0689" w:rsidRDefault="00FB4DF8" w:rsidP="00E170CE">
      <w:pPr>
        <w:pStyle w:val="ZLITUSTzmustliter"/>
      </w:pPr>
      <w:r>
        <w:t>„</w:t>
      </w:r>
      <w:r w:rsidR="00365013">
        <w:t xml:space="preserve">2. </w:t>
      </w:r>
      <w:r w:rsidR="00365013" w:rsidRPr="00BB1E38">
        <w:t>W przypadku powtarzającego się naruszania zasad określonych w art. 55 ust. 1–3, art. 55a ust. 6, 7 i 9</w:t>
      </w:r>
      <w:r w:rsidR="00365013">
        <w:t xml:space="preserve">, </w:t>
      </w:r>
      <w:r w:rsidR="00365013" w:rsidRPr="00BB1E38">
        <w:t xml:space="preserve">art. 57 </w:t>
      </w:r>
      <w:r w:rsidR="00365013">
        <w:t xml:space="preserve">oraz art. </w:t>
      </w:r>
      <w:r w:rsidR="00664BB8">
        <w:t>59 ust. 3 pkt 3</w:t>
      </w:r>
      <w:r w:rsidR="00365013">
        <w:t xml:space="preserve"> </w:t>
      </w:r>
      <w:r w:rsidR="00365013" w:rsidRPr="00BB1E38">
        <w:t>Zakład Ubezpieczeń Społecznych może, w drodze decyzji, cofnąć upoważnienie, o którym mowa w art. 54 ust. 1, na okres nieprzekraczający 3 miesięcy od dnia, w którym decyzja stała się ostateczna</w:t>
      </w:r>
      <w:r w:rsidR="00D85AC5">
        <w:t>.</w:t>
      </w:r>
      <w:r w:rsidR="00935BBE">
        <w:t>”</w:t>
      </w:r>
      <w:r w:rsidR="00D85AC5">
        <w:t>,</w:t>
      </w:r>
    </w:p>
    <w:p w14:paraId="46F4CCCC" w14:textId="77777777" w:rsidR="00365013" w:rsidRPr="006D0689" w:rsidRDefault="008A62BB" w:rsidP="00E170CE">
      <w:pPr>
        <w:pStyle w:val="LITlitera"/>
      </w:pPr>
      <w:r>
        <w:t>b)</w:t>
      </w:r>
      <w:r w:rsidR="00365013" w:rsidRPr="006D0689">
        <w:tab/>
        <w:t xml:space="preserve">ust. </w:t>
      </w:r>
      <w:r w:rsidR="00365013">
        <w:t>4</w:t>
      </w:r>
      <w:r w:rsidR="00365013" w:rsidRPr="006D0689">
        <w:t xml:space="preserve"> </w:t>
      </w:r>
      <w:r w:rsidR="00CF2566">
        <w:t xml:space="preserve">i 5 </w:t>
      </w:r>
      <w:r w:rsidR="00365013" w:rsidRPr="006D0689">
        <w:t>otrzymuje brzmienie:</w:t>
      </w:r>
    </w:p>
    <w:p w14:paraId="386193A3" w14:textId="77777777" w:rsidR="00365013" w:rsidRDefault="00FB4DF8" w:rsidP="00E170CE">
      <w:pPr>
        <w:pStyle w:val="ZLITUSTzmustliter"/>
      </w:pPr>
      <w:bookmarkStart w:id="32" w:name="_Hlk177043646"/>
      <w:r>
        <w:t>„</w:t>
      </w:r>
      <w:r w:rsidR="00365013" w:rsidRPr="00365013">
        <w:t>4. Od decyzji, o której mowa w ust. 1</w:t>
      </w:r>
      <w:r w:rsidR="007E606D">
        <w:t>–</w:t>
      </w:r>
      <w:r w:rsidR="00CF2566">
        <w:t>2a</w:t>
      </w:r>
      <w:r w:rsidR="00365013" w:rsidRPr="00365013">
        <w:t xml:space="preserve">, </w:t>
      </w:r>
      <w:r w:rsidR="007E606D">
        <w:t>s</w:t>
      </w:r>
      <w:r w:rsidR="00365013" w:rsidRPr="00365013">
        <w:t xml:space="preserve">tronie przysługuje prawo do wniesienia wniosku do Prezesa Zakładu o ponowne rozpatrzenie sprawy, na zasadach dotyczących decyzji wydanej w pierwszej instancji przez ministra. Do </w:t>
      </w:r>
      <w:r w:rsidR="00365013" w:rsidRPr="00365013">
        <w:lastRenderedPageBreak/>
        <w:t>wniosku stosuje się odpowiednio przepisy dotyczące odwołań od decyzji, określone w Kodeksie postępowania administracyjnego</w:t>
      </w:r>
      <w:bookmarkStart w:id="33" w:name="_Hlk178586191"/>
      <w:r w:rsidR="00365013" w:rsidRPr="00365013">
        <w:t>.</w:t>
      </w:r>
    </w:p>
    <w:p w14:paraId="1269B2C7" w14:textId="77777777" w:rsidR="00CF2566" w:rsidRDefault="00CF2566" w:rsidP="00E170CE">
      <w:pPr>
        <w:pStyle w:val="ZLITUSTzmustliter"/>
      </w:pPr>
      <w:r>
        <w:t xml:space="preserve">5. </w:t>
      </w:r>
      <w:r w:rsidRPr="00CF2566">
        <w:t>Do decyzji, o których mowa w ust. 1</w:t>
      </w:r>
      <w:r>
        <w:t xml:space="preserve">–2a </w:t>
      </w:r>
      <w:r w:rsidRPr="00CF2566">
        <w:t>i</w:t>
      </w:r>
      <w:r>
        <w:t xml:space="preserve"> </w:t>
      </w:r>
      <w:r w:rsidR="00CA50E0">
        <w:t>art. 54</w:t>
      </w:r>
      <w:r w:rsidRPr="00CF2566">
        <w:t>, stosuje się przepisy Kodeksu postępowania administracyjnego.</w:t>
      </w:r>
      <w:r>
        <w:t>”;</w:t>
      </w:r>
    </w:p>
    <w:bookmarkEnd w:id="33"/>
    <w:p w14:paraId="7BFC389B" w14:textId="77777777" w:rsidR="008D7B21" w:rsidRDefault="00CF4484" w:rsidP="008D7B21">
      <w:pPr>
        <w:pStyle w:val="PKTpunkt"/>
      </w:pPr>
      <w:r>
        <w:t>8</w:t>
      </w:r>
      <w:r w:rsidR="008D7B21">
        <w:t>)</w:t>
      </w:r>
      <w:r w:rsidR="008D7B21">
        <w:tab/>
      </w:r>
      <w:r w:rsidR="00E526D9">
        <w:t xml:space="preserve">w </w:t>
      </w:r>
      <w:r w:rsidR="008D7B21">
        <w:t>art. 68</w:t>
      </w:r>
      <w:r w:rsidR="00714EE5">
        <w:t>:</w:t>
      </w:r>
    </w:p>
    <w:p w14:paraId="16149AFB" w14:textId="77777777" w:rsidR="00E526D9" w:rsidRDefault="00E526D9" w:rsidP="002C52EA">
      <w:pPr>
        <w:pStyle w:val="LITlitera"/>
      </w:pPr>
      <w:r>
        <w:t>a)</w:t>
      </w:r>
      <w:r>
        <w:tab/>
        <w:t>ust. 1 otrzymuje brzmienie:</w:t>
      </w:r>
    </w:p>
    <w:p w14:paraId="2F8A4EA6" w14:textId="77777777" w:rsidR="00714EE5" w:rsidRDefault="00FB4DF8" w:rsidP="00E526D9">
      <w:pPr>
        <w:pStyle w:val="ZLITUSTzmustliter"/>
      </w:pPr>
      <w:r>
        <w:t>„</w:t>
      </w:r>
      <w:r w:rsidR="00714EE5">
        <w:t>1.</w:t>
      </w:r>
      <w:r w:rsidR="00714EE5" w:rsidRPr="00714EE5">
        <w:t xml:space="preserve"> Zakład Ubezpieczeń Społecznych jest uprawniony do kontrolowania ubezpieczonych oraz os</w:t>
      </w:r>
      <w:r w:rsidR="00714EE5">
        <w:t>ób</w:t>
      </w:r>
      <w:r w:rsidR="00714EE5" w:rsidRPr="00714EE5">
        <w:t xml:space="preserve"> po ustaniu tytułu ubezpieczenia chorobowego co do prawidłowości </w:t>
      </w:r>
      <w:bookmarkStart w:id="34" w:name="_Hlk185592730"/>
      <w:r w:rsidR="00714EE5" w:rsidRPr="00714EE5">
        <w:t>wykorzystywania zwolnień od pracy zgodnie z ich celem</w:t>
      </w:r>
      <w:bookmarkEnd w:id="34"/>
      <w:r w:rsidR="00714EE5" w:rsidRPr="00714EE5">
        <w:t>.</w:t>
      </w:r>
      <w:r>
        <w:t>”</w:t>
      </w:r>
      <w:r w:rsidR="00E526D9">
        <w:t>,</w:t>
      </w:r>
      <w:r w:rsidR="00714EE5" w:rsidRPr="00714EE5">
        <w:t xml:space="preserve"> </w:t>
      </w:r>
    </w:p>
    <w:p w14:paraId="67F80A5F" w14:textId="77777777" w:rsidR="00E526D9" w:rsidRDefault="00E526D9" w:rsidP="002C52EA">
      <w:pPr>
        <w:pStyle w:val="LITlitera"/>
      </w:pPr>
      <w:r>
        <w:t>b)</w:t>
      </w:r>
      <w:r>
        <w:tab/>
        <w:t>po ust. 1 dodaje się ust. 1a–1</w:t>
      </w:r>
      <w:r w:rsidR="001075F5">
        <w:t>e</w:t>
      </w:r>
      <w:r>
        <w:t xml:space="preserve"> w brzmieniu:</w:t>
      </w:r>
    </w:p>
    <w:p w14:paraId="31B2D713" w14:textId="77777777" w:rsidR="006E258D" w:rsidRDefault="00FB4DF8" w:rsidP="002C52EA">
      <w:pPr>
        <w:pStyle w:val="ZLITUSTzmustliter"/>
      </w:pPr>
      <w:r>
        <w:t>„</w:t>
      </w:r>
      <w:r w:rsidR="00E526D9">
        <w:t>1a</w:t>
      </w:r>
      <w:r w:rsidR="00714EE5">
        <w:t xml:space="preserve">. </w:t>
      </w:r>
      <w:r w:rsidR="00714EE5" w:rsidRPr="00714EE5">
        <w:t>Płatnicy składek, o których mowa w art. 61 ust. 1 pkt 1</w:t>
      </w:r>
      <w:r w:rsidR="00714EE5">
        <w:t>,</w:t>
      </w:r>
      <w:r w:rsidR="00714EE5" w:rsidRPr="00714EE5">
        <w:t xml:space="preserve"> są uprawnieni do kontrolowania </w:t>
      </w:r>
      <w:r w:rsidR="006E258D" w:rsidRPr="006E258D">
        <w:t>ubezpieczonych, którym wypłacają zasiłki</w:t>
      </w:r>
      <w:r w:rsidR="006E258D">
        <w:t xml:space="preserve">, co do </w:t>
      </w:r>
      <w:r w:rsidR="00714EE5" w:rsidRPr="00714EE5">
        <w:t>prawidłowości wykorzystywania zwolnień od pracy</w:t>
      </w:r>
      <w:r w:rsidR="006E258D">
        <w:t xml:space="preserve"> zgodnie z ich celem.</w:t>
      </w:r>
      <w:r w:rsidR="00714EE5" w:rsidRPr="00714EE5">
        <w:t xml:space="preserve"> </w:t>
      </w:r>
    </w:p>
    <w:p w14:paraId="34F1B158" w14:textId="77777777" w:rsidR="007E606D" w:rsidRDefault="00E526D9" w:rsidP="002C52EA">
      <w:pPr>
        <w:pStyle w:val="ZLITUSTzmustliter"/>
      </w:pPr>
      <w:r>
        <w:t>1b</w:t>
      </w:r>
      <w:r w:rsidR="006E258D">
        <w:t xml:space="preserve">. </w:t>
      </w:r>
      <w:r w:rsidR="00714EE5" w:rsidRPr="00714EE5">
        <w:t>Zakład</w:t>
      </w:r>
      <w:r w:rsidR="006E258D">
        <w:t xml:space="preserve"> Ubezpieczeń Społecznych</w:t>
      </w:r>
      <w:r w:rsidR="00714EE5" w:rsidRPr="00714EE5">
        <w:t xml:space="preserve"> przeprowadza kontrolę co do prawidłowości wykorzystywania zwolnień od pracy ubezpieczonych, którym zasiłki wypłacają płatnicy składek, o których mowa w art. 61 ust. 1 pkt 1, na wniosek </w:t>
      </w:r>
      <w:r w:rsidR="00000399">
        <w:t xml:space="preserve">tych </w:t>
      </w:r>
      <w:r w:rsidR="00714EE5" w:rsidRPr="00714EE5">
        <w:t>płatników składek</w:t>
      </w:r>
      <w:r w:rsidR="00D85AC5">
        <w:t xml:space="preserve"> lub z urzędu</w:t>
      </w:r>
      <w:r w:rsidR="00714EE5" w:rsidRPr="00714EE5">
        <w:t>.</w:t>
      </w:r>
    </w:p>
    <w:p w14:paraId="372D54B6" w14:textId="77777777" w:rsidR="00B8248F" w:rsidRDefault="00E526D9" w:rsidP="00682DA9">
      <w:pPr>
        <w:pStyle w:val="ZLITUSTzmustliter"/>
      </w:pPr>
      <w:r>
        <w:t>1c</w:t>
      </w:r>
      <w:r w:rsidR="007E606D">
        <w:t>. Kontrolą, o której mowa w ust. 1–</w:t>
      </w:r>
      <w:r w:rsidR="00682DA9">
        <w:t>1</w:t>
      </w:r>
      <w:r w:rsidR="002F2974">
        <w:t>b</w:t>
      </w:r>
      <w:r w:rsidR="007E606D">
        <w:t>, obejmuje się również ubezpieczonych</w:t>
      </w:r>
      <w:r w:rsidR="007E606D" w:rsidRPr="007E606D">
        <w:t xml:space="preserve"> oraz os</w:t>
      </w:r>
      <w:r w:rsidR="007E606D">
        <w:t>oby</w:t>
      </w:r>
      <w:r w:rsidR="007E606D" w:rsidRPr="007E606D">
        <w:t xml:space="preserve"> po ustaniu tytułu ubezpieczenia chorobowego</w:t>
      </w:r>
      <w:r w:rsidR="007E606D">
        <w:t xml:space="preserve">, o których mowa w art. 6 ust. </w:t>
      </w:r>
      <w:r w:rsidR="002F2974">
        <w:t xml:space="preserve">2 </w:t>
      </w:r>
      <w:r w:rsidR="007E606D">
        <w:t>pkt 1 i 1a.</w:t>
      </w:r>
    </w:p>
    <w:p w14:paraId="6117987E" w14:textId="77777777" w:rsidR="00B23987" w:rsidRDefault="00B8248F" w:rsidP="00682DA9">
      <w:pPr>
        <w:pStyle w:val="ZLITUSTzmustliter"/>
      </w:pPr>
      <w:r>
        <w:t>1d. P</w:t>
      </w:r>
      <w:r w:rsidR="00636782">
        <w:t>łatnicy składek</w:t>
      </w:r>
      <w:r>
        <w:t xml:space="preserve"> są uprawnieni</w:t>
      </w:r>
      <w:r w:rsidRPr="00B8248F">
        <w:t xml:space="preserve"> do przeprowadzania kontroli </w:t>
      </w:r>
      <w:r w:rsidR="00DE2A89">
        <w:t xml:space="preserve">co do </w:t>
      </w:r>
      <w:r w:rsidRPr="00B8248F">
        <w:t>prawidłowości wykorzystywania zwolnień od pracy zgodnie z ich celem dla celów wypłaty wynagrodzenia za czas niezdolności do pracy, o którym mowa w</w:t>
      </w:r>
      <w:r w:rsidR="00BA5C14">
        <w:t xml:space="preserve"> art. 92</w:t>
      </w:r>
      <w:r w:rsidR="00BA5C14" w:rsidRPr="00B8248F">
        <w:t xml:space="preserve"> </w:t>
      </w:r>
      <w:r w:rsidRPr="00B8248F">
        <w:t>ustawy z dnia 26 czerwca 1974 r. – Kodeks pracy</w:t>
      </w:r>
      <w:r>
        <w:t>.</w:t>
      </w:r>
    </w:p>
    <w:p w14:paraId="6141F376" w14:textId="77777777" w:rsidR="001D732E" w:rsidRPr="00B23987" w:rsidRDefault="001D732E" w:rsidP="00B23987">
      <w:pPr>
        <w:pStyle w:val="ZLITUSTzmustliter"/>
      </w:pPr>
      <w:r>
        <w:t xml:space="preserve">1e. </w:t>
      </w:r>
      <w:r w:rsidRPr="001D732E">
        <w:t xml:space="preserve">Wątpliwości, czy zwolnienie lekarskie od pracy wykorzystywane było niezgodnie z jego celem, rozstrzyga właściwa jednostka organizacyjna Zakładu Ubezpieczeń Społecznych, uzyskując w miarę potrzeby opinię lekarza, </w:t>
      </w:r>
      <w:r>
        <w:t>który wystawił zwolnienie lekarskie</w:t>
      </w:r>
      <w:r w:rsidR="001018FC">
        <w:t xml:space="preserve"> lub lekarza orzecznika</w:t>
      </w:r>
      <w:r w:rsidR="005E7BE9">
        <w:t>.</w:t>
      </w:r>
      <w:r w:rsidR="001075F5">
        <w:t>”,</w:t>
      </w:r>
    </w:p>
    <w:p w14:paraId="3A25DFF7" w14:textId="77777777" w:rsidR="00682DA9" w:rsidRDefault="00682DA9" w:rsidP="002C52EA">
      <w:pPr>
        <w:pStyle w:val="LITlitera"/>
      </w:pPr>
      <w:r>
        <w:t>c)</w:t>
      </w:r>
      <w:r>
        <w:tab/>
        <w:t>uchyla się ust. 2;</w:t>
      </w:r>
    </w:p>
    <w:p w14:paraId="5A0DE85C" w14:textId="77777777" w:rsidR="008D7B21" w:rsidRDefault="00CF4484" w:rsidP="008D7B21">
      <w:pPr>
        <w:pStyle w:val="PKTpunkt"/>
      </w:pPr>
      <w:r>
        <w:t>9</w:t>
      </w:r>
      <w:r w:rsidR="008D7B21">
        <w:t>)</w:t>
      </w:r>
      <w:r w:rsidR="008D7B21">
        <w:tab/>
        <w:t>po art. 68 dodaje się art. 68a–</w:t>
      </w:r>
      <w:r w:rsidR="0007770E">
        <w:t>6</w:t>
      </w:r>
      <w:r w:rsidR="00007A4B">
        <w:t>8g</w:t>
      </w:r>
      <w:r w:rsidR="0007770E">
        <w:t xml:space="preserve"> w brzmieniu:</w:t>
      </w:r>
    </w:p>
    <w:p w14:paraId="62980542" w14:textId="77777777" w:rsidR="00857E91" w:rsidRDefault="00FB4DF8" w:rsidP="00857E91">
      <w:pPr>
        <w:pStyle w:val="ZARTzmartartykuempunktem"/>
      </w:pPr>
      <w:r>
        <w:t>„</w:t>
      </w:r>
      <w:r w:rsidR="0007770E">
        <w:t>Art. 68a.</w:t>
      </w:r>
      <w:r w:rsidR="00857E91">
        <w:t xml:space="preserve"> 1.</w:t>
      </w:r>
      <w:r w:rsidR="0007770E">
        <w:t xml:space="preserve"> </w:t>
      </w:r>
      <w:r w:rsidR="00857E91" w:rsidRPr="00857E91">
        <w:t>Kontrola</w:t>
      </w:r>
      <w:r w:rsidR="0060610E">
        <w:t>, o której mowa w art. 68,</w:t>
      </w:r>
      <w:r w:rsidR="00857E91" w:rsidRPr="00857E91">
        <w:t xml:space="preserve"> obejmuje zwolnienia z powodu niezdolności do pracy, za które przysługuje zasiłek chorobowy</w:t>
      </w:r>
      <w:r w:rsidR="000E6BFC">
        <w:t>,</w:t>
      </w:r>
      <w:r w:rsidR="00857E91" w:rsidRPr="00857E91">
        <w:t xml:space="preserve"> zasiłek opiekuńczy</w:t>
      </w:r>
      <w:r w:rsidR="000E6BFC">
        <w:t xml:space="preserve">, </w:t>
      </w:r>
      <w:r w:rsidR="00857E91" w:rsidRPr="00857E91">
        <w:lastRenderedPageBreak/>
        <w:t>świadczenie rehabilitacyjne</w:t>
      </w:r>
      <w:r w:rsidR="000E6BFC">
        <w:t xml:space="preserve"> albo wynagrodzenie</w:t>
      </w:r>
      <w:r w:rsidR="000E6BFC" w:rsidRPr="000E6BFC">
        <w:t xml:space="preserve"> za czas niezdolności do pracy, o którym mowa w</w:t>
      </w:r>
      <w:r w:rsidR="00BA5C14">
        <w:t xml:space="preserve"> art. 92</w:t>
      </w:r>
      <w:r w:rsidR="000E6BFC" w:rsidRPr="000E6BFC">
        <w:t> ustawy z dnia 26 czerwca 1974 r. – Kodeks pracy</w:t>
      </w:r>
      <w:r w:rsidR="00857E91" w:rsidRPr="00857E91">
        <w:t>.</w:t>
      </w:r>
    </w:p>
    <w:p w14:paraId="7D0EAE22" w14:textId="77777777" w:rsidR="00857E91" w:rsidRDefault="00857E91" w:rsidP="00857E91">
      <w:pPr>
        <w:pStyle w:val="ZUSTzmustartykuempunktem"/>
      </w:pPr>
      <w:r>
        <w:t>2. Kontrola</w:t>
      </w:r>
      <w:r w:rsidR="00920E5A">
        <w:t xml:space="preserve"> polega na ustaleniu</w:t>
      </w:r>
      <w:r w:rsidR="00D85AC5">
        <w:t>,</w:t>
      </w:r>
      <w:r w:rsidR="00920E5A">
        <w:t xml:space="preserve"> czy osoba kontrolowana nie podejmuje działań określonych w art. 17</w:t>
      </w:r>
      <w:r w:rsidR="009E40F5">
        <w:t xml:space="preserve"> ust. 1</w:t>
      </w:r>
      <w:r w:rsidR="00920E5A">
        <w:t>, a w przypadku zasiłku opiekuńczego również na ustaleniu</w:t>
      </w:r>
      <w:r w:rsidR="00D85AC5">
        <w:t>,</w:t>
      </w:r>
      <w:r w:rsidR="00920E5A">
        <w:t xml:space="preserve"> czy poza ubezpieczonym nie ma innych członków rodziny pozostających we wspólnym gospodarstwie domowym, mogących zapewnić opiekę, chyba że dotyczy to sprawowania opieki nad chorym dzieckiem w wieku do 2 lat.</w:t>
      </w:r>
    </w:p>
    <w:p w14:paraId="373B438A" w14:textId="77777777" w:rsidR="00096BF2" w:rsidRDefault="00096BF2" w:rsidP="00096BF2">
      <w:pPr>
        <w:pStyle w:val="ZUSTzmustartykuempunktem"/>
      </w:pPr>
      <w:r>
        <w:t xml:space="preserve">3. </w:t>
      </w:r>
      <w:r w:rsidRPr="00096BF2">
        <w:t>Kontrola</w:t>
      </w:r>
      <w:r>
        <w:t xml:space="preserve"> </w:t>
      </w:r>
      <w:r w:rsidRPr="00096BF2">
        <w:t>jest dokonywana w miarę potrzeb, bez ustalania z góry</w:t>
      </w:r>
      <w:r>
        <w:t xml:space="preserve"> stałych jej terminów, a nasilana szczególnie w okresach, w których występuje zwiększona absencja z powodu choroby lub sprawowania opieki.</w:t>
      </w:r>
    </w:p>
    <w:p w14:paraId="779AE244" w14:textId="77777777" w:rsidR="00096BF2" w:rsidRPr="00096BF2" w:rsidRDefault="00096BF2" w:rsidP="00096BF2">
      <w:pPr>
        <w:pStyle w:val="ZUSTzmustartykuempunktem"/>
      </w:pPr>
      <w:r>
        <w:t>4. Kontrola jest dokonywana z wykorzystaniem środków adekwatnych i proporcjonalnych do celu kontroli, z poszanowaniem prywatności osoby kontrolowanej oraz innych osób przebywających w miejscu kontroli oraz w sposób wolny od ryzyka pogorszenia się stanu zdrowia osoby kontrolowanej i zakłócania proce</w:t>
      </w:r>
      <w:r w:rsidR="00717E15">
        <w:t>s</w:t>
      </w:r>
      <w:r>
        <w:t xml:space="preserve">u leczenia </w:t>
      </w:r>
      <w:r w:rsidR="00D85AC5">
        <w:t xml:space="preserve">lub </w:t>
      </w:r>
      <w:r>
        <w:t>rekonwalescencji</w:t>
      </w:r>
      <w:r w:rsidR="00463578">
        <w:t>, a czas jej trwania</w:t>
      </w:r>
      <w:r w:rsidR="00E03DCA">
        <w:t xml:space="preserve"> jest ograniczony do okresu niezbędnego do dokonania ustaleń z tej kontroli</w:t>
      </w:r>
      <w:r>
        <w:t xml:space="preserve">. </w:t>
      </w:r>
      <w:r w:rsidRPr="00096BF2">
        <w:t xml:space="preserve"> </w:t>
      </w:r>
    </w:p>
    <w:p w14:paraId="0BE74271" w14:textId="77777777" w:rsidR="0007770E" w:rsidRPr="0007770E" w:rsidRDefault="0060610E" w:rsidP="00096BF2">
      <w:pPr>
        <w:pStyle w:val="ZARTzmartartykuempunktem"/>
      </w:pPr>
      <w:r>
        <w:t xml:space="preserve">Art. 68b. 1. </w:t>
      </w:r>
      <w:r w:rsidR="0007770E" w:rsidRPr="0007770E">
        <w:t>Wszczęcie kontroli</w:t>
      </w:r>
      <w:r>
        <w:t>, o której mowa w art. 68,</w:t>
      </w:r>
      <w:r w:rsidR="0007770E" w:rsidRPr="0007770E">
        <w:t xml:space="preserve"> następuje z urzędu, na podstawie</w:t>
      </w:r>
      <w:r>
        <w:t xml:space="preserve"> upoważn</w:t>
      </w:r>
      <w:r w:rsidR="0007770E" w:rsidRPr="0007770E">
        <w:t>ienia do przeprowadzenia kontroli udzielonego kontrolującemu.</w:t>
      </w:r>
    </w:p>
    <w:p w14:paraId="41ECA6B8" w14:textId="77777777" w:rsidR="0007770E" w:rsidRDefault="0007770E" w:rsidP="00CD2BFF">
      <w:pPr>
        <w:pStyle w:val="ZUSTzmustartykuempunktem"/>
      </w:pPr>
      <w:bookmarkStart w:id="35" w:name="mip67661007"/>
      <w:bookmarkEnd w:id="35"/>
      <w:r w:rsidRPr="0007770E">
        <w:t xml:space="preserve">2. </w:t>
      </w:r>
      <w:r w:rsidR="0060610E">
        <w:t xml:space="preserve">Wszczęcie kontroli </w:t>
      </w:r>
      <w:r w:rsidR="00895DC0">
        <w:t xml:space="preserve">następuje przez okazanie osobie kontrolowanej upoważnienia, o którym mowa w ust. 1, chyba że byłoby to niemożliwe lub utrudnione. W takim przypadku kontrolę wszczyna się z chwilą dokonania pierwszej, zewnętrznej czynności wobec osoby kontrolowanej przez kontrolującego. </w:t>
      </w:r>
    </w:p>
    <w:p w14:paraId="2EC4A721" w14:textId="77777777" w:rsidR="0007770E" w:rsidRPr="0007770E" w:rsidRDefault="00895DC0" w:rsidP="00CD2BFF">
      <w:pPr>
        <w:pStyle w:val="ZUSTzmustartykuempunktem"/>
      </w:pPr>
      <w:r>
        <w:t>3.</w:t>
      </w:r>
      <w:r w:rsidR="0007770E" w:rsidRPr="0007770E">
        <w:t> Upoważnienie</w:t>
      </w:r>
      <w:r>
        <w:t>, o którym mowa w ust. 1,</w:t>
      </w:r>
      <w:r w:rsidR="0007770E" w:rsidRPr="0007770E">
        <w:t xml:space="preserve"> zawiera:</w:t>
      </w:r>
    </w:p>
    <w:p w14:paraId="494C5F00" w14:textId="77777777" w:rsidR="003B7AD7" w:rsidRDefault="0007770E" w:rsidP="00895DC0">
      <w:pPr>
        <w:pStyle w:val="ZPKTzmpktartykuempunktem"/>
      </w:pPr>
      <w:bookmarkStart w:id="36" w:name="mip67661035"/>
      <w:bookmarkEnd w:id="36"/>
      <w:r w:rsidRPr="0007770E">
        <w:t>1)</w:t>
      </w:r>
      <w:r w:rsidR="00895DC0">
        <w:tab/>
      </w:r>
      <w:r w:rsidR="003B7AD7">
        <w:t>wskazanie podstawy prawnej</w:t>
      </w:r>
      <w:r w:rsidR="007659A4">
        <w:t xml:space="preserve"> do przeprowadzenia kontroli</w:t>
      </w:r>
      <w:r w:rsidR="003B7AD7">
        <w:t>;</w:t>
      </w:r>
    </w:p>
    <w:p w14:paraId="11E55DD1" w14:textId="77777777" w:rsidR="0007770E" w:rsidRPr="0007770E" w:rsidRDefault="003B7AD7" w:rsidP="00CD2BFF">
      <w:pPr>
        <w:pStyle w:val="ZPKTzmpktartykuempunktem"/>
      </w:pPr>
      <w:r>
        <w:t>2)</w:t>
      </w:r>
      <w:r>
        <w:tab/>
      </w:r>
      <w:r w:rsidR="0007770E" w:rsidRPr="0007770E">
        <w:t xml:space="preserve">oznaczenie </w:t>
      </w:r>
      <w:r>
        <w:t xml:space="preserve">jednostki organizacyjnej Zakładu Ubezpieczeń Społecznych </w:t>
      </w:r>
      <w:r w:rsidR="00096BF2">
        <w:t>albo</w:t>
      </w:r>
      <w:r>
        <w:t xml:space="preserve"> płatnika składek</w:t>
      </w:r>
      <w:r w:rsidR="0007770E" w:rsidRPr="0007770E">
        <w:t>;</w:t>
      </w:r>
    </w:p>
    <w:p w14:paraId="274CD419" w14:textId="77777777" w:rsidR="0007770E" w:rsidRPr="0007770E" w:rsidRDefault="00D85AC5" w:rsidP="00CD2BFF">
      <w:pPr>
        <w:pStyle w:val="ZPKTzmpktartykuempunktem"/>
      </w:pPr>
      <w:bookmarkStart w:id="37" w:name="mip67661036"/>
      <w:bookmarkEnd w:id="37"/>
      <w:r>
        <w:t>3</w:t>
      </w:r>
      <w:r w:rsidR="0007770E" w:rsidRPr="0007770E">
        <w:t>)</w:t>
      </w:r>
      <w:r w:rsidR="00895DC0">
        <w:tab/>
      </w:r>
      <w:r w:rsidR="0007770E" w:rsidRPr="0007770E">
        <w:t>datę i miejsce wystawienia</w:t>
      </w:r>
      <w:r w:rsidR="00AF2886">
        <w:t xml:space="preserve"> upoważnienia</w:t>
      </w:r>
      <w:r w:rsidR="0007770E" w:rsidRPr="0007770E">
        <w:t>;</w:t>
      </w:r>
    </w:p>
    <w:p w14:paraId="49718D43" w14:textId="77777777" w:rsidR="00973AF7" w:rsidRDefault="00D85AC5" w:rsidP="00CD2BFF">
      <w:pPr>
        <w:pStyle w:val="ZPKTzmpktartykuempunktem"/>
      </w:pPr>
      <w:bookmarkStart w:id="38" w:name="mip67661037"/>
      <w:bookmarkEnd w:id="38"/>
      <w:r>
        <w:t>4</w:t>
      </w:r>
      <w:r w:rsidR="0007770E" w:rsidRPr="0007770E">
        <w:t>)</w:t>
      </w:r>
      <w:r w:rsidR="00895DC0">
        <w:tab/>
      </w:r>
      <w:r w:rsidR="003B7AD7">
        <w:t xml:space="preserve">imię i nazwisko </w:t>
      </w:r>
      <w:r w:rsidR="0007770E" w:rsidRPr="0007770E">
        <w:t>kontrolując</w:t>
      </w:r>
      <w:r w:rsidR="003B7AD7">
        <w:t xml:space="preserve">ego wraz z </w:t>
      </w:r>
      <w:bookmarkStart w:id="39" w:name="_Hlk178593321"/>
      <w:r w:rsidR="003B7AD7">
        <w:t>podaniem</w:t>
      </w:r>
      <w:r w:rsidR="00973AF7">
        <w:t>:</w:t>
      </w:r>
    </w:p>
    <w:p w14:paraId="24451670" w14:textId="77777777" w:rsidR="00973AF7" w:rsidRDefault="00973AF7" w:rsidP="001F18D6">
      <w:pPr>
        <w:pStyle w:val="ZLITwPKTzmlitwpktartykuempunktem"/>
      </w:pPr>
      <w:r>
        <w:t>a)</w:t>
      </w:r>
      <w:r w:rsidR="003B7AD7">
        <w:t xml:space="preserve"> </w:t>
      </w:r>
      <w:r>
        <w:tab/>
      </w:r>
      <w:r w:rsidR="003B7AD7">
        <w:t xml:space="preserve">numeru legitymacji </w:t>
      </w:r>
      <w:r w:rsidR="000F25D7">
        <w:t>służbowej</w:t>
      </w:r>
      <w:r>
        <w:t xml:space="preserve"> – w przypadku kontroli dokonywanej przez Zakład Ubezpieczeń Społecznych, </w:t>
      </w:r>
    </w:p>
    <w:p w14:paraId="097A8B07" w14:textId="77777777" w:rsidR="0007770E" w:rsidRPr="0007770E" w:rsidRDefault="00973AF7" w:rsidP="001F18D6">
      <w:pPr>
        <w:pStyle w:val="ZLITwPKTzmlitwpktartykuempunktem"/>
      </w:pPr>
      <w:r>
        <w:t>b)</w:t>
      </w:r>
      <w:r>
        <w:tab/>
        <w:t xml:space="preserve">numeru legitymacji </w:t>
      </w:r>
      <w:r w:rsidR="003B7AD7">
        <w:t>pracowniczej lub dokumentu tożsamości i daty wydania tego dokumentu</w:t>
      </w:r>
      <w:bookmarkEnd w:id="39"/>
      <w:r>
        <w:t xml:space="preserve"> – w przypadku kontroli dokonywanej przez płatnika składek</w:t>
      </w:r>
      <w:r w:rsidR="0007770E" w:rsidRPr="0007770E">
        <w:t>;</w:t>
      </w:r>
      <w:bookmarkStart w:id="40" w:name="mip67661038"/>
      <w:bookmarkEnd w:id="40"/>
    </w:p>
    <w:p w14:paraId="3D3431D5" w14:textId="77777777" w:rsidR="0007770E" w:rsidRPr="0007770E" w:rsidRDefault="0007770E" w:rsidP="00CD2BFF">
      <w:pPr>
        <w:pStyle w:val="ZPKTzmpktartykuempunktem"/>
      </w:pPr>
      <w:bookmarkStart w:id="41" w:name="mip67661039"/>
      <w:bookmarkEnd w:id="41"/>
      <w:r w:rsidRPr="0007770E">
        <w:t>5)</w:t>
      </w:r>
      <w:r w:rsidR="00895DC0">
        <w:tab/>
      </w:r>
      <w:r w:rsidRPr="0007770E">
        <w:t>wskazanie zakresu kontroli;</w:t>
      </w:r>
    </w:p>
    <w:p w14:paraId="16688B41" w14:textId="77777777" w:rsidR="0007770E" w:rsidRDefault="0007770E" w:rsidP="00895DC0">
      <w:pPr>
        <w:pStyle w:val="ZPKTzmpktartykuempunktem"/>
      </w:pPr>
      <w:bookmarkStart w:id="42" w:name="mip67661040"/>
      <w:bookmarkEnd w:id="42"/>
      <w:r w:rsidRPr="0007770E">
        <w:lastRenderedPageBreak/>
        <w:t>6)</w:t>
      </w:r>
      <w:r w:rsidR="00895DC0">
        <w:tab/>
      </w:r>
      <w:r w:rsidRPr="0007770E">
        <w:t>podpis osoby udzielającej upoważnienia</w:t>
      </w:r>
      <w:r w:rsidR="00F84EBA">
        <w:t>.</w:t>
      </w:r>
    </w:p>
    <w:p w14:paraId="43B2EC0B" w14:textId="77777777" w:rsidR="00F84EBA" w:rsidRDefault="00F84EBA" w:rsidP="00F84EBA">
      <w:pPr>
        <w:pStyle w:val="ZARTzmartartykuempunktem"/>
      </w:pPr>
      <w:r>
        <w:t xml:space="preserve">Art. 68c. 1. </w:t>
      </w:r>
      <w:bookmarkStart w:id="43" w:name="mip67661041"/>
      <w:bookmarkEnd w:id="43"/>
      <w:r>
        <w:t>Czynności kontrolne prowadzone są w miejscu zamieszkania, miejscu pobytu, miejscu pracy</w:t>
      </w:r>
      <w:r w:rsidR="001625A1">
        <w:t xml:space="preserve"> osoby kontrolowanej lub w</w:t>
      </w:r>
      <w:r>
        <w:t xml:space="preserve"> miejscu </w:t>
      </w:r>
      <w:r w:rsidR="001625A1">
        <w:t>wykonywania przez nią pozarolniczej</w:t>
      </w:r>
      <w:r>
        <w:t xml:space="preserve"> działalności lub w innym miejscu, jeżeli jest to konieczne ze względu na cel kontroli.  </w:t>
      </w:r>
    </w:p>
    <w:p w14:paraId="42163B03" w14:textId="77777777" w:rsidR="0007770E" w:rsidRPr="0007770E" w:rsidRDefault="001625A1" w:rsidP="00CD2BFF">
      <w:pPr>
        <w:pStyle w:val="ZUSTzmustartykuempunktem"/>
      </w:pPr>
      <w:r w:rsidRPr="001625A1">
        <w:t>2.</w:t>
      </w:r>
      <w:r>
        <w:t xml:space="preserve"> </w:t>
      </w:r>
      <w:r w:rsidR="00F84EBA">
        <w:t>Kontrolującemu</w:t>
      </w:r>
      <w:r w:rsidR="0007770E" w:rsidRPr="0007770E">
        <w:t xml:space="preserve"> przysługuje uprawnienie do:</w:t>
      </w:r>
    </w:p>
    <w:p w14:paraId="69E2B3D6" w14:textId="77777777" w:rsidR="001625A1" w:rsidRDefault="001625A1" w:rsidP="001625A1">
      <w:pPr>
        <w:pStyle w:val="ZPKTzmpktartykuempunktem"/>
      </w:pPr>
      <w:bookmarkStart w:id="44" w:name="mip67661058"/>
      <w:bookmarkStart w:id="45" w:name="mip67661059"/>
      <w:bookmarkEnd w:id="44"/>
      <w:bookmarkEnd w:id="45"/>
      <w:r>
        <w:t>1</w:t>
      </w:r>
      <w:r w:rsidR="0007770E" w:rsidRPr="0007770E">
        <w:t>)</w:t>
      </w:r>
      <w:r>
        <w:tab/>
      </w:r>
      <w:r w:rsidR="0007770E" w:rsidRPr="0007770E">
        <w:t xml:space="preserve">wstępu, przebywania i poruszania się </w:t>
      </w:r>
      <w:r>
        <w:t>w miejscu przeprowadzania kontroli</w:t>
      </w:r>
      <w:bookmarkStart w:id="46" w:name="mip67661060"/>
      <w:bookmarkStart w:id="47" w:name="mip67661061"/>
      <w:bookmarkEnd w:id="46"/>
      <w:bookmarkEnd w:id="47"/>
      <w:r w:rsidR="00AF06D0">
        <w:t>,</w:t>
      </w:r>
    </w:p>
    <w:p w14:paraId="3919F91A" w14:textId="77777777" w:rsidR="0007770E" w:rsidRDefault="001625A1" w:rsidP="001625A1">
      <w:pPr>
        <w:pStyle w:val="ZPKTzmpktartykuempunktem"/>
      </w:pPr>
      <w:r>
        <w:t>2)</w:t>
      </w:r>
      <w:r>
        <w:tab/>
      </w:r>
      <w:r w:rsidR="0007770E" w:rsidRPr="0007770E">
        <w:t>legitymowania os</w:t>
      </w:r>
      <w:r w:rsidR="009C10D5">
        <w:t>o</w:t>
      </w:r>
      <w:r w:rsidR="0007770E" w:rsidRPr="0007770E">
        <w:t>b</w:t>
      </w:r>
      <w:r w:rsidR="009C10D5">
        <w:t>y</w:t>
      </w:r>
      <w:r>
        <w:t xml:space="preserve"> </w:t>
      </w:r>
      <w:r w:rsidR="009C10D5">
        <w:t>kontrolowanej</w:t>
      </w:r>
      <w:r w:rsidR="0007770E" w:rsidRPr="0007770E">
        <w:t>,</w:t>
      </w:r>
      <w:r>
        <w:t xml:space="preserve"> w celu ustalenia tożsamości</w:t>
      </w:r>
      <w:r w:rsidR="00AF06D0">
        <w:t>,</w:t>
      </w:r>
    </w:p>
    <w:p w14:paraId="3476248D" w14:textId="77777777" w:rsidR="001625A1" w:rsidRDefault="001625A1" w:rsidP="001625A1">
      <w:pPr>
        <w:pStyle w:val="ZPKTzmpktartykuempunktem"/>
      </w:pPr>
      <w:r>
        <w:t>3)</w:t>
      </w:r>
      <w:r>
        <w:tab/>
        <w:t>żądania udostępnienia informacji przez osobę kontrolowaną lub jej płatnika składek oraz lekarza leczącego</w:t>
      </w:r>
      <w:r w:rsidR="00AF06D0">
        <w:t>,</w:t>
      </w:r>
    </w:p>
    <w:p w14:paraId="3365015A" w14:textId="77777777" w:rsidR="00B411CD" w:rsidRDefault="00B411CD" w:rsidP="001625A1">
      <w:pPr>
        <w:pStyle w:val="ZPKTzmpktartykuempunktem"/>
      </w:pPr>
      <w:r>
        <w:t>4)</w:t>
      </w:r>
      <w:r>
        <w:tab/>
        <w:t>żądania oraz odbierania wyjaśnień od osoby kontrolowanej</w:t>
      </w:r>
      <w:r w:rsidR="00AF06D0">
        <w:t>,</w:t>
      </w:r>
    </w:p>
    <w:p w14:paraId="44F1A227" w14:textId="77777777" w:rsidR="00B411CD" w:rsidRDefault="00B411CD" w:rsidP="001625A1">
      <w:pPr>
        <w:pStyle w:val="ZPKTzmpktartykuempunktem"/>
      </w:pPr>
      <w:r>
        <w:t>5)</w:t>
      </w:r>
      <w:r>
        <w:tab/>
        <w:t xml:space="preserve">dostępu do danych ubezpieczonego i płatnika składek gromadzonych przez Zakład Ubezpieczeń Społecznych na koncie ubezpieczonego i </w:t>
      </w:r>
      <w:r w:rsidR="002F2974">
        <w:t xml:space="preserve">koncie </w:t>
      </w:r>
      <w:r>
        <w:t>płatnika składek</w:t>
      </w:r>
    </w:p>
    <w:p w14:paraId="04E67E73" w14:textId="77777777" w:rsidR="00B411CD" w:rsidRDefault="00B411CD" w:rsidP="00B411CD">
      <w:pPr>
        <w:pStyle w:val="ZCZWSPPKTzmczciwsppktartykuempunktem"/>
      </w:pPr>
      <w:r>
        <w:t xml:space="preserve">– jeżeli jest to </w:t>
      </w:r>
      <w:r w:rsidR="00AF06D0">
        <w:t xml:space="preserve">uzasadnione celem prowadzonej kontroli. </w:t>
      </w:r>
    </w:p>
    <w:p w14:paraId="198DB1CF" w14:textId="77777777" w:rsidR="00AF06D0" w:rsidRDefault="00AF06D0" w:rsidP="00AF06D0">
      <w:pPr>
        <w:pStyle w:val="ZUSTzmustartykuempunktem"/>
      </w:pPr>
      <w:r>
        <w:t>3. Kontrolujący jest obowiązany do:</w:t>
      </w:r>
    </w:p>
    <w:p w14:paraId="6BEB163B" w14:textId="77777777" w:rsidR="00AF06D0" w:rsidRDefault="00AF06D0" w:rsidP="00AF06D0">
      <w:pPr>
        <w:pStyle w:val="ZPKTzmpktartykuempunktem"/>
      </w:pPr>
      <w:r>
        <w:t>1)</w:t>
      </w:r>
      <w:r>
        <w:tab/>
        <w:t xml:space="preserve">okazania </w:t>
      </w:r>
      <w:r w:rsidR="00216F1E">
        <w:t xml:space="preserve">osobie kontrolowanej lub osobie przebywającej w miejscu przeprowadzania kontroli </w:t>
      </w:r>
      <w:r>
        <w:t>legitymacji służbowej</w:t>
      </w:r>
      <w:r w:rsidR="000F25D7">
        <w:t xml:space="preserve"> albo pracowniczej</w:t>
      </w:r>
      <w:r>
        <w:t xml:space="preserve"> oraz upoważnienia do przeprowadzenia kontroli;</w:t>
      </w:r>
    </w:p>
    <w:p w14:paraId="34C0D2F1" w14:textId="77777777" w:rsidR="00AF06D0" w:rsidRDefault="00AF06D0" w:rsidP="00AF06D0">
      <w:pPr>
        <w:pStyle w:val="ZPKTzmpktartykuempunktem"/>
      </w:pPr>
      <w:r>
        <w:t>2)</w:t>
      </w:r>
      <w:r>
        <w:tab/>
        <w:t>poinformowania osoby kontrolowanej o jej uprawnieniach, w tym o możliwości zgłoszenia zastrzeżeń do protokołu kontroli;</w:t>
      </w:r>
    </w:p>
    <w:p w14:paraId="6469249E" w14:textId="77777777" w:rsidR="00AF06D0" w:rsidRDefault="00AF06D0" w:rsidP="00AF06D0">
      <w:pPr>
        <w:pStyle w:val="ZPKTzmpktartykuempunktem"/>
      </w:pPr>
      <w:r>
        <w:t>3)</w:t>
      </w:r>
      <w:r>
        <w:tab/>
        <w:t>zachowania w tajemnicy wszelkich informacji dotyczących prywatności osoby kontrolowanej pozyskanych w czasie kontroli.</w:t>
      </w:r>
      <w:bookmarkStart w:id="48" w:name="mip67661062"/>
      <w:bookmarkStart w:id="49" w:name="mip67661063"/>
      <w:bookmarkStart w:id="50" w:name="mip67661064"/>
      <w:bookmarkStart w:id="51" w:name="mip67661065"/>
      <w:bookmarkStart w:id="52" w:name="mip67661066"/>
      <w:bookmarkStart w:id="53" w:name="mip67661067"/>
      <w:bookmarkStart w:id="54" w:name="mip67661068"/>
      <w:bookmarkStart w:id="55" w:name="mip67661069"/>
      <w:bookmarkStart w:id="56" w:name="mip67661070"/>
      <w:bookmarkStart w:id="57" w:name="mip67661071"/>
      <w:bookmarkStart w:id="58" w:name="mip67661072"/>
      <w:bookmarkStart w:id="59" w:name="mip67661073"/>
      <w:bookmarkStart w:id="60" w:name="mip67661074"/>
      <w:bookmarkStart w:id="61" w:name="mip67661075"/>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0AE9CAA" w14:textId="77777777" w:rsidR="00FE47D7" w:rsidRDefault="00AF06D0" w:rsidP="00CD2BFF">
      <w:pPr>
        <w:pStyle w:val="ZARTzmartartykuempunktem"/>
      </w:pPr>
      <w:r>
        <w:t>Art. 68d. Osoba k</w:t>
      </w:r>
      <w:r w:rsidR="00FE47D7" w:rsidRPr="00FE47D7">
        <w:t>ontrolowan</w:t>
      </w:r>
      <w:r>
        <w:t>a</w:t>
      </w:r>
      <w:r w:rsidR="00FE47D7">
        <w:t xml:space="preserve"> jest</w:t>
      </w:r>
      <w:r w:rsidR="00FE47D7" w:rsidRPr="00FE47D7">
        <w:t xml:space="preserve"> obowiązan</w:t>
      </w:r>
      <w:r>
        <w:t>a do</w:t>
      </w:r>
      <w:r w:rsidR="00FE47D7" w:rsidRPr="00FE47D7">
        <w:t>:</w:t>
      </w:r>
    </w:p>
    <w:p w14:paraId="35BCE260" w14:textId="77777777" w:rsidR="00AF06D0" w:rsidRPr="00096BF2" w:rsidRDefault="00AF06D0">
      <w:pPr>
        <w:pStyle w:val="ZPKTzmpktartykuempunktem"/>
      </w:pPr>
      <w:r w:rsidRPr="00AF06D0">
        <w:t>1)</w:t>
      </w:r>
      <w:r w:rsidRPr="00AF06D0">
        <w:tab/>
        <w:t>umożliwienia przeprowadzenia kontroli;</w:t>
      </w:r>
    </w:p>
    <w:p w14:paraId="2A4554B1" w14:textId="77777777" w:rsidR="00AF06D0" w:rsidRDefault="00AF06D0" w:rsidP="00AF06D0">
      <w:pPr>
        <w:pStyle w:val="ZPKTzmpktartykuempunktem"/>
      </w:pPr>
      <w:r w:rsidRPr="00096BF2">
        <w:t>2)</w:t>
      </w:r>
      <w:r>
        <w:tab/>
        <w:t>udostępnienia informacji kontrolującemu na jego żądani</w:t>
      </w:r>
      <w:r w:rsidR="007702FD">
        <w:t>e</w:t>
      </w:r>
      <w:r>
        <w:t>;</w:t>
      </w:r>
    </w:p>
    <w:p w14:paraId="40CEDFA5" w14:textId="77777777" w:rsidR="00096BF2" w:rsidRDefault="00AF06D0" w:rsidP="00096BF2">
      <w:pPr>
        <w:pStyle w:val="ZPKTzmpktartykuempunktem"/>
      </w:pPr>
      <w:r>
        <w:t>3)</w:t>
      </w:r>
      <w:r>
        <w:tab/>
        <w:t xml:space="preserve">składania wyjaśnień na żądanie kontrolującego. </w:t>
      </w:r>
    </w:p>
    <w:p w14:paraId="5B669282" w14:textId="77777777" w:rsidR="00467551" w:rsidRPr="00467551" w:rsidRDefault="00467551" w:rsidP="00096BF2">
      <w:pPr>
        <w:pStyle w:val="ZARTzmartartykuempunktem"/>
      </w:pPr>
      <w:r>
        <w:t xml:space="preserve">Art. </w:t>
      </w:r>
      <w:r w:rsidR="00096BF2">
        <w:t>68e. 1.</w:t>
      </w:r>
      <w:r w:rsidRPr="00467551">
        <w:t xml:space="preserve"> Ustalenia kontroli opisuje się w protokole kontroli, który </w:t>
      </w:r>
      <w:r w:rsidR="00096BF2">
        <w:t>zawiera</w:t>
      </w:r>
      <w:r w:rsidRPr="00467551">
        <w:t>:</w:t>
      </w:r>
    </w:p>
    <w:p w14:paraId="090F6FB4" w14:textId="77777777" w:rsidR="00467551" w:rsidRDefault="00467551" w:rsidP="00CD2BFF">
      <w:pPr>
        <w:pStyle w:val="ZPKTzmpktartykuempunktem"/>
      </w:pPr>
      <w:bookmarkStart w:id="62" w:name="mip72577981"/>
      <w:bookmarkEnd w:id="62"/>
      <w:r w:rsidRPr="00467551">
        <w:t>1)</w:t>
      </w:r>
      <w:r w:rsidR="00096BF2">
        <w:tab/>
      </w:r>
      <w:r w:rsidRPr="00467551">
        <w:t>oznaczenie terytorialnej jednostki organizacyjnej Zakładu</w:t>
      </w:r>
      <w:r w:rsidR="00096BF2">
        <w:t xml:space="preserve"> Ubezpieczeń Społecznych</w:t>
      </w:r>
      <w:r w:rsidR="00DC2EB9">
        <w:t xml:space="preserve"> albo płatnika składek</w:t>
      </w:r>
      <w:r w:rsidRPr="00467551">
        <w:t>;</w:t>
      </w:r>
    </w:p>
    <w:p w14:paraId="303D0423" w14:textId="77777777" w:rsidR="00DC2EB9" w:rsidRPr="00467551" w:rsidRDefault="00DC2EB9" w:rsidP="00CD2BFF">
      <w:pPr>
        <w:pStyle w:val="ZPKTzmpktartykuempunktem"/>
      </w:pPr>
      <w:r>
        <w:t>2)</w:t>
      </w:r>
      <w:r w:rsidR="00096BF2">
        <w:tab/>
      </w:r>
      <w:r>
        <w:t>datę</w:t>
      </w:r>
      <w:r w:rsidR="000900F6">
        <w:t xml:space="preserve">, </w:t>
      </w:r>
      <w:r>
        <w:t>godzinę</w:t>
      </w:r>
      <w:r w:rsidR="000900F6">
        <w:t xml:space="preserve"> i miejsce</w:t>
      </w:r>
      <w:r>
        <w:t xml:space="preserve"> przeprowadzenia kontroli;</w:t>
      </w:r>
    </w:p>
    <w:p w14:paraId="2FD491F3" w14:textId="77777777" w:rsidR="00DC2EB9" w:rsidRDefault="00DC2EB9" w:rsidP="00CD2BFF">
      <w:pPr>
        <w:pStyle w:val="ZPKTzmpktartykuempunktem"/>
      </w:pPr>
      <w:bookmarkStart w:id="63" w:name="mip72577982"/>
      <w:bookmarkEnd w:id="63"/>
      <w:r>
        <w:t>3</w:t>
      </w:r>
      <w:r w:rsidR="00467551" w:rsidRPr="00467551">
        <w:t>)</w:t>
      </w:r>
      <w:r w:rsidR="00096BF2">
        <w:tab/>
      </w:r>
      <w:r>
        <w:t>dane osoby kontrolowanej:</w:t>
      </w:r>
    </w:p>
    <w:p w14:paraId="08EFEBF3" w14:textId="77777777" w:rsidR="00DC2EB9" w:rsidRDefault="00DC2EB9" w:rsidP="00CD2BFF">
      <w:pPr>
        <w:pStyle w:val="ZLITwPKTzmlitwpktartykuempunktem"/>
      </w:pPr>
      <w:r>
        <w:t>a)</w:t>
      </w:r>
      <w:r w:rsidR="000900F6">
        <w:tab/>
      </w:r>
      <w:r>
        <w:t>imię i nazwisko</w:t>
      </w:r>
      <w:r w:rsidR="000900F6">
        <w:t>,</w:t>
      </w:r>
    </w:p>
    <w:p w14:paraId="773B867E" w14:textId="77777777" w:rsidR="00DC2EB9" w:rsidRDefault="00DC2EB9" w:rsidP="00F86F24">
      <w:pPr>
        <w:pStyle w:val="ZLITwPKTzmlitwpktartykuempunktem"/>
      </w:pPr>
      <w:r>
        <w:lastRenderedPageBreak/>
        <w:t>b)</w:t>
      </w:r>
      <w:r w:rsidR="00096BF2">
        <w:tab/>
      </w:r>
      <w:r w:rsidR="000900F6">
        <w:t xml:space="preserve">numer </w:t>
      </w:r>
      <w:r>
        <w:t>PESEL</w:t>
      </w:r>
      <w:r w:rsidR="000900F6">
        <w:t>,</w:t>
      </w:r>
      <w:r w:rsidR="00F86F24" w:rsidRPr="00F86F24">
        <w:t xml:space="preserve"> a w razie gdy nie nadano numeru PESEL – datę urodzenia, rodzaj, serię i numer dokumentu tożsamości</w:t>
      </w:r>
      <w:r w:rsidR="00F86F24">
        <w:t>,</w:t>
      </w:r>
    </w:p>
    <w:p w14:paraId="41A378F9" w14:textId="77777777" w:rsidR="000900F6" w:rsidRDefault="00DC2EB9" w:rsidP="00E00F58">
      <w:pPr>
        <w:pStyle w:val="ZLITwPKTzmlitwpktartykuempunktem"/>
      </w:pPr>
      <w:r>
        <w:t>c)</w:t>
      </w:r>
      <w:r w:rsidR="00096BF2">
        <w:tab/>
      </w:r>
      <w:r>
        <w:t>miejsce zamieszkania</w:t>
      </w:r>
      <w:r w:rsidR="00E64880">
        <w:t xml:space="preserve"> lub pobytu</w:t>
      </w:r>
      <w:r w:rsidR="000900F6">
        <w:t>,</w:t>
      </w:r>
    </w:p>
    <w:p w14:paraId="3764C332" w14:textId="77777777" w:rsidR="00DC2EB9" w:rsidRDefault="000900F6" w:rsidP="00CD2BFF">
      <w:pPr>
        <w:pStyle w:val="ZLITwPKTzmlitwpktartykuempunktem"/>
      </w:pPr>
      <w:r>
        <w:t>d)</w:t>
      </w:r>
      <w:r>
        <w:tab/>
        <w:t>miejsce pracy;</w:t>
      </w:r>
    </w:p>
    <w:p w14:paraId="2FA12DBB" w14:textId="77777777" w:rsidR="000900F6" w:rsidRDefault="00DC2EB9" w:rsidP="000900F6">
      <w:pPr>
        <w:pStyle w:val="ZPKTzmpktartykuempunktem"/>
      </w:pPr>
      <w:r>
        <w:t>4)</w:t>
      </w:r>
      <w:r w:rsidR="000900F6">
        <w:tab/>
      </w:r>
      <w:r>
        <w:t>dane osób</w:t>
      </w:r>
      <w:r w:rsidRPr="00467551">
        <w:t xml:space="preserve"> </w:t>
      </w:r>
      <w:r w:rsidR="00781FEF">
        <w:t>kontrolujących</w:t>
      </w:r>
      <w:r>
        <w:t>:</w:t>
      </w:r>
    </w:p>
    <w:p w14:paraId="55642D3C" w14:textId="77777777" w:rsidR="00DC2EB9" w:rsidRDefault="000900F6" w:rsidP="000900F6">
      <w:pPr>
        <w:pStyle w:val="ZLITwPKTzmlitwpktartykuempunktem"/>
      </w:pPr>
      <w:r>
        <w:t>a)</w:t>
      </w:r>
      <w:r>
        <w:tab/>
      </w:r>
      <w:r w:rsidR="00DC2EB9">
        <w:t>imię i nazwisko</w:t>
      </w:r>
      <w:r>
        <w:t>,</w:t>
      </w:r>
    </w:p>
    <w:p w14:paraId="7F282984" w14:textId="77777777" w:rsidR="00973AF7" w:rsidRDefault="00973AF7" w:rsidP="000900F6">
      <w:pPr>
        <w:pStyle w:val="ZLITwPKTzmlitwpktartykuempunktem"/>
      </w:pPr>
      <w:r>
        <w:t>b)</w:t>
      </w:r>
      <w:r>
        <w:tab/>
      </w:r>
      <w:r w:rsidRPr="00973AF7">
        <w:t>numer legitymacji służbowej – w przypadku kontroli dokonywanej przez Zakład Ubezpieczeń Społecznych,</w:t>
      </w:r>
    </w:p>
    <w:p w14:paraId="42CD9B2C" w14:textId="77777777" w:rsidR="000900F6" w:rsidRPr="00467551" w:rsidRDefault="00973AF7" w:rsidP="00973AF7">
      <w:pPr>
        <w:pStyle w:val="ZLITwPKTzmlitwpktartykuempunktem"/>
      </w:pPr>
      <w:r>
        <w:t>c</w:t>
      </w:r>
      <w:r w:rsidR="000900F6">
        <w:t>)</w:t>
      </w:r>
      <w:r w:rsidR="000900F6">
        <w:tab/>
        <w:t>numer</w:t>
      </w:r>
      <w:r w:rsidR="00BA21E8">
        <w:t xml:space="preserve"> legitymacji pracowniczej lub</w:t>
      </w:r>
      <w:r w:rsidR="000900F6">
        <w:t xml:space="preserve"> </w:t>
      </w:r>
      <w:r w:rsidR="000900F6" w:rsidRPr="000900F6">
        <w:t>dokumentu tożsamości</w:t>
      </w:r>
      <w:r w:rsidR="000900F6">
        <w:t xml:space="preserve"> wraz z</w:t>
      </w:r>
      <w:r w:rsidR="000900F6" w:rsidRPr="000900F6">
        <w:t xml:space="preserve"> dat</w:t>
      </w:r>
      <w:r w:rsidR="000900F6">
        <w:t>ą</w:t>
      </w:r>
      <w:r w:rsidR="000900F6" w:rsidRPr="000900F6">
        <w:t xml:space="preserve"> wydania</w:t>
      </w:r>
      <w:r w:rsidR="00BA21E8">
        <w:t xml:space="preserve"> </w:t>
      </w:r>
      <w:r w:rsidR="00BA21E8" w:rsidRPr="00BA21E8">
        <w:t xml:space="preserve">– w przypadku kontroli dokonywanej przez </w:t>
      </w:r>
      <w:r w:rsidR="00BA21E8">
        <w:t>płatnika składek</w:t>
      </w:r>
      <w:r w:rsidR="000900F6">
        <w:t>;</w:t>
      </w:r>
    </w:p>
    <w:p w14:paraId="64C6C850" w14:textId="77777777" w:rsidR="00DC2EB9" w:rsidRDefault="000900F6" w:rsidP="00CD2BFF">
      <w:pPr>
        <w:pStyle w:val="ZPKTzmpktartykuempunktem"/>
      </w:pPr>
      <w:r>
        <w:t>5)</w:t>
      </w:r>
      <w:r>
        <w:tab/>
      </w:r>
      <w:r w:rsidR="00DC2EB9">
        <w:t>okres orzeczonej niezdolności do pracy</w:t>
      </w:r>
      <w:r w:rsidR="008D05C1">
        <w:t>;</w:t>
      </w:r>
    </w:p>
    <w:p w14:paraId="38FFA364" w14:textId="77777777" w:rsidR="00DC2EB9" w:rsidRDefault="000900F6" w:rsidP="00CD2BFF">
      <w:pPr>
        <w:pStyle w:val="ZPKTzmpktartykuempunktem"/>
      </w:pPr>
      <w:r>
        <w:t>6</w:t>
      </w:r>
      <w:r w:rsidR="00DC2EB9">
        <w:t>)</w:t>
      </w:r>
      <w:r>
        <w:tab/>
      </w:r>
      <w:r w:rsidR="00DC2EB9">
        <w:t>numer zaświadczenia o czasowej niezdolności do pracy</w:t>
      </w:r>
      <w:r w:rsidR="00E64880">
        <w:t xml:space="preserve"> albo oznaczenie decyzji o przyznaniu świadczenia rehabilitacyjnego</w:t>
      </w:r>
      <w:r w:rsidR="008D05C1">
        <w:t>;</w:t>
      </w:r>
    </w:p>
    <w:p w14:paraId="422C169C" w14:textId="77777777" w:rsidR="00467551" w:rsidRDefault="000900F6" w:rsidP="00CD2BFF">
      <w:pPr>
        <w:pStyle w:val="ZPKTzmpktartykuempunktem"/>
      </w:pPr>
      <w:r>
        <w:t>7</w:t>
      </w:r>
      <w:r w:rsidR="00DC2EB9">
        <w:t>)</w:t>
      </w:r>
      <w:r>
        <w:tab/>
      </w:r>
      <w:r w:rsidR="00DC2EB9">
        <w:t>imię i nazwisko lekarza, który wydał zaświadczenie o czasowej niezdolności do pracy</w:t>
      </w:r>
      <w:r w:rsidR="008D05C1">
        <w:t>;</w:t>
      </w:r>
    </w:p>
    <w:p w14:paraId="306C2C00" w14:textId="77777777" w:rsidR="00DC2EB9" w:rsidRDefault="000900F6" w:rsidP="00CD2BFF">
      <w:pPr>
        <w:pStyle w:val="ZPKTzmpktartykuempunktem"/>
      </w:pPr>
      <w:r>
        <w:t>8</w:t>
      </w:r>
      <w:r w:rsidR="00DC2EB9">
        <w:t>)</w:t>
      </w:r>
      <w:r>
        <w:tab/>
      </w:r>
      <w:r w:rsidR="00DC2EB9">
        <w:t>opis dokonanych ustaleń</w:t>
      </w:r>
      <w:r w:rsidR="008D05C1">
        <w:t>;</w:t>
      </w:r>
    </w:p>
    <w:p w14:paraId="40E0C0DC" w14:textId="77777777" w:rsidR="00467551" w:rsidRPr="00467551" w:rsidRDefault="000900F6" w:rsidP="00CD2BFF">
      <w:pPr>
        <w:pStyle w:val="ZPKTzmpktartykuempunktem"/>
      </w:pPr>
      <w:bookmarkStart w:id="64" w:name="mip72577983"/>
      <w:bookmarkStart w:id="65" w:name="mip72577984"/>
      <w:bookmarkStart w:id="66" w:name="mip72577985"/>
      <w:bookmarkStart w:id="67" w:name="mip72577986"/>
      <w:bookmarkStart w:id="68" w:name="mip72577987"/>
      <w:bookmarkStart w:id="69" w:name="mip72577988"/>
      <w:bookmarkEnd w:id="64"/>
      <w:bookmarkEnd w:id="65"/>
      <w:bookmarkEnd w:id="66"/>
      <w:bookmarkEnd w:id="67"/>
      <w:bookmarkEnd w:id="68"/>
      <w:bookmarkEnd w:id="69"/>
      <w:r>
        <w:t>9</w:t>
      </w:r>
      <w:r w:rsidR="00467551" w:rsidRPr="00467551">
        <w:t>)</w:t>
      </w:r>
      <w:r>
        <w:tab/>
      </w:r>
      <w:r w:rsidR="00467551" w:rsidRPr="00467551">
        <w:t>pouczenie o prawie złożenia zastrzeżeń;</w:t>
      </w:r>
    </w:p>
    <w:p w14:paraId="09538EFE" w14:textId="77777777" w:rsidR="00467551" w:rsidRPr="00467551" w:rsidRDefault="000900F6" w:rsidP="00CD2BFF">
      <w:pPr>
        <w:pStyle w:val="ZPKTzmpktartykuempunktem"/>
      </w:pPr>
      <w:bookmarkStart w:id="70" w:name="mip72577989"/>
      <w:bookmarkEnd w:id="70"/>
      <w:r>
        <w:t>10</w:t>
      </w:r>
      <w:r w:rsidR="00467551" w:rsidRPr="00467551">
        <w:t>)</w:t>
      </w:r>
      <w:r>
        <w:tab/>
      </w:r>
      <w:r w:rsidR="00DC2EB9" w:rsidRPr="00DC2EB9">
        <w:t>podpis osoby kontrolującej</w:t>
      </w:r>
      <w:r>
        <w:t>.</w:t>
      </w:r>
      <w:r w:rsidR="00DC2EB9" w:rsidRPr="00DC2EB9">
        <w:t xml:space="preserve"> </w:t>
      </w:r>
      <w:bookmarkStart w:id="71" w:name="mip72577990"/>
      <w:bookmarkEnd w:id="71"/>
    </w:p>
    <w:p w14:paraId="65A15C4B" w14:textId="77777777" w:rsidR="00467551" w:rsidRPr="00467551" w:rsidRDefault="00467551" w:rsidP="00CD2BFF">
      <w:pPr>
        <w:pStyle w:val="ZUSTzmustartykuempunktem"/>
      </w:pPr>
      <w:bookmarkStart w:id="72" w:name="mip72577991"/>
      <w:bookmarkEnd w:id="72"/>
      <w:r w:rsidRPr="00467551">
        <w:t xml:space="preserve">2. Protokół kontroli sporządza się w dwóch egzemplarzach, z których jeden doręcza się </w:t>
      </w:r>
      <w:r w:rsidR="00EA2E91">
        <w:t>osobie</w:t>
      </w:r>
      <w:r w:rsidR="000900F6">
        <w:t xml:space="preserve"> kontrolowanej</w:t>
      </w:r>
      <w:r w:rsidRPr="00467551">
        <w:t>.</w:t>
      </w:r>
    </w:p>
    <w:p w14:paraId="7A5EA806" w14:textId="77777777" w:rsidR="00467551" w:rsidRPr="00467551" w:rsidRDefault="008D05C1" w:rsidP="00CD2BFF">
      <w:pPr>
        <w:pStyle w:val="ZUSTzmustartykuempunktem"/>
      </w:pPr>
      <w:bookmarkStart w:id="73" w:name="mip72578229"/>
      <w:bookmarkEnd w:id="73"/>
      <w:r>
        <w:t>3</w:t>
      </w:r>
      <w:r w:rsidR="00467551" w:rsidRPr="00467551">
        <w:t>. Zmiany protokołu kontroli dokonuje się przez wydanie aneksu do protokołu kontroli.</w:t>
      </w:r>
    </w:p>
    <w:p w14:paraId="1C60D4E9" w14:textId="77777777" w:rsidR="00467551" w:rsidRPr="00467551" w:rsidRDefault="008D05C1" w:rsidP="00CD2BFF">
      <w:pPr>
        <w:pStyle w:val="ZUSTzmustartykuempunktem"/>
      </w:pPr>
      <w:bookmarkStart w:id="74" w:name="mip72577992"/>
      <w:bookmarkEnd w:id="74"/>
      <w:r>
        <w:t>4</w:t>
      </w:r>
      <w:r w:rsidR="00467551" w:rsidRPr="00467551">
        <w:t xml:space="preserve">. </w:t>
      </w:r>
      <w:r w:rsidR="00EA2E91">
        <w:t>Osoba kontrolowana</w:t>
      </w:r>
      <w:r w:rsidR="00467551" w:rsidRPr="00467551">
        <w:t xml:space="preserve"> ma prawo w terminie </w:t>
      </w:r>
      <w:r w:rsidR="00D97622">
        <w:t>7</w:t>
      </w:r>
      <w:r w:rsidR="00467551" w:rsidRPr="00467551">
        <w:t xml:space="preserve"> dni od dnia otrzymania protokołu kontroli lub aneksu do protokołu kontroli złożyć zastrzeżenia do ustaleń</w:t>
      </w:r>
      <w:r w:rsidR="00C05043">
        <w:t xml:space="preserve"> w nich zawartych</w:t>
      </w:r>
      <w:r w:rsidR="00467551" w:rsidRPr="00467551">
        <w:t>, wskazując równocześnie stosowne środki dowodowe.</w:t>
      </w:r>
    </w:p>
    <w:p w14:paraId="49D4A352" w14:textId="755618BC" w:rsidR="00467551" w:rsidRPr="00467551" w:rsidRDefault="008D05C1" w:rsidP="00CD2BFF">
      <w:pPr>
        <w:pStyle w:val="ZUSTzmustartykuempunktem"/>
      </w:pPr>
      <w:bookmarkStart w:id="75" w:name="mip72577993"/>
      <w:bookmarkEnd w:id="75"/>
      <w:r>
        <w:t>5</w:t>
      </w:r>
      <w:r w:rsidR="00467551" w:rsidRPr="00467551">
        <w:t xml:space="preserve">. </w:t>
      </w:r>
      <w:r w:rsidR="00FA42A3">
        <w:t>Zakład</w:t>
      </w:r>
      <w:r w:rsidR="00BE5381">
        <w:t xml:space="preserve"> Ubezpieczeń Społecznych</w:t>
      </w:r>
      <w:r w:rsidR="00FA42A3">
        <w:t xml:space="preserve"> rozpatruje</w:t>
      </w:r>
      <w:r w:rsidR="00467551" w:rsidRPr="00467551">
        <w:t xml:space="preserve"> zgłoszone zastrzeżenia. O sposobie rozpatrzenia zastrzeżeń </w:t>
      </w:r>
      <w:r w:rsidR="00EA2E91">
        <w:t>osobę kontrolowaną</w:t>
      </w:r>
      <w:r w:rsidR="00467551" w:rsidRPr="00467551">
        <w:t xml:space="preserve"> informuje się na piśmie.</w:t>
      </w:r>
    </w:p>
    <w:p w14:paraId="7D8A4EDC" w14:textId="77777777" w:rsidR="00467551" w:rsidRPr="00CD2BFF" w:rsidRDefault="008D05C1" w:rsidP="00CD2BFF">
      <w:pPr>
        <w:pStyle w:val="ZUSTzmustartykuempunktem"/>
        <w:rPr>
          <w:highlight w:val="yellow"/>
        </w:rPr>
      </w:pPr>
      <w:bookmarkStart w:id="76" w:name="mip72578230"/>
      <w:bookmarkEnd w:id="76"/>
      <w:r>
        <w:t>6</w:t>
      </w:r>
      <w:r w:rsidR="00467551" w:rsidRPr="00467551">
        <w:t xml:space="preserve">. Do aneksu do protokołu kontroli sporządzonego w wyniku rozpatrzenia zgłoszonych zastrzeżeń </w:t>
      </w:r>
      <w:r w:rsidR="00467551" w:rsidRPr="00CD2BFF">
        <w:t xml:space="preserve">nie stosuje się ust. </w:t>
      </w:r>
      <w:r w:rsidRPr="00CD2BFF">
        <w:t>4</w:t>
      </w:r>
      <w:r w:rsidR="00467551" w:rsidRPr="00CD2BFF">
        <w:t>.</w:t>
      </w:r>
    </w:p>
    <w:p w14:paraId="3E005877" w14:textId="77777777" w:rsidR="001150CF" w:rsidRDefault="008D05C1" w:rsidP="001150CF">
      <w:pPr>
        <w:pStyle w:val="ZUSTzmustartykuempunktem"/>
      </w:pPr>
      <w:bookmarkStart w:id="77" w:name="mip72577994"/>
      <w:bookmarkEnd w:id="77"/>
      <w:r>
        <w:t>7</w:t>
      </w:r>
      <w:r w:rsidR="00467551" w:rsidRPr="00467551">
        <w:t>. Protokół kontroli stanowi podstawę do</w:t>
      </w:r>
      <w:r>
        <w:t xml:space="preserve"> wszczęcia przez Zakład Ubezpieczeń Społecznych postępowania w sprawie ustania prawa do zasiłku chorobowego, zasiłku opiekuńczego lub świadczenia rehabilitacyjnego oraz stanowi dowód w tym </w:t>
      </w:r>
      <w:r>
        <w:lastRenderedPageBreak/>
        <w:t>postępowaniu</w:t>
      </w:r>
      <w:r w:rsidR="001150CF">
        <w:t xml:space="preserve">, chyba że z protokołu lub z uwzględnionych do niego zastrzeżeń nie wynika, że zwolnienie lekarskie </w:t>
      </w:r>
      <w:r w:rsidR="001150CF" w:rsidRPr="001150CF">
        <w:t>od pracy wykorzystywane było niezgodnie z jego celem</w:t>
      </w:r>
      <w:r w:rsidR="001150CF">
        <w:t>.</w:t>
      </w:r>
    </w:p>
    <w:p w14:paraId="2E4EA187" w14:textId="77777777" w:rsidR="00AD6EF0" w:rsidRDefault="00AD6EF0" w:rsidP="00AD6EF0">
      <w:pPr>
        <w:pStyle w:val="ZARTzmartartykuempunktem"/>
      </w:pPr>
      <w:r>
        <w:t xml:space="preserve">Art. 68f. 1. </w:t>
      </w:r>
      <w:r w:rsidRPr="00AD6EF0">
        <w:t>Zakład Ubezpieczeń Społecznych</w:t>
      </w:r>
      <w:r w:rsidR="00307FED">
        <w:t>, z urzędu lub</w:t>
      </w:r>
      <w:r w:rsidR="00033123">
        <w:t xml:space="preserve"> na wniosek płatników składek,</w:t>
      </w:r>
      <w:r w:rsidRPr="00AD6EF0">
        <w:t xml:space="preserve"> </w:t>
      </w:r>
      <w:r w:rsidR="00033123">
        <w:t>jest uprawniony</w:t>
      </w:r>
      <w:r w:rsidRPr="00AD6EF0">
        <w:t xml:space="preserve"> do formalnej kontroli zaświadczeń lekarskich</w:t>
      </w:r>
      <w:r w:rsidR="00B8790F">
        <w:t xml:space="preserve">, która obejmuje zwolnienia od pracy z powodu niezdolności do pracy, za które przysługuje </w:t>
      </w:r>
      <w:r w:rsidR="00B8790F" w:rsidRPr="00B8790F">
        <w:t>zasiłek chorobowy lub zasiłek opiekuńczy.</w:t>
      </w:r>
    </w:p>
    <w:p w14:paraId="199778C9" w14:textId="77777777" w:rsidR="00B8790F" w:rsidRDefault="00B8790F" w:rsidP="00A97076">
      <w:pPr>
        <w:pStyle w:val="ZUSTzmustartykuempunktem"/>
      </w:pPr>
      <w:r>
        <w:t>2. Kontrola, o której mowa w ust. 1, polega na sprawdzeniu</w:t>
      </w:r>
      <w:r w:rsidR="00D85AC5">
        <w:t>,</w:t>
      </w:r>
      <w:r>
        <w:t xml:space="preserve"> czy zaświadczenie</w:t>
      </w:r>
      <w:r w:rsidR="00A97076">
        <w:t xml:space="preserve"> </w:t>
      </w:r>
      <w:r>
        <w:t xml:space="preserve">zostało wydane zgodnie z przepisami w sprawie zasad i trybu wystawiania zaświadczeń lekarskich. </w:t>
      </w:r>
    </w:p>
    <w:p w14:paraId="63016819" w14:textId="77777777" w:rsidR="0007770E" w:rsidRDefault="008B33EC" w:rsidP="007150E2">
      <w:pPr>
        <w:pStyle w:val="ZARTzmartartykuempunktem"/>
      </w:pPr>
      <w:r>
        <w:t xml:space="preserve">Art. 68g. </w:t>
      </w:r>
      <w:bookmarkStart w:id="78" w:name="_Hlk178683017"/>
      <w:r w:rsidR="003D3A49" w:rsidRPr="003D3A49">
        <w:t>Minister właściwy do spraw zabezpieczenia społecznego</w:t>
      </w:r>
      <w:r w:rsidR="003D3A49">
        <w:t xml:space="preserve"> </w:t>
      </w:r>
      <w:r w:rsidR="003D3A49" w:rsidRPr="003D3A49">
        <w:t>określi, w drodze rozporządzenia</w:t>
      </w:r>
      <w:r w:rsidR="00E12783">
        <w:t xml:space="preserve">, </w:t>
      </w:r>
      <w:r w:rsidR="00640EFC">
        <w:t>wzór upoważnienia do przeprowadzenia kontroli prawidłowości wykorzystywania zwolnień lekarskich od pracy i wzór protokołu tej kontroli</w:t>
      </w:r>
      <w:r w:rsidR="007150E2">
        <w:t>,</w:t>
      </w:r>
      <w:r w:rsidR="00640EFC">
        <w:t xml:space="preserve"> </w:t>
      </w:r>
      <w:r w:rsidR="00BE56E7">
        <w:t>uwzględniając</w:t>
      </w:r>
      <w:r w:rsidR="00E12783" w:rsidRPr="00E12783">
        <w:t xml:space="preserve"> elementy upoważnienia</w:t>
      </w:r>
      <w:r w:rsidR="00E12783">
        <w:t xml:space="preserve"> i protokołu kontroli</w:t>
      </w:r>
      <w:r w:rsidR="00E12783" w:rsidRPr="00E12783">
        <w:t xml:space="preserve"> określone</w:t>
      </w:r>
      <w:r w:rsidR="00E12783">
        <w:t xml:space="preserve"> odpowiednio</w:t>
      </w:r>
      <w:r w:rsidR="00E12783" w:rsidRPr="00E12783">
        <w:t xml:space="preserve"> w</w:t>
      </w:r>
      <w:r w:rsidR="00132949">
        <w:t xml:space="preserve"> art. 68b</w:t>
      </w:r>
      <w:r w:rsidR="00E12783" w:rsidRPr="00E12783">
        <w:t xml:space="preserve"> ust. </w:t>
      </w:r>
      <w:r w:rsidR="00132949">
        <w:t>3 i art. 68e ust. 1</w:t>
      </w:r>
      <w:r w:rsidR="00BE56E7">
        <w:t>.</w:t>
      </w:r>
      <w:r w:rsidR="00FB4DF8">
        <w:t>”</w:t>
      </w:r>
      <w:r w:rsidR="00CD2BFF">
        <w:t>;</w:t>
      </w:r>
      <w:bookmarkEnd w:id="78"/>
    </w:p>
    <w:p w14:paraId="48035FF2" w14:textId="77777777" w:rsidR="00CD2BFF" w:rsidRPr="00365013" w:rsidRDefault="00CF4484" w:rsidP="00CD2BFF">
      <w:pPr>
        <w:pStyle w:val="PKTpunkt"/>
      </w:pPr>
      <w:r>
        <w:t>10</w:t>
      </w:r>
      <w:r w:rsidR="00CD2BFF">
        <w:t>)</w:t>
      </w:r>
      <w:r w:rsidR="00CD2BFF">
        <w:tab/>
        <w:t xml:space="preserve">w art. 69 wyrazy </w:t>
      </w:r>
      <w:r w:rsidR="00FB4DF8">
        <w:t>„</w:t>
      </w:r>
      <w:r w:rsidR="00CD2BFF">
        <w:t>art. 63–68</w:t>
      </w:r>
      <w:r w:rsidR="00FB4DF8">
        <w:t>”</w:t>
      </w:r>
      <w:r w:rsidR="00CD2BFF">
        <w:t xml:space="preserve"> zastępuje się wyrazami </w:t>
      </w:r>
      <w:r w:rsidR="00FB4DF8">
        <w:t>„</w:t>
      </w:r>
      <w:r w:rsidR="00CD2BFF" w:rsidRPr="00CD2BFF">
        <w:t>art. 63–68</w:t>
      </w:r>
      <w:r w:rsidR="00CD2BFF">
        <w:t>g</w:t>
      </w:r>
      <w:r w:rsidR="00FB4DF8">
        <w:t>”</w:t>
      </w:r>
      <w:r w:rsidR="00CD2BFF">
        <w:t xml:space="preserve">. </w:t>
      </w:r>
    </w:p>
    <w:bookmarkEnd w:id="32"/>
    <w:p w14:paraId="4484B116" w14:textId="77777777" w:rsidR="00365013" w:rsidRPr="006D0689" w:rsidRDefault="00365013" w:rsidP="00365013">
      <w:pPr>
        <w:pStyle w:val="ARTartustawynprozporzdzenia"/>
      </w:pPr>
      <w:r w:rsidRPr="00265471">
        <w:rPr>
          <w:rStyle w:val="Ppogrubienie"/>
        </w:rPr>
        <w:t>Art. 14.</w:t>
      </w:r>
      <w:r w:rsidRPr="006D0689">
        <w:t xml:space="preserve"> W ustawie z dnia 27 lipca 2001 r. </w:t>
      </w:r>
      <w:r w:rsidR="0006404B">
        <w:t>–</w:t>
      </w:r>
      <w:r w:rsidRPr="006D0689">
        <w:t xml:space="preserve"> Prawo o ustroju sądów powszechnych (Dz. U. z</w:t>
      </w:r>
      <w:r w:rsidR="003E23C6">
        <w:t xml:space="preserve"> </w:t>
      </w:r>
      <w:r w:rsidRPr="006D0689">
        <w:t>2024</w:t>
      </w:r>
      <w:r w:rsidR="003E23C6">
        <w:t xml:space="preserve"> </w:t>
      </w:r>
      <w:r w:rsidRPr="006D0689">
        <w:t>r. poz. 334</w:t>
      </w:r>
      <w:r w:rsidR="007A74DA">
        <w:t xml:space="preserve"> i 1907</w:t>
      </w:r>
      <w:r w:rsidRPr="006D0689">
        <w:t>) wprowadza się następujące zmiany:</w:t>
      </w:r>
    </w:p>
    <w:p w14:paraId="318A8198" w14:textId="77777777" w:rsidR="00365013" w:rsidRPr="006D0689" w:rsidRDefault="00365013" w:rsidP="00365013">
      <w:pPr>
        <w:pStyle w:val="PKTpunkt"/>
      </w:pPr>
      <w:r w:rsidRPr="004D2BB7">
        <w:t>1)</w:t>
      </w:r>
      <w:r w:rsidRPr="004D2BB7">
        <w:tab/>
      </w:r>
      <w:r w:rsidRPr="006D0689">
        <w:t>w art. 70 § 3a otrzymuje brzmienie:</w:t>
      </w:r>
    </w:p>
    <w:p w14:paraId="299A6D93" w14:textId="77777777" w:rsidR="00365013" w:rsidRPr="006D0689" w:rsidRDefault="00FB4DF8" w:rsidP="00365013">
      <w:pPr>
        <w:pStyle w:val="ZARTzmartartykuempunktem"/>
      </w:pPr>
      <w:bookmarkStart w:id="79" w:name="_Hlk179556696"/>
      <w:r>
        <w:t>„</w:t>
      </w:r>
      <w:bookmarkEnd w:id="79"/>
      <w:r w:rsidR="00365013" w:rsidRPr="006D0689">
        <w:t xml:space="preserve">§ 3a. Orzeczenie lekarza orzecznika, o którym mowa w § 1 i 2, wydawane jest </w:t>
      </w:r>
      <w:r w:rsidR="00365013" w:rsidRPr="004D2BB7">
        <w:t>na zasadach i w trybie określonym w</w:t>
      </w:r>
      <w:r w:rsidR="00365013" w:rsidRPr="006D0689">
        <w:t xml:space="preserve"> przepisach ustawy z dnia 13 października 1998 r. o systemie ubezpieczeń społecznych (</w:t>
      </w:r>
      <w:r w:rsidR="00365013" w:rsidRPr="004D2BB7">
        <w:t xml:space="preserve">Dz. U. z 2024 r. poz. </w:t>
      </w:r>
      <w:r w:rsidR="00365013" w:rsidRPr="006D0689">
        <w:t>497</w:t>
      </w:r>
      <w:r w:rsidR="00365013" w:rsidRPr="00E5254C">
        <w:t>, 863</w:t>
      </w:r>
      <w:r w:rsidR="00623C03">
        <w:t>,</w:t>
      </w:r>
      <w:r w:rsidR="007659A4">
        <w:t xml:space="preserve"> </w:t>
      </w:r>
      <w:r w:rsidR="00365013" w:rsidRPr="00E5254C">
        <w:t>1243</w:t>
      </w:r>
      <w:r w:rsidR="00623C03" w:rsidRPr="00623C03">
        <w:t xml:space="preserve"> i 1615</w:t>
      </w:r>
      <w:r w:rsidR="00365013" w:rsidRPr="006D0689">
        <w:t xml:space="preserve">). </w:t>
      </w:r>
      <w:r w:rsidR="00365013" w:rsidRPr="004D2BB7">
        <w:t>Sprzeciw</w:t>
      </w:r>
      <w:r w:rsidR="00365013" w:rsidRPr="006D0689">
        <w:t xml:space="preserve"> od orzeczenia lekarza orzecznika </w:t>
      </w:r>
      <w:r w:rsidR="00365013" w:rsidRPr="004D2BB7">
        <w:t>przysługuje zainteresowanemu sędziemu lub kolegium właściwego sądu</w:t>
      </w:r>
      <w:r w:rsidR="00365013" w:rsidRPr="006D0689">
        <w:t>.</w:t>
      </w:r>
      <w:r>
        <w:t>”</w:t>
      </w:r>
      <w:r w:rsidR="00365013" w:rsidRPr="006D0689">
        <w:t>;</w:t>
      </w:r>
    </w:p>
    <w:p w14:paraId="246A7393" w14:textId="77777777" w:rsidR="00555A54" w:rsidRDefault="00365013" w:rsidP="00E170CE">
      <w:pPr>
        <w:pStyle w:val="PKTpunkt"/>
      </w:pPr>
      <w:r w:rsidRPr="004D2BB7">
        <w:t>2)</w:t>
      </w:r>
      <w:r w:rsidRPr="004D2BB7">
        <w:tab/>
      </w:r>
      <w:r w:rsidRPr="006D0689">
        <w:t>w art. 94</w:t>
      </w:r>
      <w:r w:rsidR="00555A54">
        <w:t>:</w:t>
      </w:r>
    </w:p>
    <w:p w14:paraId="22E099B5" w14:textId="77777777" w:rsidR="00365013" w:rsidRPr="006D0689" w:rsidRDefault="00555A54" w:rsidP="00E170CE">
      <w:pPr>
        <w:pStyle w:val="LITlitera"/>
      </w:pPr>
      <w:r>
        <w:t>a)</w:t>
      </w:r>
      <w:r w:rsidR="003E23C6">
        <w:tab/>
      </w:r>
      <w:r w:rsidR="00365013" w:rsidRPr="006D0689">
        <w:t>§ 1b otrzymuj</w:t>
      </w:r>
      <w:r>
        <w:t>e</w:t>
      </w:r>
      <w:r w:rsidR="00365013" w:rsidRPr="006D0689">
        <w:t xml:space="preserve"> brzmienie:</w:t>
      </w:r>
    </w:p>
    <w:p w14:paraId="1D757D49" w14:textId="77777777" w:rsidR="00365013" w:rsidRPr="006D0689" w:rsidRDefault="00FB4DF8" w:rsidP="00E170CE">
      <w:pPr>
        <w:pStyle w:val="ZLITARTzmartliter"/>
      </w:pPr>
      <w:r>
        <w:t>„</w:t>
      </w:r>
      <w:r w:rsidR="00365013" w:rsidRPr="006D0689">
        <w:t xml:space="preserve">§ 1b. W razie ujawnienia u sędziego choroby, co do której zachodzi podejrzenie, że powstała w związku ze szczególnymi właściwościami lub warunkami wykonywania czynności sędziego, prezes danego sądu kieruje sędziego do lekarza orzecznika Zakładu Ubezpieczeń Społecznych z urzędu lub na wniosek sędziego. Orzeczenie lekarza orzecznika </w:t>
      </w:r>
      <w:r w:rsidR="00365013">
        <w:t xml:space="preserve">Zakładu Ubezpieczeń Społecznych </w:t>
      </w:r>
      <w:r w:rsidR="00365013" w:rsidRPr="006D0689">
        <w:t xml:space="preserve">wydawane jest </w:t>
      </w:r>
      <w:r w:rsidR="00365013" w:rsidRPr="004D2BB7">
        <w:t>na zasadach i w trybie określonym w</w:t>
      </w:r>
      <w:r w:rsidR="00365013" w:rsidRPr="006D0689">
        <w:t xml:space="preserve"> przepisach ustawy z dnia 13 października 1998 r. o systemie ubezpieczeń społecznych</w:t>
      </w:r>
      <w:r w:rsidR="00BB5CED">
        <w:t>.</w:t>
      </w:r>
      <w:r w:rsidR="00BB5CED" w:rsidRPr="00BB5CED">
        <w:t>”</w:t>
      </w:r>
      <w:r w:rsidR="00BB5CED">
        <w:t>,</w:t>
      </w:r>
    </w:p>
    <w:p w14:paraId="3F542CC4" w14:textId="77777777" w:rsidR="00555A54" w:rsidRDefault="00555A54" w:rsidP="00E170CE">
      <w:pPr>
        <w:pStyle w:val="LITlitera"/>
      </w:pPr>
      <w:r>
        <w:t>b)</w:t>
      </w:r>
      <w:r w:rsidR="003E23C6">
        <w:tab/>
      </w:r>
      <w:r w:rsidRPr="006D0689">
        <w:t>§ 1d otrzymuj</w:t>
      </w:r>
      <w:r>
        <w:t>e</w:t>
      </w:r>
      <w:r w:rsidRPr="006D0689">
        <w:t xml:space="preserve"> brzmienie</w:t>
      </w:r>
      <w:r>
        <w:t>:</w:t>
      </w:r>
    </w:p>
    <w:p w14:paraId="1B462D7A" w14:textId="77777777" w:rsidR="00365013" w:rsidRPr="006D0689" w:rsidRDefault="00BB5CED" w:rsidP="00E170CE">
      <w:pPr>
        <w:pStyle w:val="ZLITARTzmartliter"/>
      </w:pPr>
      <w:r w:rsidRPr="00BB5CED">
        <w:lastRenderedPageBreak/>
        <w:t>„</w:t>
      </w:r>
      <w:r w:rsidR="00365013" w:rsidRPr="006D0689">
        <w:t>§ 1d. Koszty badania i wydania orzeczenia</w:t>
      </w:r>
      <w:r w:rsidR="007659A4">
        <w:t xml:space="preserve"> lekarza orzecznika Zakładu Ubezpieczeń Społecznych</w:t>
      </w:r>
      <w:r w:rsidR="00365013" w:rsidRPr="006D0689">
        <w:t xml:space="preserve"> pokrywa Skarb Państwa ze środków pozostających w dyspozycji Ministra Sprawiedliwości.</w:t>
      </w:r>
      <w:bookmarkStart w:id="80" w:name="_Hlk179556611"/>
      <w:r w:rsidR="00FB4DF8">
        <w:t>”</w:t>
      </w:r>
      <w:r w:rsidR="00365013" w:rsidRPr="006D0689">
        <w:t>;</w:t>
      </w:r>
      <w:bookmarkEnd w:id="80"/>
    </w:p>
    <w:p w14:paraId="6E4B65BA" w14:textId="77777777" w:rsidR="00365013" w:rsidRPr="006D0689" w:rsidRDefault="00365013" w:rsidP="00E170CE">
      <w:pPr>
        <w:pStyle w:val="PKTpunkt"/>
      </w:pPr>
      <w:r w:rsidRPr="004D2BB7">
        <w:t>3)</w:t>
      </w:r>
      <w:r w:rsidRPr="004D2BB7">
        <w:tab/>
      </w:r>
      <w:r w:rsidRPr="006D0689">
        <w:t>w art. 94b § 1 otrzymuje brzmienie:</w:t>
      </w:r>
    </w:p>
    <w:p w14:paraId="5D8A8A8D" w14:textId="77777777" w:rsidR="00365013" w:rsidRPr="006D0689" w:rsidRDefault="00FB4DF8" w:rsidP="00E170CE">
      <w:pPr>
        <w:pStyle w:val="ZARTzmartartykuempunktem"/>
      </w:pPr>
      <w:r>
        <w:t>„</w:t>
      </w:r>
      <w:r w:rsidR="00365013" w:rsidRPr="006D0689">
        <w:t xml:space="preserve">§ 1. Oceny uszczerbku na zdrowiu oraz jego związku z wypadkiem przy pracy lub chorobą zawodową, a także ustalenia związku śmierci sędziego lub sędziego w stanie spoczynku z takim wypadkiem lub chorobą dokonuje, w formie orzeczenia, lekarz orzecznik Zakładu Ubezpieczeń Społecznych. Orzeczenie lekarza orzecznika Zakładu Ubezpieczeń Społecznych, wydawane jest </w:t>
      </w:r>
      <w:r w:rsidR="00365013" w:rsidRPr="004D2BB7">
        <w:t>na zasadach i w trybie określonym w</w:t>
      </w:r>
      <w:r w:rsidR="00365013" w:rsidRPr="006D0689">
        <w:t xml:space="preserve"> przepisach ustawy z dnia 13 października 1998 r. o systemie ubezpieczeń społecznych. Koszty badania i wydania orzeczenia pokrywa Skarb Państwa ze środków pozostających w dyspozycji Ministra Sprawiedliwości.</w:t>
      </w:r>
      <w:r>
        <w:t>”</w:t>
      </w:r>
      <w:r w:rsidR="00365013" w:rsidRPr="006D0689">
        <w:t>;</w:t>
      </w:r>
    </w:p>
    <w:p w14:paraId="26F23856" w14:textId="77777777" w:rsidR="00365013" w:rsidRPr="006D0689" w:rsidRDefault="00365013" w:rsidP="00365013">
      <w:pPr>
        <w:pStyle w:val="PKTpunkt"/>
      </w:pPr>
      <w:r w:rsidRPr="004D2BB7">
        <w:t>4)</w:t>
      </w:r>
      <w:r w:rsidRPr="004D2BB7">
        <w:tab/>
      </w:r>
      <w:r w:rsidRPr="006D0689">
        <w:t>w art. 94d § 6 i § 7 otrzymują brzmienie:</w:t>
      </w:r>
    </w:p>
    <w:p w14:paraId="35681169" w14:textId="77777777" w:rsidR="00365013" w:rsidRPr="006D0689" w:rsidRDefault="00FB4DF8" w:rsidP="00365013">
      <w:pPr>
        <w:pStyle w:val="ZARTzmartartykuempunktem"/>
      </w:pPr>
      <w:r>
        <w:t>„</w:t>
      </w:r>
      <w:r w:rsidR="00365013" w:rsidRPr="006D0689">
        <w:t xml:space="preserve">§ 6. Orzeczenie lekarza orzecznika Zakładu Ubezpieczeń Społecznych, o którym mowa w § 3 i 4, wydawane jest </w:t>
      </w:r>
      <w:r w:rsidR="00365013" w:rsidRPr="004D2BB7">
        <w:t>na zasadach i w trybie określonym w</w:t>
      </w:r>
      <w:r w:rsidR="00365013" w:rsidRPr="006D0689">
        <w:t xml:space="preserve"> przepisach ustawy z dnia 13</w:t>
      </w:r>
      <w:r w:rsidR="003E23C6">
        <w:t xml:space="preserve"> </w:t>
      </w:r>
      <w:r w:rsidR="00365013" w:rsidRPr="006D0689">
        <w:t>października 1998 r. o systemie ubezpieczeń społecznych</w:t>
      </w:r>
      <w:r w:rsidR="00555A54">
        <w:t>.</w:t>
      </w:r>
    </w:p>
    <w:p w14:paraId="7470BEA3" w14:textId="77777777" w:rsidR="00365013" w:rsidRPr="006D0689" w:rsidRDefault="00365013" w:rsidP="00365013">
      <w:pPr>
        <w:pStyle w:val="ZARTzmartartykuempunktem"/>
      </w:pPr>
      <w:r w:rsidRPr="006D0689">
        <w:t>§ 7. Koszty badania i wydania orzeczenia</w:t>
      </w:r>
      <w:r w:rsidR="0009363C">
        <w:t xml:space="preserve"> </w:t>
      </w:r>
      <w:r w:rsidR="0009363C" w:rsidRPr="006D0689">
        <w:t>lekarza orzecznika Zakładu Ubezpieczeń Społecznych, o którym mowa w</w:t>
      </w:r>
      <w:r w:rsidR="005C443A">
        <w:t xml:space="preserve"> </w:t>
      </w:r>
      <w:r w:rsidR="0009363C" w:rsidRPr="006D0689">
        <w:t>§ 3 i 4</w:t>
      </w:r>
      <w:r w:rsidR="0009363C">
        <w:t>,</w:t>
      </w:r>
      <w:r w:rsidRPr="006D0689">
        <w:t xml:space="preserve"> pokrywa Skarb Państwa ze środków pozostających w dyspozycji Ministra Sprawiedliwości.</w:t>
      </w:r>
      <w:r w:rsidR="00FB4DF8">
        <w:t>”</w:t>
      </w:r>
      <w:r w:rsidRPr="006D0689">
        <w:t>.</w:t>
      </w:r>
    </w:p>
    <w:p w14:paraId="244E56B9" w14:textId="77777777" w:rsidR="00365013" w:rsidRPr="006D0689" w:rsidRDefault="00365013" w:rsidP="00365013">
      <w:pPr>
        <w:pStyle w:val="ARTartustawynprozporzdzenia"/>
      </w:pPr>
      <w:r w:rsidRPr="00265471">
        <w:rPr>
          <w:rStyle w:val="Ppogrubienie"/>
        </w:rPr>
        <w:t>Art. 15.</w:t>
      </w:r>
      <w:r w:rsidRPr="004D2BB7">
        <w:t xml:space="preserve"> </w:t>
      </w:r>
      <w:r w:rsidRPr="006D0689">
        <w:t>W ustawie z dnia 27 lipca 2001 r. o kuratorach sądowych (Dz. U. z 2023 r. poz. 1095) wprowadza się następujące zmiany:</w:t>
      </w:r>
    </w:p>
    <w:p w14:paraId="6C61B313" w14:textId="77777777" w:rsidR="00365013" w:rsidRPr="006D0689" w:rsidRDefault="00365013" w:rsidP="00365013">
      <w:pPr>
        <w:pStyle w:val="PKTpunkt"/>
      </w:pPr>
      <w:r w:rsidRPr="004D2BB7">
        <w:t>1)</w:t>
      </w:r>
      <w:r w:rsidRPr="004D2BB7">
        <w:tab/>
      </w:r>
      <w:r w:rsidRPr="006D0689">
        <w:t>w art. 21 ust. 1 otrzymuje brzmienie:</w:t>
      </w:r>
    </w:p>
    <w:p w14:paraId="7B1FBEC2" w14:textId="77777777" w:rsidR="00365013" w:rsidRPr="006D0689" w:rsidRDefault="00FB4DF8" w:rsidP="00365013">
      <w:pPr>
        <w:pStyle w:val="ZUSTzmustartykuempunktem"/>
      </w:pPr>
      <w:r>
        <w:t>„</w:t>
      </w:r>
      <w:r w:rsidR="00365013" w:rsidRPr="006D0689">
        <w:t>1. W razie trwałej utraty zdolności do wykonywania zawodu kuratora, kuratora zawodowego można przenieść do innej pracy na jego wniosek, złożony w ciągu 7 dni od uprawomocnienia się stosownego orzeczenia. Orzeczenie o trwałej niezdolności do wykonywania zawodu kuratora wydaje lekarz orzecznik Zakładu Ubezpieczeń Społecznych na zasadach i w trybie określonym w przepisach ustawy z dnia 13 października 1998 r. o systemie ubezpieczeń społecznych (Dz. U. z 2024 r. poz. 497</w:t>
      </w:r>
      <w:r w:rsidR="00365013" w:rsidRPr="002639F5">
        <w:t>, 863</w:t>
      </w:r>
      <w:r w:rsidR="00623C03">
        <w:t>,</w:t>
      </w:r>
      <w:r w:rsidR="00365013">
        <w:t xml:space="preserve"> </w:t>
      </w:r>
      <w:r w:rsidR="00365013" w:rsidRPr="002639F5">
        <w:t>1243</w:t>
      </w:r>
      <w:r w:rsidR="00623C03" w:rsidRPr="00623C03">
        <w:t xml:space="preserve"> i 1615</w:t>
      </w:r>
      <w:r w:rsidR="00365013" w:rsidRPr="006D0689">
        <w:t>). Przez okres 3 miesięcy od dnia przeniesienia kurator zachowuje prawo do dotychczasowego wynagrodzenia.</w:t>
      </w:r>
      <w:bookmarkStart w:id="81" w:name="_Hlk186199048"/>
      <w:r>
        <w:t>”</w:t>
      </w:r>
      <w:bookmarkEnd w:id="81"/>
      <w:r w:rsidR="00365013" w:rsidRPr="006D0689">
        <w:t>;</w:t>
      </w:r>
    </w:p>
    <w:p w14:paraId="0BE6172F" w14:textId="77777777" w:rsidR="00365013" w:rsidRPr="006D0689" w:rsidRDefault="00365013" w:rsidP="00E170CE">
      <w:pPr>
        <w:pStyle w:val="PKTpunkt"/>
      </w:pPr>
      <w:r w:rsidRPr="004D2BB7">
        <w:t>2)</w:t>
      </w:r>
      <w:r w:rsidRPr="004D2BB7">
        <w:tab/>
      </w:r>
      <w:r w:rsidRPr="006D0689">
        <w:t xml:space="preserve">w art. 27 </w:t>
      </w:r>
      <w:r w:rsidR="00D11078">
        <w:t xml:space="preserve">po </w:t>
      </w:r>
      <w:r w:rsidRPr="006D0689">
        <w:t xml:space="preserve">ust. 1 </w:t>
      </w:r>
      <w:r w:rsidR="00D11078">
        <w:t xml:space="preserve">dodaje się ust. 1a w </w:t>
      </w:r>
      <w:r w:rsidRPr="006D0689">
        <w:t>brzmieni</w:t>
      </w:r>
      <w:r w:rsidR="00D11078">
        <w:t>u</w:t>
      </w:r>
      <w:r w:rsidRPr="006D0689">
        <w:t>:</w:t>
      </w:r>
    </w:p>
    <w:p w14:paraId="15141F8C" w14:textId="77777777" w:rsidR="00365013" w:rsidRDefault="00FB4DF8" w:rsidP="00CA27ED">
      <w:pPr>
        <w:pStyle w:val="ZUSTzmustartykuempunktem"/>
      </w:pPr>
      <w:r>
        <w:t>„</w:t>
      </w:r>
      <w:r w:rsidR="00D11078">
        <w:t xml:space="preserve">1a. </w:t>
      </w:r>
      <w:r w:rsidR="00365013" w:rsidRPr="006D0689">
        <w:t>Orzeczenie o trwałej utracie zdolności fizycznej lub psychicznej do pracy na zajmowanym stanowisku</w:t>
      </w:r>
      <w:r w:rsidR="00D11078">
        <w:t xml:space="preserve">, o </w:t>
      </w:r>
      <w:r w:rsidR="00941A7C">
        <w:t xml:space="preserve">której </w:t>
      </w:r>
      <w:r w:rsidR="00D11078">
        <w:t xml:space="preserve">mowa w ust. 1 pkt 3, </w:t>
      </w:r>
      <w:r w:rsidR="00365013" w:rsidRPr="006D0689">
        <w:t xml:space="preserve"> wydaje lekarz orzecznik Zakładu </w:t>
      </w:r>
      <w:r w:rsidR="00365013" w:rsidRPr="006D0689">
        <w:lastRenderedPageBreak/>
        <w:t>Ubezpieczeń Społecznych na zasadach i w trybie określonym w przepisach ustawy z dnia 13 października 1998 r. o systemie ubezpieczeń społecznych.</w:t>
      </w:r>
      <w:r>
        <w:t>”</w:t>
      </w:r>
      <w:r w:rsidR="00365013" w:rsidRPr="006D0689">
        <w:t xml:space="preserve">. </w:t>
      </w:r>
    </w:p>
    <w:p w14:paraId="400AFD8C" w14:textId="744D4EB3" w:rsidR="009F27D2" w:rsidRPr="006D0689" w:rsidRDefault="009F27D2" w:rsidP="001F18D6">
      <w:pPr>
        <w:pStyle w:val="ARTartustawynprozporzdzenia"/>
      </w:pPr>
      <w:r w:rsidRPr="001F18D6">
        <w:rPr>
          <w:rStyle w:val="Ppogrubienie"/>
        </w:rPr>
        <w:t>Art. 16.</w:t>
      </w:r>
      <w:r w:rsidR="00FD7D65">
        <w:t xml:space="preserve"> W </w:t>
      </w:r>
      <w:bookmarkStart w:id="82" w:name="_Hlk186204272"/>
      <w:r w:rsidR="00FD7D65">
        <w:t>ustawie z dnia 24 maja 2002 r. o Agencji Bezpieczeństwa Wewnętrznego oraz Agencji Wywiadu</w:t>
      </w:r>
      <w:bookmarkEnd w:id="82"/>
      <w:r w:rsidR="00FD7D65">
        <w:t xml:space="preserve"> (Dz. U. z 2024 r. poz. 812</w:t>
      </w:r>
      <w:r w:rsidR="000C04FE">
        <w:t>, 1222, 1562, 1684 i 1871</w:t>
      </w:r>
      <w:r w:rsidR="008F10D3">
        <w:t xml:space="preserve"> oraz z 2025 r. poz. 179</w:t>
      </w:r>
      <w:r w:rsidR="000C04FE">
        <w:t xml:space="preserve">) w art. 136c w ust. 1 we wprowadzeniu do wyliczenia skreśla się wyrazy </w:t>
      </w:r>
      <w:r w:rsidR="000C04FE" w:rsidRPr="000C04FE">
        <w:t>„</w:t>
      </w:r>
      <w:r w:rsidR="000C04FE">
        <w:t>wystawione przez lekarza na zwykłym druku</w:t>
      </w:r>
      <w:r w:rsidR="000C04FE" w:rsidRPr="000C04FE">
        <w:t>”</w:t>
      </w:r>
      <w:r w:rsidR="000C04FE">
        <w:t>.</w:t>
      </w:r>
    </w:p>
    <w:p w14:paraId="00ADCCD7" w14:textId="77777777" w:rsidR="00365013" w:rsidRPr="006D0689" w:rsidRDefault="00365013" w:rsidP="00365013">
      <w:pPr>
        <w:pStyle w:val="ARTartustawynprozporzdzenia"/>
      </w:pPr>
      <w:r w:rsidRPr="00265471">
        <w:rPr>
          <w:rStyle w:val="Ppogrubienie"/>
        </w:rPr>
        <w:t>Art. 1</w:t>
      </w:r>
      <w:r w:rsidR="00B16A22">
        <w:rPr>
          <w:rStyle w:val="Ppogrubienie"/>
        </w:rPr>
        <w:t>7</w:t>
      </w:r>
      <w:r w:rsidRPr="00265471">
        <w:rPr>
          <w:rStyle w:val="Ppogrubienie"/>
        </w:rPr>
        <w:t>.</w:t>
      </w:r>
      <w:r w:rsidRPr="004D2BB7">
        <w:t xml:space="preserve"> W ustawie </w:t>
      </w:r>
      <w:r w:rsidRPr="006D0689">
        <w:t>z dnia 30 października 2002 r. o ubezpieczeniu społecznym z tytułu wypadków przy pracy i chorób zawodowych (Dz. U. z 2022 r. poz. 2189</w:t>
      </w:r>
      <w:r>
        <w:t xml:space="preserve"> oraz z 2024 r. poz. 1243</w:t>
      </w:r>
      <w:r w:rsidRPr="006D0689">
        <w:t>) wprowadza się następujące zmiany:</w:t>
      </w:r>
    </w:p>
    <w:p w14:paraId="2697F394" w14:textId="77777777" w:rsidR="00365013" w:rsidRPr="006D0689" w:rsidRDefault="00365013" w:rsidP="00E170CE">
      <w:pPr>
        <w:pStyle w:val="PKTpunkt"/>
      </w:pPr>
      <w:r w:rsidRPr="006D0689">
        <w:t>1)</w:t>
      </w:r>
      <w:r w:rsidRPr="006D0689">
        <w:tab/>
        <w:t xml:space="preserve">w art. 2 </w:t>
      </w:r>
      <w:r>
        <w:t>uchyla</w:t>
      </w:r>
      <w:r w:rsidRPr="006D0689">
        <w:t xml:space="preserve"> się pkt 2a;</w:t>
      </w:r>
    </w:p>
    <w:p w14:paraId="2E683355" w14:textId="77777777" w:rsidR="00365013" w:rsidRPr="004D2BB7" w:rsidRDefault="00365013" w:rsidP="00E170CE">
      <w:pPr>
        <w:pStyle w:val="PKTpunkt"/>
      </w:pPr>
      <w:r w:rsidRPr="004D2BB7">
        <w:t>2)</w:t>
      </w:r>
      <w:r w:rsidRPr="004D2BB7">
        <w:tab/>
      </w:r>
      <w:r w:rsidRPr="006D0689">
        <w:t>w art. 15 ust. 2 otrzymuje brzmienie:</w:t>
      </w:r>
    </w:p>
    <w:p w14:paraId="6E861C8E" w14:textId="77777777" w:rsidR="00365013" w:rsidRPr="006D0689" w:rsidRDefault="00FB4DF8" w:rsidP="00365013">
      <w:pPr>
        <w:pStyle w:val="ZUSTzmustartykuempunktem"/>
      </w:pPr>
      <w:r>
        <w:t>„</w:t>
      </w:r>
      <w:r w:rsidR="00365013" w:rsidRPr="004D2BB7">
        <w:t xml:space="preserve">2. </w:t>
      </w:r>
      <w:r w:rsidR="00365013" w:rsidRPr="006D0689">
        <w:t xml:space="preserve">Decyzję, o której mowa w ust. 1, z zastrzeżeniem art. 6 ust. 4, Zakład wydaje w ciągu 14 dni od dnia: </w:t>
      </w:r>
    </w:p>
    <w:p w14:paraId="2A025F86" w14:textId="77777777" w:rsidR="00365013" w:rsidRPr="006D0689" w:rsidRDefault="00365013" w:rsidP="00365013">
      <w:pPr>
        <w:pStyle w:val="ZPKTzmpktartykuempunktem"/>
      </w:pPr>
      <w:r w:rsidRPr="006D0689">
        <w:t>1)</w:t>
      </w:r>
      <w:r>
        <w:tab/>
      </w:r>
      <w:r w:rsidRPr="006D0689">
        <w:t xml:space="preserve">otrzymania orzeczenia </w:t>
      </w:r>
      <w:r>
        <w:t xml:space="preserve">wydanego na zasadach i w trybie określonym przepisami </w:t>
      </w:r>
      <w:r w:rsidRPr="006D0689">
        <w:t>ustawy z dnia 13 października 1998 r. o systemie ubezpieczeń społecznych</w:t>
      </w:r>
      <w:r>
        <w:t xml:space="preserve"> przez </w:t>
      </w:r>
      <w:r w:rsidRPr="006D0689">
        <w:t xml:space="preserve">lekarza orzecznika; </w:t>
      </w:r>
    </w:p>
    <w:p w14:paraId="38175127" w14:textId="77777777" w:rsidR="00365013" w:rsidRPr="006D0689" w:rsidRDefault="00365013" w:rsidP="00365013">
      <w:pPr>
        <w:pStyle w:val="ZPKTzmpktartykuempunktem"/>
      </w:pPr>
      <w:r w:rsidRPr="006D0689">
        <w:t>2)</w:t>
      </w:r>
      <w:r>
        <w:tab/>
      </w:r>
      <w:r w:rsidRPr="006D0689">
        <w:t>wyjaśnienia ostatniej okoliczności niezbędnej do wydania decyzji.</w:t>
      </w:r>
      <w:r w:rsidR="00FB4DF8">
        <w:t>”</w:t>
      </w:r>
      <w:r w:rsidRPr="006D0689">
        <w:t>;</w:t>
      </w:r>
    </w:p>
    <w:p w14:paraId="719104DB" w14:textId="77777777" w:rsidR="00365013" w:rsidRPr="004D2BB7" w:rsidRDefault="00365013" w:rsidP="00365013">
      <w:pPr>
        <w:pStyle w:val="PKTpunkt"/>
      </w:pPr>
      <w:r w:rsidRPr="004D2BB7">
        <w:t>3)</w:t>
      </w:r>
      <w:r w:rsidRPr="004D2BB7">
        <w:tab/>
      </w:r>
      <w:r w:rsidRPr="006D0689">
        <w:t>art. 16 otrzymuje brzmienie:</w:t>
      </w:r>
    </w:p>
    <w:p w14:paraId="63742E88" w14:textId="77777777" w:rsidR="00365013" w:rsidRDefault="00FB4DF8" w:rsidP="00365013">
      <w:pPr>
        <w:pStyle w:val="ZARTzmartartykuempunktem"/>
      </w:pPr>
      <w:r>
        <w:t>„</w:t>
      </w:r>
      <w:r w:rsidR="00365013" w:rsidRPr="006D0689">
        <w:t xml:space="preserve">Art. 16. 1. </w:t>
      </w:r>
      <w:r w:rsidR="00365013" w:rsidRPr="00FA630C">
        <w:t xml:space="preserve">Orzeczenie o </w:t>
      </w:r>
      <w:r w:rsidR="00365013">
        <w:t>stałym lub długotrwałym uszczerbku na zdrowiu</w:t>
      </w:r>
      <w:r w:rsidR="00052561">
        <w:t xml:space="preserve"> oraz jego związku z wypadkiem przy pracy lub chorobą zawodową</w:t>
      </w:r>
      <w:r w:rsidR="00365013" w:rsidRPr="00FA630C">
        <w:t xml:space="preserve"> wydaje lekarz orzecznik Zakładu Ubezpieczeń Społecznych na zasadach i w trybie określonym w przepisach ustawy z dnia 13 października 1998 r. o systemie ubezpieczeń społecznych</w:t>
      </w:r>
      <w:r w:rsidR="00365013" w:rsidRPr="006D0689">
        <w:t xml:space="preserve">. </w:t>
      </w:r>
    </w:p>
    <w:p w14:paraId="7B2A03AD" w14:textId="77777777" w:rsidR="00365013" w:rsidRPr="006D0689" w:rsidRDefault="00365013" w:rsidP="00E170CE">
      <w:pPr>
        <w:pStyle w:val="ZUSTzmustartykuempunktem"/>
      </w:pPr>
      <w:r>
        <w:t xml:space="preserve">2. </w:t>
      </w:r>
      <w:r w:rsidRPr="006D0689">
        <w:t>W przypadku ustalania prawa do świadczeń, o których mowa w art. 6 ust. 1 pkt 2 i 5–8, lekarz orzecznik ustala również niezdolność do pracy oraz jej związek z wypadkiem przy pracy lub chorobą zawodową, a także związek śmierci ubezpieczonego lub rencisty z takim wypadkiem lub chorobą.</w:t>
      </w:r>
      <w:r w:rsidR="00563035">
        <w:t>”</w:t>
      </w:r>
      <w:r w:rsidR="00563035" w:rsidRPr="006D0689">
        <w:t>.</w:t>
      </w:r>
      <w:r w:rsidRPr="006D0689">
        <w:t xml:space="preserve"> </w:t>
      </w:r>
    </w:p>
    <w:p w14:paraId="15DBEFBF" w14:textId="17DD43B2" w:rsidR="00365013" w:rsidRPr="004D2BB7" w:rsidRDefault="00365013" w:rsidP="00365013">
      <w:pPr>
        <w:pStyle w:val="ARTartustawynprozporzdzenia"/>
      </w:pPr>
      <w:r w:rsidRPr="00265471">
        <w:rPr>
          <w:rStyle w:val="Ppogrubienie"/>
        </w:rPr>
        <w:t>Art. 1</w:t>
      </w:r>
      <w:r w:rsidR="00B16A22">
        <w:rPr>
          <w:rStyle w:val="Ppogrubienie"/>
        </w:rPr>
        <w:t>8</w:t>
      </w:r>
      <w:r w:rsidRPr="00265471">
        <w:rPr>
          <w:rStyle w:val="Ppogrubienie"/>
        </w:rPr>
        <w:t>.</w:t>
      </w:r>
      <w:r w:rsidRPr="004D2BB7">
        <w:t xml:space="preserve"> W </w:t>
      </w:r>
      <w:r w:rsidRPr="006D0689">
        <w:t>ustawie z dnia 30 października 2002 r. o zaopatrzeniu z tytułu wypadków lub chorób zawodowych powstałych w szczególnych okolicznościach (Dz. U. z 202</w:t>
      </w:r>
      <w:r w:rsidR="008F10D3">
        <w:t>5</w:t>
      </w:r>
      <w:r w:rsidRPr="006D0689">
        <w:t xml:space="preserve"> r. </w:t>
      </w:r>
      <w:r w:rsidRPr="002639F5">
        <w:t>poz. 1</w:t>
      </w:r>
      <w:r w:rsidR="008F10D3">
        <w:t>73</w:t>
      </w:r>
      <w:r w:rsidRPr="006D0689">
        <w:t>) art. 10 otrzymuje brzmienie:</w:t>
      </w:r>
    </w:p>
    <w:p w14:paraId="31893B71" w14:textId="77777777" w:rsidR="00365013" w:rsidRPr="004D2BB7" w:rsidRDefault="00FB4DF8" w:rsidP="00365013">
      <w:pPr>
        <w:pStyle w:val="ZARTzmartartykuempunktem"/>
      </w:pPr>
      <w:r>
        <w:t>„</w:t>
      </w:r>
      <w:r w:rsidR="00365013" w:rsidRPr="006D0689">
        <w:t xml:space="preserve">Art. 10. </w:t>
      </w:r>
      <w:r w:rsidR="00365013">
        <w:t>Orzeczenie o n</w:t>
      </w:r>
      <w:r w:rsidR="00365013" w:rsidRPr="006D0689">
        <w:t>iezdolnoś</w:t>
      </w:r>
      <w:r w:rsidR="00A1111E">
        <w:t>ci</w:t>
      </w:r>
      <w:r w:rsidR="00365013" w:rsidRPr="006D0689">
        <w:t xml:space="preserve"> do pracy oraz jej związk</w:t>
      </w:r>
      <w:r w:rsidR="00365013">
        <w:t>u</w:t>
      </w:r>
      <w:r w:rsidR="00365013" w:rsidRPr="006D0689">
        <w:t xml:space="preserve"> z wypadkiem w szczególnych okolicznościach, o których mowa w art. 2 ust. 1, lub chorobą zawodową, o której mowa w art. 2 ust. 2, związk</w:t>
      </w:r>
      <w:r w:rsidR="00365013">
        <w:t>u</w:t>
      </w:r>
      <w:r w:rsidR="00365013" w:rsidRPr="006D0689">
        <w:t xml:space="preserve"> śmierci z takim wypadkiem lub chorobą </w:t>
      </w:r>
      <w:r w:rsidR="00365013">
        <w:t xml:space="preserve">wydaje </w:t>
      </w:r>
      <w:r w:rsidR="00365013" w:rsidRPr="006D0689">
        <w:lastRenderedPageBreak/>
        <w:t>lekarz orzecznik Zakładu Ubezpieczeń Społecznych</w:t>
      </w:r>
      <w:r w:rsidR="00365013" w:rsidRPr="00FA630C">
        <w:t xml:space="preserve"> na zasadach i w trybie określonym w przepisach ustawy z dnia 13 października 1998 r. o systemie ubezpieczeń społecznych (Dz. U. z 2024 r. poz. 497</w:t>
      </w:r>
      <w:r w:rsidR="00365013">
        <w:t>, 863</w:t>
      </w:r>
      <w:r w:rsidR="00623C03">
        <w:t>,</w:t>
      </w:r>
      <w:r w:rsidR="007659A4">
        <w:t xml:space="preserve"> </w:t>
      </w:r>
      <w:r w:rsidR="00365013">
        <w:t>1243</w:t>
      </w:r>
      <w:r w:rsidR="00623C03" w:rsidRPr="00623C03">
        <w:t xml:space="preserve"> i 1615</w:t>
      </w:r>
      <w:r w:rsidR="00365013" w:rsidRPr="00FA630C">
        <w:t>)</w:t>
      </w:r>
      <w:r w:rsidR="00365013" w:rsidRPr="006D0689">
        <w:t xml:space="preserve">. Lekarz orzecznik </w:t>
      </w:r>
      <w:r w:rsidR="00365013">
        <w:t xml:space="preserve">Zakładu Ubezpieczeń Społecznych </w:t>
      </w:r>
      <w:r w:rsidR="00365013" w:rsidRPr="006D0689">
        <w:t>ustala również stały lub długotrwały uszczerbek na zdrowiu oraz jego związek z takim wypadkiem lub chorobą zawodową.</w:t>
      </w:r>
      <w:r>
        <w:t>”</w:t>
      </w:r>
      <w:r w:rsidR="00365013" w:rsidRPr="006D0689">
        <w:t>.</w:t>
      </w:r>
    </w:p>
    <w:p w14:paraId="78BA3BB5" w14:textId="77777777" w:rsidR="00365013" w:rsidRPr="006D0689" w:rsidRDefault="00365013" w:rsidP="00365013">
      <w:pPr>
        <w:pStyle w:val="ARTartustawynprozporzdzenia"/>
      </w:pPr>
      <w:r w:rsidRPr="00265471">
        <w:rPr>
          <w:rStyle w:val="Ppogrubienie"/>
        </w:rPr>
        <w:t>Art. 1</w:t>
      </w:r>
      <w:r w:rsidR="00B16A22">
        <w:rPr>
          <w:rStyle w:val="Ppogrubienie"/>
        </w:rPr>
        <w:t>9</w:t>
      </w:r>
      <w:r w:rsidRPr="00265471">
        <w:rPr>
          <w:rStyle w:val="Ppogrubienie"/>
        </w:rPr>
        <w:t>.</w:t>
      </w:r>
      <w:r w:rsidRPr="006D0689">
        <w:t xml:space="preserve"> W ustawie z dnia 27 czerwca 2003 r. o rencie socjalnej (Dz. U. z 2023 r. poz. 2194</w:t>
      </w:r>
      <w:r w:rsidR="00052561">
        <w:t xml:space="preserve"> oraz z 2024 r. poz. 1615</w:t>
      </w:r>
      <w:r w:rsidRPr="006D0689">
        <w:t>) art. 5 otrzymuje brzmienie:</w:t>
      </w:r>
    </w:p>
    <w:p w14:paraId="1B9190E8" w14:textId="77777777" w:rsidR="00365013" w:rsidRPr="006D0689" w:rsidRDefault="00FB4DF8" w:rsidP="00365013">
      <w:pPr>
        <w:pStyle w:val="ZARTzmartartykuempunktem"/>
      </w:pPr>
      <w:r>
        <w:t>„</w:t>
      </w:r>
      <w:r w:rsidR="00365013" w:rsidRPr="004D2BB7">
        <w:t xml:space="preserve">Art. 5. </w:t>
      </w:r>
      <w:r w:rsidR="00365013" w:rsidRPr="006D0689">
        <w:t xml:space="preserve">1. Ustalenia całkowitej niezdolności do pracy dokonuje lekarz orzecznik Zakładu, zwany dalej </w:t>
      </w:r>
      <w:r>
        <w:t>„</w:t>
      </w:r>
      <w:r w:rsidR="00365013" w:rsidRPr="006D0689">
        <w:t>lekarzem orzecznikiem</w:t>
      </w:r>
      <w:r>
        <w:t>”</w:t>
      </w:r>
      <w:r w:rsidR="00365013" w:rsidRPr="006D0689">
        <w:t xml:space="preserve">, na zasadach i w trybie określonych </w:t>
      </w:r>
      <w:r w:rsidR="00365013" w:rsidRPr="004D2BB7">
        <w:t xml:space="preserve">w ustawie z dnia 17 grudnia 1998 r. o emeryturach i rentach z Funduszu Ubezpieczeń Społecznych (Dz. U. z </w:t>
      </w:r>
      <w:r w:rsidR="002002C7" w:rsidRPr="002002C7">
        <w:t>2024 r. poz. 1631 i 1674</w:t>
      </w:r>
      <w:r w:rsidR="00365013" w:rsidRPr="009F5D0D">
        <w:t>)</w:t>
      </w:r>
      <w:r w:rsidR="00365013">
        <w:t xml:space="preserve">, zwanej dalej </w:t>
      </w:r>
      <w:r>
        <w:t>„</w:t>
      </w:r>
      <w:r w:rsidR="00365013">
        <w:t xml:space="preserve">ustawą </w:t>
      </w:r>
      <w:r w:rsidR="00365013" w:rsidRPr="00AE62AC">
        <w:t>o emeryturach i rentach z Funduszu Ubezpieczeń Społecznych</w:t>
      </w:r>
      <w:r>
        <w:t>”</w:t>
      </w:r>
      <w:r w:rsidR="00365013">
        <w:t xml:space="preserve"> </w:t>
      </w:r>
      <w:r w:rsidR="00365013" w:rsidRPr="004D2BB7">
        <w:t xml:space="preserve">oraz </w:t>
      </w:r>
      <w:r w:rsidR="00365013" w:rsidRPr="006D0689">
        <w:t xml:space="preserve">w ustawie z dnia </w:t>
      </w:r>
      <w:r w:rsidR="00365013" w:rsidRPr="004D2BB7">
        <w:t>13 października 1998 r. o systemie ubezpieczeń społecznych (Dz. U. z 2024 r. poz. </w:t>
      </w:r>
      <w:r w:rsidR="00365013" w:rsidRPr="006D0689">
        <w:t>497</w:t>
      </w:r>
      <w:r w:rsidR="00365013">
        <w:t>, 863</w:t>
      </w:r>
      <w:r w:rsidR="00623C03">
        <w:t>,</w:t>
      </w:r>
      <w:r w:rsidR="00365013">
        <w:t xml:space="preserve"> 1243</w:t>
      </w:r>
      <w:r w:rsidR="00623C03" w:rsidRPr="00623C03">
        <w:t xml:space="preserve"> i 1615</w:t>
      </w:r>
      <w:r w:rsidR="00365013" w:rsidRPr="004D2BB7">
        <w:t>)</w:t>
      </w:r>
      <w:r w:rsidR="00365013" w:rsidRPr="006D0689">
        <w:t xml:space="preserve">. </w:t>
      </w:r>
    </w:p>
    <w:p w14:paraId="3A70DB64" w14:textId="77777777" w:rsidR="00365013" w:rsidRDefault="00365013" w:rsidP="00365013">
      <w:pPr>
        <w:pStyle w:val="ZUSTzmustartykuempunktem"/>
      </w:pPr>
      <w:r w:rsidRPr="006D0689">
        <w:t xml:space="preserve">2. Ustalając całkowitą niezdolność do pracy, lekarz orzecznik, za zgodą osoby ubiegającej się o rentę socjalną lub jej przedstawiciela ustawowego, zgłoszoną nie później niż w trakcie badania tej osoby, ustala niezdolność tej osoby do samodzielnej egzystencji, na zasadach i w trybie określonym w ustawie </w:t>
      </w:r>
      <w:r w:rsidRPr="004D2BB7">
        <w:t xml:space="preserve">o emeryturach i rentach z Funduszu Ubezpieczeń Społecznych oraz </w:t>
      </w:r>
      <w:r w:rsidRPr="006D0689">
        <w:t xml:space="preserve">w ustawie z dnia </w:t>
      </w:r>
      <w:r w:rsidRPr="004D2BB7">
        <w:t>13 października 1998 r. o systemie ubezpieczeń społecznych</w:t>
      </w:r>
      <w:r w:rsidRPr="006D0689">
        <w:t xml:space="preserve">, w celu uzyskania świadczenia, o którym mowa w art. 1 ust. 1 ustawy z dnia 31 lipca 2019 r. o świadczeniu uzupełniającym dla osób niezdolnych do samodzielnej egzystencji (Dz. U. z 2024 r. poz. </w:t>
      </w:r>
      <w:r w:rsidR="00B57102">
        <w:t>1649</w:t>
      </w:r>
      <w:r w:rsidRPr="006D0689">
        <w:t>)</w:t>
      </w:r>
      <w:r w:rsidR="00052561">
        <w:t xml:space="preserve"> lub dodatku dopełniającego, o którym mowa w art. 6a</w:t>
      </w:r>
      <w:bookmarkStart w:id="83" w:name="_Hlk186202811"/>
      <w:r w:rsidRPr="006D0689">
        <w:t>.</w:t>
      </w:r>
      <w:r w:rsidR="00FB4DF8">
        <w:t>”</w:t>
      </w:r>
      <w:r w:rsidRPr="006D0689">
        <w:t xml:space="preserve">. </w:t>
      </w:r>
      <w:bookmarkEnd w:id="83"/>
    </w:p>
    <w:p w14:paraId="169D4D45" w14:textId="77777777" w:rsidR="007B4AA9" w:rsidRDefault="007B4AA9" w:rsidP="007B4AA9">
      <w:pPr>
        <w:pStyle w:val="ARTartustawynprozporzdzenia"/>
      </w:pPr>
      <w:r w:rsidRPr="001F18D6">
        <w:rPr>
          <w:rStyle w:val="Ppogrubienie"/>
        </w:rPr>
        <w:t xml:space="preserve">Art. </w:t>
      </w:r>
      <w:r w:rsidR="00B16A22">
        <w:rPr>
          <w:rStyle w:val="Ppogrubienie"/>
        </w:rPr>
        <w:t>20</w:t>
      </w:r>
      <w:r w:rsidRPr="001F18D6">
        <w:rPr>
          <w:rStyle w:val="Ppogrubienie"/>
        </w:rPr>
        <w:t>.</w:t>
      </w:r>
      <w:r>
        <w:t xml:space="preserve"> W ustawie z dnia 12 marca 2004 r. o pomocy społecznej (Dz. U. z 2024 r. poz. 1283 i 1572) w art. 107 w ust. 5b pkt 5 otrzymuje brzmienie:</w:t>
      </w:r>
    </w:p>
    <w:p w14:paraId="2BA9FD8D" w14:textId="77777777" w:rsidR="007B4AA9" w:rsidRDefault="007B4AA9" w:rsidP="00A513F4">
      <w:pPr>
        <w:pStyle w:val="ZPKTzmpktartykuempunktem"/>
      </w:pPr>
      <w:r w:rsidRPr="007B4AA9">
        <w:t>„</w:t>
      </w:r>
      <w:r>
        <w:t>5</w:t>
      </w:r>
      <w:r w:rsidRPr="007B4AA9">
        <w:t>)</w:t>
      </w:r>
      <w:r>
        <w:tab/>
      </w:r>
      <w:r w:rsidRPr="007B4AA9">
        <w:t>orzeczenia komisji do spraw inwalidztwa i zatrudnienia wydanego przed dniem 1 września 1997 r., orzeczenia lekarza orzecznika o niezdolności do pracy, niezdolności do samodzielnej egzystencji, orzeczenia komisji lekarskiej</w:t>
      </w:r>
      <w:r w:rsidR="00A513F4">
        <w:t>, orzeczenia pielęgniarki lub pielęgniarza o niezdolności do samodzielnej egzystencji</w:t>
      </w:r>
      <w:r w:rsidRPr="007B4AA9">
        <w:t>;</w:t>
      </w:r>
      <w:r w:rsidR="00A513F4" w:rsidRPr="00A513F4">
        <w:t>”.</w:t>
      </w:r>
    </w:p>
    <w:p w14:paraId="3370C784" w14:textId="13AC0652" w:rsidR="0000121E" w:rsidRDefault="0000121E" w:rsidP="0000121E">
      <w:pPr>
        <w:pStyle w:val="ARTartustawynprozporzdzenia"/>
      </w:pPr>
      <w:r w:rsidRPr="009C609D">
        <w:rPr>
          <w:rStyle w:val="Ppogrubienie"/>
        </w:rPr>
        <w:lastRenderedPageBreak/>
        <w:t xml:space="preserve">Art. </w:t>
      </w:r>
      <w:r>
        <w:rPr>
          <w:rStyle w:val="Ppogrubienie"/>
        </w:rPr>
        <w:t>21</w:t>
      </w:r>
      <w:r w:rsidRPr="009C609D">
        <w:rPr>
          <w:rStyle w:val="Ppogrubienie"/>
        </w:rPr>
        <w:t>.</w:t>
      </w:r>
      <w:r>
        <w:t xml:space="preserve"> W ustawie z dnia 27 sierpnia 2004 r. o świadczeniach opieki zdrowotnej finansowanych ze środków publicznych (</w:t>
      </w:r>
      <w:r w:rsidRPr="0000121E">
        <w:t>Dz.U. z 2024 r. poz. 146</w:t>
      </w:r>
      <w:r w:rsidR="00242DA8">
        <w:t xml:space="preserve">, z </w:t>
      </w:r>
      <w:proofErr w:type="spellStart"/>
      <w:r w:rsidR="00242DA8">
        <w:t>późn</w:t>
      </w:r>
      <w:proofErr w:type="spellEnd"/>
      <w:r w:rsidR="00242DA8">
        <w:t>. zm.</w:t>
      </w:r>
      <w:r w:rsidR="00242DA8">
        <w:rPr>
          <w:rStyle w:val="Odwoanieprzypisudolnego"/>
        </w:rPr>
        <w:footnoteReference w:id="2"/>
      </w:r>
      <w:r w:rsidR="00242DA8">
        <w:rPr>
          <w:rStyle w:val="IGindeksgrny"/>
        </w:rPr>
        <w:t>)</w:t>
      </w:r>
      <w:r w:rsidR="00242DA8">
        <w:t xml:space="preserve">) </w:t>
      </w:r>
      <w:r>
        <w:t>w art. 87a w ust. 1 w pkt 4 lit b otrzymuje brzmienie:</w:t>
      </w:r>
    </w:p>
    <w:p w14:paraId="08A2DCC3" w14:textId="77777777" w:rsidR="0000121E" w:rsidRDefault="0000121E" w:rsidP="0000121E">
      <w:pPr>
        <w:pStyle w:val="ZPKTzmpktartykuempunktem"/>
      </w:pPr>
      <w:r w:rsidRPr="007B4AA9">
        <w:t>„</w:t>
      </w:r>
      <w:r w:rsidRPr="0000121E">
        <w:t>b)</w:t>
      </w:r>
      <w:r>
        <w:tab/>
      </w:r>
      <w:r w:rsidRPr="0000121E">
        <w:t xml:space="preserve">rodzaj schorzenia uzasadniającego skierowanie na rehabilitację leczniczą oraz schorzenia współistniejącego, jeżeli takie zostało wskazane w orzeczeniu lekarza orzecznika Zakładu Ubezpieczeń Społecznych lub </w:t>
      </w:r>
      <w:r w:rsidR="00B66412">
        <w:t>fizjoterapeuty, o którym mowa w przepisach o zawodzie fizjoterapeuty</w:t>
      </w:r>
      <w:r w:rsidRPr="0000121E">
        <w:t>, ustalonych według Międzynarodowej Statystycznej Klasyfikacji Chorób i Problemów Zdrowotnych ICD-10,</w:t>
      </w:r>
      <w:r w:rsidR="00B66412" w:rsidRPr="00B16A22">
        <w:t>”</w:t>
      </w:r>
      <w:r w:rsidR="00B66412">
        <w:t>.</w:t>
      </w:r>
    </w:p>
    <w:p w14:paraId="6AFBD517" w14:textId="77777777" w:rsidR="00A513F4" w:rsidRDefault="00A513F4" w:rsidP="00A513F4">
      <w:pPr>
        <w:pStyle w:val="ARTartustawynprozporzdzenia"/>
      </w:pPr>
      <w:r w:rsidRPr="001F18D6">
        <w:rPr>
          <w:rStyle w:val="Ppogrubienie"/>
        </w:rPr>
        <w:t>Art. 2</w:t>
      </w:r>
      <w:r w:rsidR="00B66412">
        <w:rPr>
          <w:rStyle w:val="Ppogrubienie"/>
        </w:rPr>
        <w:t>2</w:t>
      </w:r>
      <w:r w:rsidRPr="001F18D6">
        <w:rPr>
          <w:rStyle w:val="Ppogrubienie"/>
        </w:rPr>
        <w:t>.</w:t>
      </w:r>
      <w:r w:rsidRPr="00A513F4">
        <w:t xml:space="preserve"> W ustawie z dnia 1</w:t>
      </w:r>
      <w:r>
        <w:t xml:space="preserve">6 listopada 2006 r. o </w:t>
      </w:r>
      <w:r w:rsidR="00B16A22">
        <w:t>świadczeniu pieniężnym i uprawnieniach przysługujących cywilnym niewidomym ofiarom działań wojennych (Dz. U. z 2021 r. poz. 1820) w art. 2 ust. 5 otrzymuje brzmienie:</w:t>
      </w:r>
      <w:r w:rsidRPr="00A513F4">
        <w:t xml:space="preserve">  </w:t>
      </w:r>
    </w:p>
    <w:p w14:paraId="5A2AD2A8" w14:textId="77777777" w:rsidR="00B16A22" w:rsidRPr="006D0689" w:rsidRDefault="00B16A22" w:rsidP="00B16A22">
      <w:pPr>
        <w:pStyle w:val="ZUSTzmustartykuempunktem"/>
      </w:pPr>
      <w:r w:rsidRPr="00B16A22">
        <w:t>„</w:t>
      </w:r>
      <w:r>
        <w:t>5</w:t>
      </w:r>
      <w:r w:rsidRPr="00B16A22">
        <w:t>. W przypadku braku dokumentu, o którym mowa w ust. 4 pkt 1, o niezdolności do pracy, dacie jej powstania oraz związku tej niezdolności ze stanem narządu wzroku orzeka lekarz orzecznik Zakładu Ubezpieczeń Społecznych</w:t>
      </w:r>
      <w:r>
        <w:t xml:space="preserve">, na zasadach i w trybie określonym w przepisach ustawy z dnia 13 października 1998 r. o systemie ubezpieczeń społecznych </w:t>
      </w:r>
      <w:r w:rsidRPr="00B16A22">
        <w:t>(Dz. U. z 2024 r. poz. 497, 863, 1243 i 1615).”.</w:t>
      </w:r>
    </w:p>
    <w:p w14:paraId="37E06840" w14:textId="77777777" w:rsidR="00365013" w:rsidRPr="004D2BB7" w:rsidRDefault="00365013" w:rsidP="00365013">
      <w:pPr>
        <w:pStyle w:val="ARTartustawynprozporzdzenia"/>
      </w:pPr>
      <w:r w:rsidRPr="00265471">
        <w:rPr>
          <w:rStyle w:val="Ppogrubienie"/>
        </w:rPr>
        <w:t xml:space="preserve">Art. </w:t>
      </w:r>
      <w:r w:rsidR="00B16A22">
        <w:rPr>
          <w:rStyle w:val="Ppogrubienie"/>
        </w:rPr>
        <w:t>2</w:t>
      </w:r>
      <w:r w:rsidR="00B66412">
        <w:rPr>
          <w:rStyle w:val="Ppogrubienie"/>
        </w:rPr>
        <w:t>3</w:t>
      </w:r>
      <w:r w:rsidRPr="00265471">
        <w:rPr>
          <w:rStyle w:val="Ppogrubienie"/>
        </w:rPr>
        <w:t>.</w:t>
      </w:r>
      <w:r w:rsidRPr="004D2BB7">
        <w:t xml:space="preserve"> W ustawie </w:t>
      </w:r>
      <w:r w:rsidRPr="006D0689">
        <w:t>z dnia 6 listopada 2008 r. o prawach pacjenta i Rzeczniku Praw Pacjenta (Dz. U. z 202</w:t>
      </w:r>
      <w:r>
        <w:t>4</w:t>
      </w:r>
      <w:r w:rsidRPr="006D0689">
        <w:t xml:space="preserve"> r. poz. </w:t>
      </w:r>
      <w:r>
        <w:t>581)</w:t>
      </w:r>
      <w:r w:rsidRPr="006D0689">
        <w:t xml:space="preserve"> </w:t>
      </w:r>
      <w:r>
        <w:t xml:space="preserve">w </w:t>
      </w:r>
      <w:r w:rsidRPr="004D2BB7">
        <w:t>art. 28 ust. 2 otrzymuje brzmienie:</w:t>
      </w:r>
    </w:p>
    <w:p w14:paraId="370C2456" w14:textId="77777777" w:rsidR="00365013" w:rsidRPr="004D2BB7" w:rsidRDefault="00FB4DF8" w:rsidP="00365013">
      <w:pPr>
        <w:pStyle w:val="ZUSTzmustartykuempunktem"/>
      </w:pPr>
      <w:r>
        <w:t>„</w:t>
      </w:r>
      <w:r w:rsidR="00365013" w:rsidRPr="006D0689">
        <w:t xml:space="preserve">2. Przepis ust. 1 nie narusza uprawnień Zakładu Ubezpieczeń Społecznych określonych w art. </w:t>
      </w:r>
      <w:r w:rsidR="00365013">
        <w:t>85</w:t>
      </w:r>
      <w:r w:rsidR="00824E10">
        <w:t>i</w:t>
      </w:r>
      <w:r w:rsidR="00365013" w:rsidRPr="006D0689">
        <w:t xml:space="preserve"> ustawy z dnia 13 października 1998 r. o systemie ubezpieczeń społecznych (Dz. U. z 2024 r. poz.</w:t>
      </w:r>
      <w:r w:rsidR="00365013" w:rsidRPr="004D2BB7">
        <w:t xml:space="preserve"> </w:t>
      </w:r>
      <w:r w:rsidR="00365013" w:rsidRPr="006D0689">
        <w:t>497</w:t>
      </w:r>
      <w:r w:rsidR="00365013">
        <w:t>, 863</w:t>
      </w:r>
      <w:r w:rsidR="00D30227">
        <w:t xml:space="preserve">, </w:t>
      </w:r>
      <w:r w:rsidR="00365013">
        <w:t>1243</w:t>
      </w:r>
      <w:r w:rsidR="00D30227" w:rsidRPr="00D30227">
        <w:t xml:space="preserve"> i 1615</w:t>
      </w:r>
      <w:r w:rsidR="00365013" w:rsidRPr="006D0689">
        <w:t xml:space="preserve">) i art. 121 ust. 2 ustawy z dnia 17 grudnia 1998 r. o emeryturach i rentach z Funduszu Ubezpieczeń Społecznych (Dz. U. z </w:t>
      </w:r>
      <w:r w:rsidR="002002C7" w:rsidRPr="002002C7">
        <w:t>2024 r. poz. 1631 i 1674</w:t>
      </w:r>
      <w:r w:rsidR="00365013" w:rsidRPr="009F5D0D">
        <w:t>)</w:t>
      </w:r>
      <w:r w:rsidR="00365013">
        <w:t>.</w:t>
      </w:r>
      <w:r>
        <w:t>”</w:t>
      </w:r>
      <w:r w:rsidR="00365013" w:rsidRPr="006D0689">
        <w:t>.</w:t>
      </w:r>
    </w:p>
    <w:p w14:paraId="67DABCD9" w14:textId="77777777" w:rsidR="00365013" w:rsidRDefault="00365013" w:rsidP="00365013">
      <w:pPr>
        <w:pStyle w:val="ARTartustawynprozporzdzenia"/>
      </w:pPr>
      <w:r w:rsidRPr="00265471">
        <w:rPr>
          <w:rStyle w:val="Ppogrubienie"/>
        </w:rPr>
        <w:t>Art. 2</w:t>
      </w:r>
      <w:r w:rsidR="00B66412">
        <w:rPr>
          <w:rStyle w:val="Ppogrubienie"/>
        </w:rPr>
        <w:t>4</w:t>
      </w:r>
      <w:r w:rsidRPr="00265471">
        <w:rPr>
          <w:rStyle w:val="Ppogrubienie"/>
        </w:rPr>
        <w:t>.</w:t>
      </w:r>
      <w:r w:rsidRPr="004D2BB7">
        <w:t xml:space="preserve"> W ustawie </w:t>
      </w:r>
      <w:r w:rsidRPr="006D0689">
        <w:t xml:space="preserve">z dnia 21 listopada 2008 r. o służbie cywilnej (Dz. U. z 2024 r. poz. 409) </w:t>
      </w:r>
      <w:r>
        <w:t xml:space="preserve">w </w:t>
      </w:r>
      <w:r w:rsidRPr="006D0689">
        <w:t xml:space="preserve">art. 71 </w:t>
      </w:r>
      <w:r>
        <w:t xml:space="preserve">po </w:t>
      </w:r>
      <w:r w:rsidRPr="006D0689">
        <w:t>ust. 1</w:t>
      </w:r>
      <w:r>
        <w:t xml:space="preserve"> dodaje się ust. 1a w brzmieniu:</w:t>
      </w:r>
    </w:p>
    <w:p w14:paraId="4D8BC738" w14:textId="77777777" w:rsidR="00365013" w:rsidRDefault="00FB4DF8" w:rsidP="00365013">
      <w:pPr>
        <w:pStyle w:val="ZUSTzmustartykuempunktem"/>
      </w:pPr>
      <w:r>
        <w:t>„</w:t>
      </w:r>
      <w:r w:rsidR="00365013">
        <w:t xml:space="preserve">1a. </w:t>
      </w:r>
      <w:r w:rsidR="00365013" w:rsidRPr="006D0689">
        <w:t>Orzeczenie o trwałej niezdolności do pracy uniemożliwiającej wykonywanie obowiązków urzędnika służby cywilnej wydaje lekarz orzecznik Zakładu Ubezpieczeń Społecznych na zasadach i w trybie określonym w przepisach ustawy z dnia 13 października 1998 r. o systemie ubezpieczeń społecznych (Dz. U. z 2024 r. poz. 497</w:t>
      </w:r>
      <w:r w:rsidR="00365013">
        <w:t>, 863</w:t>
      </w:r>
      <w:r w:rsidR="00D30227">
        <w:t>,</w:t>
      </w:r>
      <w:r w:rsidR="00365013">
        <w:t xml:space="preserve"> 1243</w:t>
      </w:r>
      <w:r w:rsidR="00D30227" w:rsidRPr="00D30227">
        <w:t xml:space="preserve"> i 1615</w:t>
      </w:r>
      <w:r w:rsidR="00365013" w:rsidRPr="006D0689">
        <w:t>)</w:t>
      </w:r>
      <w:r w:rsidR="00365013">
        <w:t>.</w:t>
      </w:r>
      <w:bookmarkStart w:id="84" w:name="_Hlk186201903"/>
      <w:r>
        <w:t>”</w:t>
      </w:r>
      <w:r w:rsidR="00365013">
        <w:t>.</w:t>
      </w:r>
      <w:bookmarkEnd w:id="84"/>
    </w:p>
    <w:p w14:paraId="066688E3" w14:textId="77777777" w:rsidR="00747E52" w:rsidRDefault="00747E52" w:rsidP="00747E52">
      <w:pPr>
        <w:pStyle w:val="ARTartustawynprozporzdzenia"/>
      </w:pPr>
      <w:r w:rsidRPr="001F18D6">
        <w:rPr>
          <w:rStyle w:val="Ppogrubienie"/>
        </w:rPr>
        <w:lastRenderedPageBreak/>
        <w:t>Art. 2</w:t>
      </w:r>
      <w:r w:rsidR="00B66412">
        <w:rPr>
          <w:rStyle w:val="Ppogrubienie"/>
        </w:rPr>
        <w:t>5</w:t>
      </w:r>
      <w:r w:rsidRPr="001F18D6">
        <w:rPr>
          <w:rStyle w:val="Ppogrubienie"/>
        </w:rPr>
        <w:t>.</w:t>
      </w:r>
      <w:r>
        <w:t xml:space="preserve"> W </w:t>
      </w:r>
      <w:bookmarkStart w:id="85" w:name="_Hlk186207360"/>
      <w:r>
        <w:t xml:space="preserve">ustawie z dnia </w:t>
      </w:r>
      <w:r w:rsidR="00C112BF">
        <w:t xml:space="preserve">5 grudnia 2008 r. o zapobieganiu oraz zwalczaniu zakażeń i chorób zakaźnych u ludzi </w:t>
      </w:r>
      <w:bookmarkEnd w:id="85"/>
      <w:r w:rsidR="00C112BF">
        <w:t>(Dz. U. z 2024 r. poz. 924 i 1897) w art. 47 ust. 3b otrzymuje brzmienie:</w:t>
      </w:r>
    </w:p>
    <w:p w14:paraId="269E2244" w14:textId="77777777" w:rsidR="00C112BF" w:rsidRDefault="00C112BF" w:rsidP="00C112BF">
      <w:pPr>
        <w:pStyle w:val="ZUSTzmustartykuempunktem"/>
      </w:pPr>
      <w:r w:rsidRPr="00C112BF">
        <w:t>„</w:t>
      </w:r>
      <w:r>
        <w:t>3b</w:t>
      </w:r>
      <w:r w:rsidRPr="00C112BF">
        <w:t>.</w:t>
      </w:r>
      <w:r>
        <w:t xml:space="preserve"> Orzeczenie w sprawie choroby, o której mowa w ust. 3 pkt 4, jest wydawane na zasadach i w trybie określonym w przepisach ustawy z dnia 13 października 1998 r. o systemie ubezpieczeń społecznych (</w:t>
      </w:r>
      <w:r w:rsidRPr="00C112BF">
        <w:t>Dz. U. z 2024 r. poz. 497, 863, 1243 i 1615</w:t>
      </w:r>
      <w:r>
        <w:t>).</w:t>
      </w:r>
      <w:r w:rsidRPr="00C112BF">
        <w:t>”.</w:t>
      </w:r>
    </w:p>
    <w:p w14:paraId="1B954E37" w14:textId="6EB06A7F" w:rsidR="002E2695" w:rsidRDefault="002E2695" w:rsidP="002E2695">
      <w:pPr>
        <w:pStyle w:val="ARTartustawynprozporzdzenia"/>
      </w:pPr>
      <w:r w:rsidRPr="002E2695">
        <w:rPr>
          <w:rStyle w:val="Ppogrubienie"/>
        </w:rPr>
        <w:t>Art. 2</w:t>
      </w:r>
      <w:r w:rsidR="00B66412">
        <w:rPr>
          <w:rStyle w:val="Ppogrubienie"/>
        </w:rPr>
        <w:t>6</w:t>
      </w:r>
      <w:r w:rsidRPr="002E2695">
        <w:rPr>
          <w:rStyle w:val="Ppogrubienie"/>
        </w:rPr>
        <w:t>.</w:t>
      </w:r>
      <w:r>
        <w:t xml:space="preserve"> W ustawie z dnia 15 lipca 2011 r. o zawodach pielęgniarki i położnej (Dz. U. z 2024 r. poz. 814</w:t>
      </w:r>
      <w:r w:rsidR="00465F91">
        <w:t>,</w:t>
      </w:r>
      <w:r>
        <w:t xml:space="preserve"> 854</w:t>
      </w:r>
      <w:r w:rsidR="00465F91">
        <w:t xml:space="preserve"> i 1897</w:t>
      </w:r>
      <w:r w:rsidR="00A51E1A">
        <w:t xml:space="preserve"> oraz z 2025 r. poz. 129</w:t>
      </w:r>
      <w:r>
        <w:t>) w art. 4 w ust. 1 po pkt 6 dodaje się pkt 6a w brzmieniu:</w:t>
      </w:r>
    </w:p>
    <w:p w14:paraId="49E660B5" w14:textId="77777777" w:rsidR="002E2695" w:rsidRDefault="002E2695" w:rsidP="002002C7">
      <w:pPr>
        <w:pStyle w:val="ZPKTzmpktartykuempunktem"/>
      </w:pPr>
      <w:r w:rsidRPr="002002C7">
        <w:t xml:space="preserve"> „6a)</w:t>
      </w:r>
      <w:r w:rsidR="000B0935">
        <w:tab/>
      </w:r>
      <w:r w:rsidR="00CA21BD" w:rsidRPr="002002C7">
        <w:t>orzekaniu o niezdolności do samodzielnej egzystencji, o której mowa w art. 13 ust. 5 ustawy z dnia 17 grudnia 1998 r. o emeryturach i rentach z Funduszu Ubezpieczeń Społecznych (</w:t>
      </w:r>
      <w:bookmarkStart w:id="86" w:name="_Hlk185511562"/>
      <w:r w:rsidR="00CA21BD" w:rsidRPr="002002C7">
        <w:t>Dz. U. z 202</w:t>
      </w:r>
      <w:r w:rsidR="002002C7">
        <w:t>4</w:t>
      </w:r>
      <w:r w:rsidR="00CA21BD" w:rsidRPr="002002C7">
        <w:t xml:space="preserve"> r. poz. </w:t>
      </w:r>
      <w:r w:rsidR="002002C7">
        <w:t>1631 i 1674</w:t>
      </w:r>
      <w:bookmarkEnd w:id="86"/>
      <w:r w:rsidR="00CA21BD" w:rsidRPr="002002C7">
        <w:t>)</w:t>
      </w:r>
      <w:r w:rsidR="002E183A">
        <w:t>;</w:t>
      </w:r>
      <w:r w:rsidR="00CA21BD" w:rsidRPr="002002C7">
        <w:t>”.</w:t>
      </w:r>
    </w:p>
    <w:p w14:paraId="2618D998" w14:textId="77777777" w:rsidR="00523AC1" w:rsidRDefault="00523AC1" w:rsidP="00523AC1">
      <w:pPr>
        <w:pStyle w:val="ARTartustawynprozporzdzenia"/>
      </w:pPr>
      <w:r w:rsidRPr="001F18D6">
        <w:rPr>
          <w:rStyle w:val="Ppogrubienie"/>
        </w:rPr>
        <w:t>Art. 2</w:t>
      </w:r>
      <w:r w:rsidR="00B66412">
        <w:rPr>
          <w:rStyle w:val="Ppogrubienie"/>
        </w:rPr>
        <w:t>7</w:t>
      </w:r>
      <w:r w:rsidRPr="001F18D6">
        <w:rPr>
          <w:rStyle w:val="Ppogrubienie"/>
        </w:rPr>
        <w:t>.</w:t>
      </w:r>
      <w:r>
        <w:t xml:space="preserve"> W ustawie z dnia 25 września 2015 r. o zawodzie fizjoterapeuty (Dz. U.</w:t>
      </w:r>
      <w:r w:rsidR="00BD50B9">
        <w:t xml:space="preserve"> z 2023 r. poz. 1213 i 1234) w art. 4 w ust. 2 po pkt 9 dodaje się pkt 9a w brzmieniu: </w:t>
      </w:r>
      <w:r>
        <w:t xml:space="preserve"> </w:t>
      </w:r>
    </w:p>
    <w:p w14:paraId="22606DE5" w14:textId="77777777" w:rsidR="00BD50B9" w:rsidRPr="006F215D" w:rsidRDefault="00BD50B9" w:rsidP="001F18D6">
      <w:pPr>
        <w:pStyle w:val="ZPKTzmpktartykuempunktem"/>
      </w:pPr>
      <w:r w:rsidRPr="00C35DDA">
        <w:t>„9a)</w:t>
      </w:r>
      <w:r w:rsidRPr="00C35DDA">
        <w:tab/>
        <w:t>wydawaniu orzeczeń w sprawach rehabilitacji leczniczej w ramach prewencji rentowej, o której mowa w art. 69 ust. 1 pkt 1</w:t>
      </w:r>
      <w:r w:rsidR="00623C03" w:rsidRPr="00C97B24">
        <w:t xml:space="preserve"> ustawy z dnia 13 października 1998 r. o systemie ubezpieczeń społecznych (Dz. U. z 2024 r. poz. 497, 863</w:t>
      </w:r>
      <w:r w:rsidR="00623C03" w:rsidRPr="006F215D">
        <w:t>, 1243 i 1615)</w:t>
      </w:r>
      <w:r w:rsidR="002E183A">
        <w:t>;</w:t>
      </w:r>
      <w:r w:rsidRPr="006F215D">
        <w:t>”.</w:t>
      </w:r>
    </w:p>
    <w:p w14:paraId="68649D37" w14:textId="77777777" w:rsidR="00365013" w:rsidRPr="006D0689" w:rsidRDefault="00365013" w:rsidP="00365013">
      <w:pPr>
        <w:pStyle w:val="ARTartustawynprozporzdzenia"/>
      </w:pPr>
      <w:r w:rsidRPr="00265471">
        <w:rPr>
          <w:rStyle w:val="Ppogrubienie"/>
        </w:rPr>
        <w:t>Art. 2</w:t>
      </w:r>
      <w:r w:rsidR="00B66412">
        <w:rPr>
          <w:rStyle w:val="Ppogrubienie"/>
        </w:rPr>
        <w:t>8</w:t>
      </w:r>
      <w:r w:rsidRPr="00265471">
        <w:rPr>
          <w:rStyle w:val="Ppogrubienie"/>
        </w:rPr>
        <w:t>.</w:t>
      </w:r>
      <w:r w:rsidRPr="004D2BB7">
        <w:t xml:space="preserve"> </w:t>
      </w:r>
      <w:r w:rsidRPr="006D0689">
        <w:t xml:space="preserve">W ustawie z dnia 28 </w:t>
      </w:r>
      <w:r w:rsidRPr="000B2AE5">
        <w:t>stycznia</w:t>
      </w:r>
      <w:r w:rsidRPr="006D0689">
        <w:t xml:space="preserve"> 2016 r. – Prawo o prokuraturze (Dz. U. z 2024 r. poz. 390) wprowadza się następujące zmiany:</w:t>
      </w:r>
    </w:p>
    <w:p w14:paraId="76F03B91" w14:textId="77777777" w:rsidR="00D63A62" w:rsidRDefault="00365013" w:rsidP="00E170CE">
      <w:pPr>
        <w:pStyle w:val="PKTpunkt"/>
      </w:pPr>
      <w:r w:rsidRPr="004D2BB7">
        <w:t>1)</w:t>
      </w:r>
      <w:r w:rsidRPr="004D2BB7">
        <w:tab/>
      </w:r>
      <w:r w:rsidRPr="006D0689">
        <w:t>w art. 115</w:t>
      </w:r>
      <w:r w:rsidR="00D63A62">
        <w:t>:</w:t>
      </w:r>
    </w:p>
    <w:p w14:paraId="792A1BCA" w14:textId="77777777" w:rsidR="00365013" w:rsidRPr="006D0689" w:rsidRDefault="00D63A62" w:rsidP="00E170CE">
      <w:pPr>
        <w:pStyle w:val="LITlitera"/>
      </w:pPr>
      <w:r>
        <w:t>a)</w:t>
      </w:r>
      <w:r w:rsidR="005C443A">
        <w:tab/>
      </w:r>
      <w:r w:rsidR="00365013" w:rsidRPr="006D0689">
        <w:t>§ 3 otrzymuj</w:t>
      </w:r>
      <w:r>
        <w:t>e</w:t>
      </w:r>
      <w:r w:rsidR="00365013" w:rsidRPr="006D0689">
        <w:t xml:space="preserve"> brzmienie:</w:t>
      </w:r>
    </w:p>
    <w:p w14:paraId="5F7906CC" w14:textId="77777777" w:rsidR="00365013" w:rsidRPr="006D0689" w:rsidRDefault="00FB4DF8" w:rsidP="00E170CE">
      <w:pPr>
        <w:pStyle w:val="ZLITARTzmartliter"/>
      </w:pPr>
      <w:r>
        <w:t>„</w:t>
      </w:r>
      <w:r w:rsidR="00365013" w:rsidRPr="006D0689">
        <w:t xml:space="preserve">§ 3. W razie ujawnienia u prokuratora choroby, co do której zachodzi podejrzenie, że powstała w związku ze szczególnymi właściwościami lub warunkami wykonywania czynności prokuratora, prokurator bezpośrednio przełożony kieruje prokuratora do lekarza orzecznika Zakładu Ubezpieczeń Społecznych z urzędu lub na wniosek prokuratora. Orzeczenie lekarza orzecznika </w:t>
      </w:r>
      <w:r w:rsidR="00365013">
        <w:t xml:space="preserve">Zakładu Ubezpieczeń Społecznych </w:t>
      </w:r>
      <w:r w:rsidR="00365013" w:rsidRPr="006D0689">
        <w:t xml:space="preserve">jest wydawane </w:t>
      </w:r>
      <w:r w:rsidR="00365013" w:rsidRPr="004D2BB7">
        <w:t>na zasadach i w trybie określonym w </w:t>
      </w:r>
      <w:r w:rsidR="00365013" w:rsidRPr="006D0689">
        <w:t>przepisach ustawy z dnia 13 października 1998 r. o systemie ubezpieczeń społecznych (</w:t>
      </w:r>
      <w:r w:rsidR="00365013" w:rsidRPr="004D2BB7">
        <w:t xml:space="preserve">Dz. U. z 2024 r. poz. </w:t>
      </w:r>
      <w:r w:rsidR="00365013" w:rsidRPr="006D0689">
        <w:t>497</w:t>
      </w:r>
      <w:r w:rsidR="00365013">
        <w:t>, 863</w:t>
      </w:r>
      <w:r w:rsidR="00623C03">
        <w:t>,</w:t>
      </w:r>
      <w:r w:rsidR="00365013">
        <w:t xml:space="preserve"> 1243</w:t>
      </w:r>
      <w:r w:rsidR="00623C03" w:rsidRPr="00623C03">
        <w:t xml:space="preserve"> i 1615</w:t>
      </w:r>
      <w:r w:rsidR="00365013" w:rsidRPr="006D0689">
        <w:t>).</w:t>
      </w:r>
      <w:r w:rsidR="002273CF" w:rsidRPr="002273CF">
        <w:t>”</w:t>
      </w:r>
      <w:r w:rsidR="002273CF">
        <w:t>,</w:t>
      </w:r>
    </w:p>
    <w:p w14:paraId="4106A809" w14:textId="77777777" w:rsidR="00D63A62" w:rsidRDefault="00D63A62" w:rsidP="00E170CE">
      <w:pPr>
        <w:pStyle w:val="LITlitera"/>
      </w:pPr>
      <w:r>
        <w:t>b)</w:t>
      </w:r>
      <w:r w:rsidR="005C443A">
        <w:tab/>
      </w:r>
      <w:r w:rsidRPr="006D0689">
        <w:t>§ 5 otrzymuj</w:t>
      </w:r>
      <w:r>
        <w:t>e</w:t>
      </w:r>
      <w:r w:rsidRPr="006D0689">
        <w:t xml:space="preserve"> brzmienie</w:t>
      </w:r>
      <w:r>
        <w:t>:</w:t>
      </w:r>
    </w:p>
    <w:p w14:paraId="376938A3" w14:textId="77777777" w:rsidR="00365013" w:rsidRPr="004D2BB7" w:rsidRDefault="002273CF" w:rsidP="00E170CE">
      <w:pPr>
        <w:pStyle w:val="ZLITARTzmartliter"/>
      </w:pPr>
      <w:r w:rsidRPr="002273CF">
        <w:lastRenderedPageBreak/>
        <w:t>„</w:t>
      </w:r>
      <w:r w:rsidR="00365013" w:rsidRPr="006D0689">
        <w:t>§ 5. Koszty badania i wydania orzeczenia przez lekarza orzecznika Zakładu Ubezpieczeń Społecznych pokrywa Skarb Państwa ze środków pozostających w dyspozycji Prokuratora Generalnego.</w:t>
      </w:r>
      <w:r w:rsidR="00FB4DF8">
        <w:t>”</w:t>
      </w:r>
      <w:r w:rsidR="00365013" w:rsidRPr="006D0689">
        <w:t>;</w:t>
      </w:r>
    </w:p>
    <w:p w14:paraId="5AAE971C" w14:textId="77777777" w:rsidR="00365013" w:rsidRPr="006D0689" w:rsidRDefault="00365013" w:rsidP="00365013">
      <w:pPr>
        <w:pStyle w:val="PKTpunkt"/>
      </w:pPr>
      <w:r w:rsidRPr="004D2BB7">
        <w:t>2)</w:t>
      </w:r>
      <w:r w:rsidRPr="004D2BB7">
        <w:tab/>
      </w:r>
      <w:r w:rsidRPr="006D0689">
        <w:t>w art. 127 § 1a otrzymuje brzmienie:</w:t>
      </w:r>
    </w:p>
    <w:p w14:paraId="76E7FB77" w14:textId="77777777" w:rsidR="00365013" w:rsidRPr="006D0689" w:rsidRDefault="00FB4DF8" w:rsidP="00E170CE">
      <w:pPr>
        <w:pStyle w:val="ZARTzmartartykuempunktem"/>
      </w:pPr>
      <w:bookmarkStart w:id="87" w:name="_Hlk189826334"/>
      <w:r>
        <w:t>„</w:t>
      </w:r>
      <w:bookmarkEnd w:id="87"/>
      <w:r w:rsidR="00365013" w:rsidRPr="006D0689">
        <w:t>§ 1a. Przeniesienie prokuratora w stan spoczynku</w:t>
      </w:r>
      <w:r w:rsidR="00052561">
        <w:t xml:space="preserve"> z powodu choroby lub utraty sił</w:t>
      </w:r>
      <w:r w:rsidR="00365013" w:rsidRPr="006D0689">
        <w:t xml:space="preserve"> następuje</w:t>
      </w:r>
      <w:r w:rsidR="009F27D2">
        <w:t xml:space="preserve"> z dniem uprawomocnienia się</w:t>
      </w:r>
      <w:r w:rsidR="00365013" w:rsidRPr="006D0689">
        <w:t xml:space="preserve"> orzeczenia lekarza orzecznika stwierdzającego trwałą niezdolność do pełnienia obowiązków prokuratora, wobec którego nie wniesiono sprzeciwu lub co do którego nie zgłoszono zarzutu wadliwości, albo orzeczenia lekarza orzecznika </w:t>
      </w:r>
      <w:r w:rsidR="00365013">
        <w:t xml:space="preserve">Zakładu Ubezpieczeń Społecznych </w:t>
      </w:r>
      <w:r w:rsidR="00365013" w:rsidRPr="006D0689">
        <w:t>wydanego w wyniku ponownego rozpatrzenia sprawy.</w:t>
      </w:r>
      <w:bookmarkStart w:id="88" w:name="_Hlk189826349"/>
      <w:r>
        <w:t>”</w:t>
      </w:r>
      <w:bookmarkEnd w:id="88"/>
      <w:r w:rsidR="00365013" w:rsidRPr="006D0689">
        <w:t xml:space="preserve">. </w:t>
      </w:r>
    </w:p>
    <w:p w14:paraId="3CA6EC75" w14:textId="77777777" w:rsidR="00183B48" w:rsidRPr="00183B48" w:rsidRDefault="00365013" w:rsidP="00183B48">
      <w:pPr>
        <w:pStyle w:val="ARTartustawynprozporzdzenia"/>
      </w:pPr>
      <w:bookmarkStart w:id="89" w:name="_Hlk189826090"/>
      <w:r w:rsidRPr="00265471">
        <w:rPr>
          <w:rStyle w:val="Ppogrubienie"/>
        </w:rPr>
        <w:t>Art. 2</w:t>
      </w:r>
      <w:r w:rsidR="00B66412">
        <w:rPr>
          <w:rStyle w:val="Ppogrubienie"/>
        </w:rPr>
        <w:t>9</w:t>
      </w:r>
      <w:r w:rsidRPr="00265471">
        <w:rPr>
          <w:rStyle w:val="Ppogrubienie"/>
        </w:rPr>
        <w:t>.</w:t>
      </w:r>
      <w:bookmarkEnd w:id="89"/>
      <w:r w:rsidRPr="006D0689">
        <w:t xml:space="preserve"> </w:t>
      </w:r>
      <w:r w:rsidR="00183B48" w:rsidRPr="00183B48">
        <w:t xml:space="preserve">W </w:t>
      </w:r>
      <w:bookmarkStart w:id="90" w:name="_Hlk189826650"/>
      <w:r w:rsidR="00183B48" w:rsidRPr="00183B48">
        <w:t xml:space="preserve">ustawie z dnia 30 listopada 2016 r. o statusie sędziów Trybunału Konstytucyjnego </w:t>
      </w:r>
      <w:bookmarkEnd w:id="90"/>
      <w:r w:rsidR="00183B48" w:rsidRPr="00183B48">
        <w:t>(Dz. U. z 2018 r. poz. 1422) w art. 32 po ust. 2 dodaje się ust. 2a w brzmieniu:</w:t>
      </w:r>
    </w:p>
    <w:p w14:paraId="6ACA1174" w14:textId="77777777" w:rsidR="00183B48" w:rsidRDefault="00BA5C14" w:rsidP="00BB52C8">
      <w:pPr>
        <w:pStyle w:val="ZUSTzmustartykuempunktem"/>
      </w:pPr>
      <w:r w:rsidRPr="00BA5C14">
        <w:t>„</w:t>
      </w:r>
      <w:r w:rsidR="00183B48" w:rsidRPr="00183B48">
        <w:t>2a. Orzeczenie lekarza orzecznika Zakładu Ubezpieczeń Społecznych, o którym mowa w ust. 1 i 2</w:t>
      </w:r>
      <w:r>
        <w:t>,</w:t>
      </w:r>
      <w:r w:rsidR="00183B48" w:rsidRPr="00183B48">
        <w:t> jest wydawane na zasadach i w trybie określonym w przepisach ustawy z dnia 13 października 1998 r. o systemie ubezpieczeń społecznych (Dz. U. z 2024 r. poz. 497, 863, 1243 i 1615).</w:t>
      </w:r>
      <w:r w:rsidRPr="00BA5C14">
        <w:t>”</w:t>
      </w:r>
      <w:r w:rsidR="00183B48" w:rsidRPr="00183B48">
        <w:t xml:space="preserve">. </w:t>
      </w:r>
    </w:p>
    <w:p w14:paraId="650C7DE2" w14:textId="77777777" w:rsidR="00365013" w:rsidRPr="006D0689" w:rsidRDefault="00183B48" w:rsidP="00183B48">
      <w:pPr>
        <w:pStyle w:val="ARTartustawynprozporzdzenia"/>
      </w:pPr>
      <w:r w:rsidRPr="00183B48">
        <w:rPr>
          <w:rStyle w:val="Ppogrubienie"/>
        </w:rPr>
        <w:t xml:space="preserve">Art. </w:t>
      </w:r>
      <w:r>
        <w:rPr>
          <w:rStyle w:val="Ppogrubienie"/>
        </w:rPr>
        <w:t>30</w:t>
      </w:r>
      <w:r w:rsidRPr="00183B48">
        <w:rPr>
          <w:rStyle w:val="Ppogrubienie"/>
        </w:rPr>
        <w:t>.</w:t>
      </w:r>
      <w:r w:rsidRPr="00183B48">
        <w:t xml:space="preserve"> </w:t>
      </w:r>
      <w:r w:rsidR="00365013" w:rsidRPr="00183B48">
        <w:t>W ustawie</w:t>
      </w:r>
      <w:r w:rsidR="00365013" w:rsidRPr="006D0689">
        <w:t xml:space="preserve"> z dnia 8 grudnia </w:t>
      </w:r>
      <w:r w:rsidR="00365013" w:rsidRPr="000B2AE5">
        <w:t>2017</w:t>
      </w:r>
      <w:r w:rsidR="00365013" w:rsidRPr="006D0689">
        <w:t xml:space="preserve"> r. o Sądzie Najwyższym (Dz. U. z 202</w:t>
      </w:r>
      <w:r w:rsidR="00365013">
        <w:t>4</w:t>
      </w:r>
      <w:r w:rsidR="00365013" w:rsidRPr="006D0689">
        <w:t xml:space="preserve"> r. poz. </w:t>
      </w:r>
      <w:r w:rsidR="00365013">
        <w:t>622)</w:t>
      </w:r>
      <w:r w:rsidR="00365013" w:rsidRPr="006D0689">
        <w:t xml:space="preserve"> wprowadza się następujące zmiany:</w:t>
      </w:r>
    </w:p>
    <w:p w14:paraId="2B4632ED" w14:textId="77777777" w:rsidR="00365013" w:rsidRPr="006D0689" w:rsidRDefault="00365013" w:rsidP="00365013">
      <w:pPr>
        <w:pStyle w:val="PKTpunkt"/>
      </w:pPr>
      <w:r w:rsidRPr="004D2BB7">
        <w:t>1)</w:t>
      </w:r>
      <w:r w:rsidRPr="004D2BB7">
        <w:tab/>
      </w:r>
      <w:r w:rsidRPr="006D0689">
        <w:t xml:space="preserve">w art. 38 § 1 otrzymuje brzmienie: </w:t>
      </w:r>
    </w:p>
    <w:p w14:paraId="3F1C702F" w14:textId="77777777" w:rsidR="00365013" w:rsidRPr="006D0689" w:rsidRDefault="00FB4DF8" w:rsidP="00E170CE">
      <w:pPr>
        <w:pStyle w:val="ZARTzmartartykuempunktem"/>
      </w:pPr>
      <w:r>
        <w:t>„</w:t>
      </w:r>
      <w:r w:rsidR="00365013" w:rsidRPr="006D0689">
        <w:t>§ 1. Sędziego Sądu Najwyższego przenosi się w stan spoczynku na jego wniosek albo na wniosek Kolegium Sądu Najwyższego, jeżeli z powodu choroby lub utraty sił został uznany przez lekarza orzecznika Zakładu Ubezpieczeń Społecznych za trwale niezdolnego do</w:t>
      </w:r>
      <w:r w:rsidR="00365013" w:rsidRPr="004D2BB7">
        <w:t xml:space="preserve"> pełnienia obowiązków sędziego. </w:t>
      </w:r>
      <w:r w:rsidR="00365013" w:rsidRPr="006D0689">
        <w:t xml:space="preserve">Orzeczenie lekarza orzecznika Zakładu Ubezpieczeń Społecznych wydawane jest </w:t>
      </w:r>
      <w:r w:rsidR="00365013" w:rsidRPr="004D2BB7">
        <w:t>na zasadach i w trybie określonym w</w:t>
      </w:r>
      <w:r w:rsidR="00365013" w:rsidRPr="006D0689">
        <w:t xml:space="preserve"> przepisach ustawy z dnia 13 października 1998 r. o systemie ubezpieczeń społecznych (</w:t>
      </w:r>
      <w:r w:rsidR="00365013" w:rsidRPr="004D2BB7">
        <w:t>Dz. U. z 2024 r. poz. </w:t>
      </w:r>
      <w:r w:rsidR="00365013" w:rsidRPr="006D0689">
        <w:t>497</w:t>
      </w:r>
      <w:r w:rsidR="00365013">
        <w:t>, 863</w:t>
      </w:r>
      <w:r w:rsidR="00623C03">
        <w:t>,</w:t>
      </w:r>
      <w:r w:rsidR="00365013">
        <w:t xml:space="preserve"> 1243</w:t>
      </w:r>
      <w:r w:rsidR="00623C03" w:rsidRPr="00623C03">
        <w:t xml:space="preserve"> i 1615</w:t>
      </w:r>
      <w:r w:rsidR="00365013" w:rsidRPr="006D0689">
        <w:t>).</w:t>
      </w:r>
      <w:r>
        <w:t>”</w:t>
      </w:r>
      <w:r w:rsidR="00365013" w:rsidRPr="006D0689">
        <w:t>;</w:t>
      </w:r>
    </w:p>
    <w:p w14:paraId="41089CDB" w14:textId="77777777" w:rsidR="00D63A62" w:rsidRDefault="00365013" w:rsidP="00365013">
      <w:pPr>
        <w:pStyle w:val="PKTpunkt"/>
      </w:pPr>
      <w:r w:rsidRPr="004D2BB7">
        <w:t>2)</w:t>
      </w:r>
      <w:r w:rsidRPr="004D2BB7">
        <w:tab/>
      </w:r>
      <w:r w:rsidRPr="006D0689">
        <w:t>w art. 51</w:t>
      </w:r>
      <w:r w:rsidR="00D63A62">
        <w:t>:</w:t>
      </w:r>
    </w:p>
    <w:p w14:paraId="027658FA" w14:textId="77777777" w:rsidR="00365013" w:rsidRPr="006D0689" w:rsidRDefault="00D63A62" w:rsidP="00E170CE">
      <w:pPr>
        <w:pStyle w:val="LITlitera"/>
      </w:pPr>
      <w:r>
        <w:t>a)</w:t>
      </w:r>
      <w:r w:rsidR="005C443A">
        <w:tab/>
      </w:r>
      <w:r w:rsidR="00365013" w:rsidRPr="006D0689">
        <w:t>§ 7 otrzymuj</w:t>
      </w:r>
      <w:r>
        <w:t>e</w:t>
      </w:r>
      <w:r w:rsidR="00365013" w:rsidRPr="006D0689">
        <w:t xml:space="preserve"> brzmienie:</w:t>
      </w:r>
    </w:p>
    <w:p w14:paraId="11401304" w14:textId="77777777" w:rsidR="00365013" w:rsidRDefault="00FB4DF8" w:rsidP="00E170CE">
      <w:pPr>
        <w:pStyle w:val="ZLITARTzmartliter"/>
      </w:pPr>
      <w:bookmarkStart w:id="91" w:name="_Hlk179556859"/>
      <w:r>
        <w:t>„</w:t>
      </w:r>
      <w:bookmarkEnd w:id="91"/>
      <w:r w:rsidR="00365013" w:rsidRPr="006D0689">
        <w:t xml:space="preserve">§ 7. W przypadku </w:t>
      </w:r>
      <w:r w:rsidR="00365013" w:rsidRPr="00876F30">
        <w:t>stwierdzenia</w:t>
      </w:r>
      <w:r w:rsidR="00365013" w:rsidRPr="006D0689">
        <w:t xml:space="preserve"> u sędziego choroby, co do której zachodzi podejrzenie, że powstała w związku ze szczególnymi właściwościami lub warunkami wykonywania czynności sędziego, Pierwszy Prezes Sądu Najwyższego kieruje sędziego, z urzędu lub na wniosek sędziego, do lekarza orzecznika Zakładu </w:t>
      </w:r>
      <w:r w:rsidR="00365013" w:rsidRPr="006D0689">
        <w:lastRenderedPageBreak/>
        <w:t xml:space="preserve">Ubezpieczeń Społecznych. Orzeczenie lekarza orzecznika Zakładu Ubezpieczeń Społecznych wydawane jest </w:t>
      </w:r>
      <w:r w:rsidR="00365013" w:rsidRPr="004D2BB7">
        <w:t>na zasadach i w trybie określonym w</w:t>
      </w:r>
      <w:r w:rsidR="00365013" w:rsidRPr="006D0689">
        <w:t xml:space="preserve"> przepisach ustawy z dnia 13 października 1998 r. o systemie ubezpieczeń społecznych</w:t>
      </w:r>
      <w:r w:rsidR="00D63A62">
        <w:t>.</w:t>
      </w:r>
      <w:r>
        <w:t>”</w:t>
      </w:r>
      <w:r w:rsidR="00D63A62">
        <w:t>,</w:t>
      </w:r>
    </w:p>
    <w:p w14:paraId="622629AA" w14:textId="77777777" w:rsidR="00D63A62" w:rsidRPr="006D0689" w:rsidRDefault="00D63A62" w:rsidP="00E170CE">
      <w:pPr>
        <w:pStyle w:val="LITlitera"/>
      </w:pPr>
      <w:r>
        <w:t>b)</w:t>
      </w:r>
      <w:r w:rsidR="005C443A">
        <w:tab/>
      </w:r>
      <w:r w:rsidRPr="006D0689">
        <w:t>§ 9 otrzymuj</w:t>
      </w:r>
      <w:r>
        <w:t>e</w:t>
      </w:r>
      <w:r w:rsidRPr="006D0689">
        <w:t xml:space="preserve"> brzmienie:</w:t>
      </w:r>
    </w:p>
    <w:p w14:paraId="6D194BDA" w14:textId="77777777" w:rsidR="00365013" w:rsidRPr="006D0689" w:rsidRDefault="00BB5CED" w:rsidP="00E170CE">
      <w:pPr>
        <w:pStyle w:val="ZLITARTzmartliter"/>
      </w:pPr>
      <w:r w:rsidRPr="00BB5CED">
        <w:t>„</w:t>
      </w:r>
      <w:r w:rsidR="00365013" w:rsidRPr="006D0689">
        <w:t>§ 9. Koszty badania i wydania orzeczenia przez lekarza orzecznika Zakładu Ubezpieczeń Społecznych pokrywa Skarb Państwa ze środków pozostających w dyspozycji Pierwszego Prezesa Sądu Najwyższego.</w:t>
      </w:r>
      <w:r w:rsidR="00FB4DF8">
        <w:t>”</w:t>
      </w:r>
      <w:r w:rsidR="00365013" w:rsidRPr="006D0689">
        <w:t>.</w:t>
      </w:r>
    </w:p>
    <w:p w14:paraId="7E7FD603" w14:textId="77777777" w:rsidR="00365013" w:rsidRPr="006D0689" w:rsidRDefault="00365013" w:rsidP="00365013">
      <w:pPr>
        <w:pStyle w:val="ARTartustawynprozporzdzenia"/>
      </w:pPr>
      <w:r w:rsidRPr="00265471">
        <w:rPr>
          <w:rStyle w:val="Ppogrubienie"/>
        </w:rPr>
        <w:t>Art</w:t>
      </w:r>
      <w:r w:rsidRPr="004D2BB7">
        <w:t>.</w:t>
      </w:r>
      <w:r w:rsidRPr="00265471">
        <w:rPr>
          <w:rStyle w:val="Ppogrubienie"/>
        </w:rPr>
        <w:t xml:space="preserve"> </w:t>
      </w:r>
      <w:r w:rsidR="00B66412">
        <w:rPr>
          <w:rStyle w:val="Ppogrubienie"/>
        </w:rPr>
        <w:t>3</w:t>
      </w:r>
      <w:r w:rsidR="00183B48">
        <w:rPr>
          <w:rStyle w:val="Ppogrubienie"/>
        </w:rPr>
        <w:t>1</w:t>
      </w:r>
      <w:r w:rsidRPr="00265471">
        <w:rPr>
          <w:rStyle w:val="Ppogrubienie"/>
        </w:rPr>
        <w:t xml:space="preserve">. </w:t>
      </w:r>
      <w:bookmarkStart w:id="92" w:name="_Hlk165298523"/>
      <w:r w:rsidRPr="006D0689">
        <w:t xml:space="preserve">W ustawie z dnia 22 marca 2018 r. o komornikach sądowych </w:t>
      </w:r>
      <w:bookmarkEnd w:id="92"/>
      <w:r w:rsidRPr="006D0689">
        <w:t xml:space="preserve">(Dz. U. </w:t>
      </w:r>
      <w:r w:rsidRPr="004D2BB7">
        <w:t>z 202</w:t>
      </w:r>
      <w:r w:rsidR="0006404B">
        <w:t>4</w:t>
      </w:r>
      <w:r w:rsidRPr="004D2BB7">
        <w:t xml:space="preserve"> r. poz. 1</w:t>
      </w:r>
      <w:r w:rsidR="0006404B">
        <w:t>458</w:t>
      </w:r>
      <w:r>
        <w:t>)</w:t>
      </w:r>
      <w:r w:rsidRPr="004D2BB7">
        <w:t xml:space="preserve">, </w:t>
      </w:r>
      <w:r w:rsidRPr="006D0689">
        <w:t>wprowadza się następujące zmiany:</w:t>
      </w:r>
    </w:p>
    <w:p w14:paraId="09423FFB" w14:textId="77777777" w:rsidR="00365013" w:rsidRPr="006D0689" w:rsidRDefault="00365013" w:rsidP="00E170CE">
      <w:pPr>
        <w:pStyle w:val="PKTpunkt"/>
      </w:pPr>
      <w:r w:rsidRPr="006D0689">
        <w:t>1)</w:t>
      </w:r>
      <w:r w:rsidRPr="006D0689">
        <w:tab/>
        <w:t xml:space="preserve">w art. 19 </w:t>
      </w:r>
      <w:r>
        <w:t xml:space="preserve">w </w:t>
      </w:r>
      <w:r w:rsidRPr="006D0689">
        <w:t>ust. 1 pkt 1 otrzymuje brzmienie:</w:t>
      </w:r>
    </w:p>
    <w:p w14:paraId="4D9D42A5" w14:textId="77777777" w:rsidR="00365013" w:rsidRPr="004D2BB7" w:rsidRDefault="00FB4DF8" w:rsidP="00365013">
      <w:pPr>
        <w:pStyle w:val="ZPKTzmpktartykuempunktem"/>
      </w:pPr>
      <w:r>
        <w:t>„</w:t>
      </w:r>
      <w:r w:rsidR="00365013" w:rsidRPr="006D0689">
        <w:t>1)</w:t>
      </w:r>
      <w:r w:rsidR="00A1111E">
        <w:tab/>
      </w:r>
      <w:r w:rsidR="00365013" w:rsidRPr="006D0689">
        <w:t>z powodu choroby lub utraty sił został uznany przez lekarza orzecznika Zakładu Ubezpieczeń Społecznych za trwale niezdolnego do pełnienia obowiązków komornika lub bez uzasadnionej przyczyny odmówił poddania się badaniu, o którym mowa w art. 26;</w:t>
      </w:r>
      <w:r>
        <w:t>”</w:t>
      </w:r>
      <w:r w:rsidR="00365013" w:rsidRPr="004D2BB7">
        <w:t>;</w:t>
      </w:r>
    </w:p>
    <w:p w14:paraId="25129234" w14:textId="77777777" w:rsidR="00365013" w:rsidRPr="006D0689" w:rsidRDefault="00365013" w:rsidP="00365013">
      <w:pPr>
        <w:pStyle w:val="PKTpunkt"/>
      </w:pPr>
      <w:r w:rsidRPr="006D0689">
        <w:t>2)</w:t>
      </w:r>
      <w:r w:rsidRPr="006D0689">
        <w:tab/>
        <w:t>art. 26 otrzymuje brzmienie:</w:t>
      </w:r>
    </w:p>
    <w:p w14:paraId="547F9BB2" w14:textId="77777777" w:rsidR="00365013" w:rsidRPr="006D0689" w:rsidRDefault="00FB4DF8" w:rsidP="00365013">
      <w:pPr>
        <w:pStyle w:val="ZARTzmartartykuempunktem"/>
      </w:pPr>
      <w:r>
        <w:t>„</w:t>
      </w:r>
      <w:r w:rsidR="00365013" w:rsidRPr="006D0689">
        <w:t xml:space="preserve">Art. 26. Minister Sprawiedliwości, prezes właściwego sądu rejonowego, prezes właściwego sądu okręgowego, prezes właściwego sądu apelacyjnego albo rada właściwej izby komorniczej, z urzędu lub na wniosek zainteresowanego, może skierować komornika na badanie przeprowadzane przez lekarza orzecznika Zakładu Ubezpieczeń Społecznych w celu ustalenia trwałej niezdolności do pełnienia obowiązków komornika. </w:t>
      </w:r>
      <w:r w:rsidR="00365013" w:rsidRPr="004D2BB7">
        <w:t xml:space="preserve">Orzeczenie lekarza orzecznika </w:t>
      </w:r>
      <w:r w:rsidR="00365013" w:rsidRPr="006D0689">
        <w:t>Zakładu Ubezpieczeń Społecznych</w:t>
      </w:r>
      <w:r w:rsidR="00365013" w:rsidRPr="004D2BB7">
        <w:t xml:space="preserve"> wydawane jest na zasadach i w trybie określonym w przepisach ustawy z dnia 13 października 1998 r. o systemie ubezpieczeń społecznych (Dz. U. z 2024 r. poz. 497</w:t>
      </w:r>
      <w:r w:rsidR="00365013">
        <w:t>, 863</w:t>
      </w:r>
      <w:r w:rsidR="00623C03">
        <w:t xml:space="preserve">, </w:t>
      </w:r>
      <w:r w:rsidR="00365013">
        <w:t>1243</w:t>
      </w:r>
      <w:r w:rsidR="00623C03" w:rsidRPr="00623C03">
        <w:t xml:space="preserve"> i 1615</w:t>
      </w:r>
      <w:r w:rsidR="00365013" w:rsidRPr="004D2BB7">
        <w:t xml:space="preserve">). </w:t>
      </w:r>
      <w:r w:rsidR="00365013" w:rsidRPr="006D0689">
        <w:t>Koszty badania pokrywa podmiot kierujący na badanie.</w:t>
      </w:r>
      <w:r>
        <w:t>”</w:t>
      </w:r>
      <w:r w:rsidR="00365013" w:rsidRPr="006D0689">
        <w:t>;</w:t>
      </w:r>
    </w:p>
    <w:p w14:paraId="3E84EE74" w14:textId="77777777" w:rsidR="00365013" w:rsidRPr="006D0689" w:rsidRDefault="00365013" w:rsidP="00365013">
      <w:pPr>
        <w:pStyle w:val="PKTpunkt"/>
      </w:pPr>
      <w:r w:rsidRPr="006D0689">
        <w:t>3)</w:t>
      </w:r>
      <w:r w:rsidRPr="006D0689">
        <w:tab/>
        <w:t>w art. 97 ust. 2 otrzymuje brzmienie:</w:t>
      </w:r>
    </w:p>
    <w:p w14:paraId="0CBCBC79" w14:textId="77777777" w:rsidR="00365013" w:rsidRPr="006D0689" w:rsidRDefault="00FB4DF8" w:rsidP="00365013">
      <w:pPr>
        <w:pStyle w:val="ZUSTzmustartykuempunktem"/>
      </w:pPr>
      <w:r>
        <w:t>„</w:t>
      </w:r>
      <w:r w:rsidR="00365013" w:rsidRPr="006D0689">
        <w:t xml:space="preserve">2. Prezes właściwego sądu rejonowego, prezes właściwego sądu okręgowego, prezes właściwego sądu apelacyjnego albo rada właściwej izby komorniczej, z urzędu lub na wniosek zainteresowanego, może skierować aplikanta na badanie przeprowadzane przez lekarza orzecznika Zakładu Ubezpieczeń Społecznych w celu ustalenia trwałej niezdolności do pełnienia obowiązków aplikanta. </w:t>
      </w:r>
      <w:r w:rsidR="00365013" w:rsidRPr="004D2BB7">
        <w:t xml:space="preserve">Orzeczenie lekarza orzecznika wydawane jest na zasadach i w trybie określonym w przepisach ustawy z dnia 13 października 1998 r. o systemie ubezpieczeń społecznych. </w:t>
      </w:r>
      <w:r w:rsidR="00365013" w:rsidRPr="006D0689">
        <w:t>Koszty badania pokrywa podmiot kierujący na badanie.</w:t>
      </w:r>
      <w:r>
        <w:t>”</w:t>
      </w:r>
      <w:r w:rsidR="00365013" w:rsidRPr="006D0689">
        <w:t>;</w:t>
      </w:r>
    </w:p>
    <w:p w14:paraId="3F9729C0" w14:textId="77777777" w:rsidR="00365013" w:rsidRPr="006D0689" w:rsidRDefault="00365013" w:rsidP="00365013">
      <w:pPr>
        <w:pStyle w:val="PKTpunkt"/>
      </w:pPr>
      <w:r w:rsidRPr="006D0689">
        <w:lastRenderedPageBreak/>
        <w:t>4)</w:t>
      </w:r>
      <w:r w:rsidRPr="006D0689">
        <w:tab/>
        <w:t>art. 141 otrzymuje brzmienie:</w:t>
      </w:r>
    </w:p>
    <w:p w14:paraId="252982A5" w14:textId="77777777" w:rsidR="00365013" w:rsidRPr="006D0689" w:rsidRDefault="00FB4DF8" w:rsidP="00365013">
      <w:pPr>
        <w:pStyle w:val="ZARTzmartartykuempunktem"/>
      </w:pPr>
      <w:r>
        <w:t>„</w:t>
      </w:r>
      <w:r w:rsidR="00365013" w:rsidRPr="006D0689">
        <w:t xml:space="preserve">Art. 141. Prezes właściwego sądu rejonowego, prezes właściwego sądu okręgowego, prezes właściwego sądu apelacyjnego albo rada właściwej izby komorniczej, z urzędu lub na wniosek zainteresowanego, może skierować asesora na badanie przeprowadzane przez lekarza orzecznika Zakładu Ubezpieczeń Społecznych w celu ustalenia trwałej niezdolności do pełnienia obowiązków asesora. </w:t>
      </w:r>
      <w:r w:rsidR="00365013" w:rsidRPr="004D2BB7">
        <w:t xml:space="preserve">Orzeczenie lekarza orzecznika wydawane jest na zasadach i w trybie określonym w przepisach ustawy z dnia 13 października 1998 r. o systemie ubezpieczeń społecznych. </w:t>
      </w:r>
      <w:r w:rsidR="00365013" w:rsidRPr="006D0689">
        <w:t>Koszty badania pokrywa podmiot kierujący na badanie.</w:t>
      </w:r>
      <w:r>
        <w:t>”</w:t>
      </w:r>
      <w:r w:rsidR="00365013" w:rsidRPr="006D0689">
        <w:t>;</w:t>
      </w:r>
    </w:p>
    <w:p w14:paraId="4485A9E4" w14:textId="77777777" w:rsidR="00365013" w:rsidRPr="006D0689" w:rsidRDefault="00365013" w:rsidP="00365013">
      <w:pPr>
        <w:pStyle w:val="PKTpunkt"/>
      </w:pPr>
      <w:r w:rsidRPr="006D0689">
        <w:t>5)</w:t>
      </w:r>
      <w:r w:rsidRPr="006D0689">
        <w:tab/>
      </w:r>
      <w:r w:rsidR="00D63A62">
        <w:t xml:space="preserve">w </w:t>
      </w:r>
      <w:r w:rsidRPr="006D0689">
        <w:t xml:space="preserve">art. 144 </w:t>
      </w:r>
      <w:r w:rsidR="00D63A62">
        <w:t xml:space="preserve">w </w:t>
      </w:r>
      <w:r w:rsidRPr="006D0689">
        <w:t>ust. 1 pkt 3 otrzymuje brzmienie:</w:t>
      </w:r>
    </w:p>
    <w:p w14:paraId="56D36146" w14:textId="77777777" w:rsidR="00365013" w:rsidRPr="006D0689" w:rsidRDefault="00FB4DF8" w:rsidP="00365013">
      <w:pPr>
        <w:pStyle w:val="ZPKTzmpktartykuempunktem"/>
      </w:pPr>
      <w:r>
        <w:t>„</w:t>
      </w:r>
      <w:r w:rsidR="00365013" w:rsidRPr="006D0689">
        <w:t>3)</w:t>
      </w:r>
      <w:r w:rsidR="00365013">
        <w:tab/>
      </w:r>
      <w:r w:rsidR="00365013" w:rsidRPr="006D0689">
        <w:t>z powodu choroby lub utraty sił został uznany przez lekarza orzecznika Zakładu Ubezpieczeń Społecznych za trwale niezdolnego do pełnienia obowiązków asesora lub bez uzasadnionej przyczyny odmówił poddania się badaniu, o którym mowa w art. 141;</w:t>
      </w:r>
      <w:r>
        <w:t>”</w:t>
      </w:r>
      <w:r w:rsidR="00365013" w:rsidRPr="006D0689">
        <w:t>.</w:t>
      </w:r>
    </w:p>
    <w:p w14:paraId="0647A548" w14:textId="77777777" w:rsidR="00365013" w:rsidRPr="004D2BB7" w:rsidRDefault="00365013" w:rsidP="00365013">
      <w:pPr>
        <w:pStyle w:val="ARTartustawynprozporzdzenia"/>
      </w:pPr>
      <w:r w:rsidRPr="00116FF0">
        <w:rPr>
          <w:rStyle w:val="Ppogrubienie"/>
        </w:rPr>
        <w:t xml:space="preserve">Art. </w:t>
      </w:r>
      <w:r w:rsidR="00FD38FF">
        <w:rPr>
          <w:rStyle w:val="Ppogrubienie"/>
        </w:rPr>
        <w:t>3</w:t>
      </w:r>
      <w:r w:rsidR="00183B48">
        <w:rPr>
          <w:rStyle w:val="Ppogrubienie"/>
        </w:rPr>
        <w:t>2</w:t>
      </w:r>
      <w:r w:rsidRPr="00116FF0">
        <w:rPr>
          <w:rStyle w:val="Ppogrubienie"/>
        </w:rPr>
        <w:t>.</w:t>
      </w:r>
      <w:r w:rsidRPr="006D0689">
        <w:t xml:space="preserve"> W ustawie z dnia 31 lipca 2019 r. o świadczeniu uzupełniającym dla osób niezdolnych do samodzielnej egzystencji (Dz. U. z 2024 r. poz. </w:t>
      </w:r>
      <w:r w:rsidR="003D1BBC">
        <w:t xml:space="preserve">1649) </w:t>
      </w:r>
      <w:r w:rsidRPr="004D2BB7">
        <w:t xml:space="preserve">w art. 7 </w:t>
      </w:r>
      <w:r>
        <w:t xml:space="preserve">w </w:t>
      </w:r>
      <w:r w:rsidRPr="004D2BB7">
        <w:t>ust. 1 po pkt 1 dodaje się pkt 1a w brzmieniu:</w:t>
      </w:r>
    </w:p>
    <w:p w14:paraId="059C6F63" w14:textId="77777777" w:rsidR="00365013" w:rsidRPr="004D2BB7" w:rsidRDefault="00FB4DF8" w:rsidP="00365013">
      <w:pPr>
        <w:pStyle w:val="ZPKTzmpktartykuempunktem"/>
      </w:pPr>
      <w:r>
        <w:t>„</w:t>
      </w:r>
      <w:r w:rsidR="00365013" w:rsidRPr="004D2BB7">
        <w:t>1a</w:t>
      </w:r>
      <w:r w:rsidR="00365013">
        <w:t>)</w:t>
      </w:r>
      <w:r w:rsidR="005C443A">
        <w:tab/>
      </w:r>
      <w:r w:rsidR="00365013" w:rsidRPr="006D0689">
        <w:t>ustawy z dnia 13 października 1998 r. o systemie ubezpieczeń społecznych (Dz. U. z 2024 r. poz. 497</w:t>
      </w:r>
      <w:r w:rsidR="00365013">
        <w:t>, 863</w:t>
      </w:r>
      <w:r w:rsidR="00623C03">
        <w:t>,</w:t>
      </w:r>
      <w:r w:rsidR="00365013">
        <w:t xml:space="preserve"> 1243</w:t>
      </w:r>
      <w:r w:rsidR="00623C03" w:rsidRPr="00623C03">
        <w:t xml:space="preserve"> i 1615</w:t>
      </w:r>
      <w:r w:rsidR="00365013" w:rsidRPr="006D0689">
        <w:t>);</w:t>
      </w:r>
      <w:r>
        <w:t>”</w:t>
      </w:r>
      <w:r w:rsidR="00365013" w:rsidRPr="006D0689">
        <w:t>.</w:t>
      </w:r>
    </w:p>
    <w:p w14:paraId="5D69CD3B" w14:textId="77777777" w:rsidR="00365013" w:rsidRPr="006D0689" w:rsidRDefault="00365013" w:rsidP="00365013">
      <w:pPr>
        <w:pStyle w:val="ARTartustawynprozporzdzenia"/>
      </w:pPr>
      <w:r w:rsidRPr="00116FF0">
        <w:rPr>
          <w:rStyle w:val="Ppogrubienie"/>
        </w:rPr>
        <w:t xml:space="preserve">Art. </w:t>
      </w:r>
      <w:r w:rsidR="00FD38FF">
        <w:rPr>
          <w:rStyle w:val="Ppogrubienie"/>
        </w:rPr>
        <w:t>3</w:t>
      </w:r>
      <w:r w:rsidR="00183B48">
        <w:rPr>
          <w:rStyle w:val="Ppogrubienie"/>
        </w:rPr>
        <w:t>3</w:t>
      </w:r>
      <w:r w:rsidRPr="00116FF0">
        <w:rPr>
          <w:rStyle w:val="Ppogrubienie"/>
        </w:rPr>
        <w:t>.</w:t>
      </w:r>
      <w:r w:rsidRPr="004D2BB7">
        <w:t xml:space="preserve"> </w:t>
      </w:r>
      <w:r w:rsidRPr="006D0689">
        <w:t>W ustawie z dnia 11 marca 2022 r. o obronie Ojczyzny (Dz. U. z 2024 r. poz. 248</w:t>
      </w:r>
      <w:r>
        <w:t xml:space="preserve">, </w:t>
      </w:r>
      <w:r w:rsidR="003D1BBC" w:rsidRPr="003D1BBC">
        <w:t>z późn. zm.</w:t>
      </w:r>
      <w:r w:rsidR="003D1BBC">
        <w:rPr>
          <w:rStyle w:val="Odwoanieprzypisudolnego"/>
        </w:rPr>
        <w:footnoteReference w:id="3"/>
      </w:r>
      <w:r w:rsidR="003D1BBC">
        <w:rPr>
          <w:rStyle w:val="IGindeksgrny"/>
        </w:rPr>
        <w:t>)</w:t>
      </w:r>
      <w:r w:rsidRPr="006D0689">
        <w:t xml:space="preserve">) w art. 525 </w:t>
      </w:r>
      <w:r w:rsidR="00A1111E">
        <w:t xml:space="preserve">po </w:t>
      </w:r>
      <w:r w:rsidRPr="006D0689">
        <w:t xml:space="preserve">ust. 2 </w:t>
      </w:r>
      <w:r w:rsidR="00A1111E">
        <w:t>dodaje się ust.</w:t>
      </w:r>
      <w:r w:rsidR="00A1111E" w:rsidRPr="006D0689">
        <w:t xml:space="preserve"> </w:t>
      </w:r>
      <w:r w:rsidRPr="006D0689">
        <w:t>2</w:t>
      </w:r>
      <w:r w:rsidR="00A1111E">
        <w:t>a</w:t>
      </w:r>
      <w:r w:rsidRPr="006D0689">
        <w:t xml:space="preserve"> </w:t>
      </w:r>
      <w:r w:rsidR="00A1111E">
        <w:t>w brzmieniu</w:t>
      </w:r>
      <w:r w:rsidRPr="006D0689">
        <w:t>:</w:t>
      </w:r>
    </w:p>
    <w:p w14:paraId="3EF326FA" w14:textId="77777777" w:rsidR="00365013" w:rsidRPr="006D0689" w:rsidRDefault="00D11078" w:rsidP="00CA27ED">
      <w:pPr>
        <w:pStyle w:val="ZARTzmartartykuempunktem"/>
      </w:pPr>
      <w:r>
        <w:t xml:space="preserve">„2a. </w:t>
      </w:r>
      <w:r w:rsidR="00365013" w:rsidRPr="006D0689">
        <w:t>Orzeczenie lekarza orzecznika Zakładu Ubezpieczeń Społecznych</w:t>
      </w:r>
      <w:r>
        <w:t>, o którym mowa w ust. 2 pkt 2,</w:t>
      </w:r>
      <w:r w:rsidR="00365013" w:rsidRPr="006D0689">
        <w:t xml:space="preserve"> wydawane jest na zasadach i w trybie określonym w przepisach ustawy z dnia 13 października 1998 r. o systemie ubezpieczeń społecznych (Dz. U. z 2024 r. poz. 497</w:t>
      </w:r>
      <w:r w:rsidR="00365013">
        <w:t>, 863</w:t>
      </w:r>
      <w:r w:rsidR="00623C03">
        <w:t>,</w:t>
      </w:r>
      <w:r w:rsidR="00365013">
        <w:t xml:space="preserve"> 1243</w:t>
      </w:r>
      <w:r w:rsidR="00623C03" w:rsidRPr="00623C03">
        <w:t xml:space="preserve"> i 1615</w:t>
      </w:r>
      <w:r w:rsidR="00365013" w:rsidRPr="006D0689">
        <w:t>).</w:t>
      </w:r>
      <w:r w:rsidR="00FB4DF8">
        <w:t>”</w:t>
      </w:r>
      <w:r w:rsidR="00365013" w:rsidRPr="006D0689">
        <w:t>.</w:t>
      </w:r>
    </w:p>
    <w:p w14:paraId="112B16CC" w14:textId="77777777" w:rsidR="00C51B3D" w:rsidRDefault="00437603" w:rsidP="001F18D6">
      <w:pPr>
        <w:pStyle w:val="ARTartustawynprozporzdzenia"/>
      </w:pPr>
      <w:r w:rsidRPr="00265471">
        <w:rPr>
          <w:rStyle w:val="Ppogrubienie"/>
        </w:rPr>
        <w:t xml:space="preserve">Art. </w:t>
      </w:r>
      <w:r>
        <w:rPr>
          <w:rStyle w:val="Ppogrubienie"/>
        </w:rPr>
        <w:t>3</w:t>
      </w:r>
      <w:r w:rsidR="00183B48">
        <w:rPr>
          <w:rStyle w:val="Ppogrubienie"/>
        </w:rPr>
        <w:t>4</w:t>
      </w:r>
      <w:r w:rsidRPr="00265471">
        <w:rPr>
          <w:rStyle w:val="Ppogrubienie"/>
        </w:rPr>
        <w:t>.</w:t>
      </w:r>
      <w:r w:rsidRPr="004D2BB7">
        <w:t xml:space="preserve"> </w:t>
      </w:r>
      <w:r>
        <w:t>W terminie miesiąca od dnia wejści</w:t>
      </w:r>
      <w:r w:rsidR="007B2CFD">
        <w:t>a</w:t>
      </w:r>
      <w:r>
        <w:t xml:space="preserve"> w życie niniejszej ustawy Prezes Zakładu</w:t>
      </w:r>
      <w:r w:rsidR="007B2CFD">
        <w:t xml:space="preserve"> Ubezpieczeń Społecznych</w:t>
      </w:r>
      <w:r>
        <w:t xml:space="preserve"> </w:t>
      </w:r>
      <w:r w:rsidR="00C51B3D">
        <w:t>dostosuje</w:t>
      </w:r>
      <w:r>
        <w:t xml:space="preserve"> </w:t>
      </w:r>
      <w:r w:rsidR="00C51B3D">
        <w:t>wynagrodzenie</w:t>
      </w:r>
      <w:r>
        <w:t xml:space="preserve"> osób, o których mowa w art. 85b ust. 1 i 2 ustawy zmienianej w art. 1, z którymi zawarta jest umowa o pracę, </w:t>
      </w:r>
      <w:r w:rsidR="00C51B3D">
        <w:t>do zasad</w:t>
      </w:r>
      <w:r>
        <w:t>, o który</w:t>
      </w:r>
      <w:r w:rsidR="00C51B3D">
        <w:t>ch</w:t>
      </w:r>
      <w:r>
        <w:t xml:space="preserve"> mowa w art. 85b ustawy zmienianej w art. 1.</w:t>
      </w:r>
    </w:p>
    <w:p w14:paraId="3D1638A5" w14:textId="77777777" w:rsidR="00365013" w:rsidRPr="004D2BB7" w:rsidRDefault="00365013" w:rsidP="00365013">
      <w:pPr>
        <w:pStyle w:val="ARTartustawynprozporzdzenia"/>
      </w:pPr>
      <w:r w:rsidRPr="00265471">
        <w:rPr>
          <w:rStyle w:val="Ppogrubienie"/>
        </w:rPr>
        <w:lastRenderedPageBreak/>
        <w:t xml:space="preserve">Art. </w:t>
      </w:r>
      <w:r w:rsidR="00FD38FF">
        <w:rPr>
          <w:rStyle w:val="Ppogrubienie"/>
        </w:rPr>
        <w:t>3</w:t>
      </w:r>
      <w:r w:rsidR="00183B48">
        <w:rPr>
          <w:rStyle w:val="Ppogrubienie"/>
        </w:rPr>
        <w:t>5</w:t>
      </w:r>
      <w:r w:rsidRPr="00265471">
        <w:rPr>
          <w:rStyle w:val="Ppogrubienie"/>
        </w:rPr>
        <w:t>.</w:t>
      </w:r>
      <w:r w:rsidRPr="004D2BB7">
        <w:t xml:space="preserve"> 1. Do wydawania orzeczeń</w:t>
      </w:r>
      <w:r w:rsidR="00216F1E">
        <w:t xml:space="preserve"> lekarzy orzeczników Zakładu Ubezpieczeń Społecznych</w:t>
      </w:r>
      <w:r w:rsidRPr="004D2BB7">
        <w:t xml:space="preserve"> </w:t>
      </w:r>
      <w:r w:rsidR="00216F1E" w:rsidRPr="00216F1E">
        <w:t>oraz komisj</w:t>
      </w:r>
      <w:r w:rsidR="00216F1E">
        <w:t>i</w:t>
      </w:r>
      <w:r w:rsidR="00216F1E" w:rsidRPr="00216F1E">
        <w:t xml:space="preserve"> lekarsk</w:t>
      </w:r>
      <w:r w:rsidR="00216F1E">
        <w:t>ich</w:t>
      </w:r>
      <w:r w:rsidR="00216F1E" w:rsidRPr="00216F1E">
        <w:t xml:space="preserve"> Zakładu Ubezpieczeń Społecznych</w:t>
      </w:r>
      <w:r w:rsidR="00216F1E">
        <w:t xml:space="preserve"> </w:t>
      </w:r>
      <w:r w:rsidRPr="004D2BB7">
        <w:t xml:space="preserve">w sprawach, w których postępowanie nie zostało zakończone przed dniem wejścia w życie ustawy, stosuje się przepisy art. </w:t>
      </w:r>
      <w:r>
        <w:t>85c</w:t>
      </w:r>
      <w:r w:rsidR="00F3445E">
        <w:t>–</w:t>
      </w:r>
      <w:r w:rsidRPr="004D2BB7">
        <w:t xml:space="preserve"> </w:t>
      </w:r>
      <w:r>
        <w:t>85</w:t>
      </w:r>
      <w:r w:rsidR="00F3445E">
        <w:t>e</w:t>
      </w:r>
      <w:r w:rsidRPr="004D2BB7">
        <w:t xml:space="preserve"> ustawy</w:t>
      </w:r>
      <w:r w:rsidR="00104ACF">
        <w:t xml:space="preserve"> zmienianej w art. 1</w:t>
      </w:r>
      <w:r w:rsidR="00DE6B6B">
        <w:t>,</w:t>
      </w:r>
      <w:r w:rsidRPr="004D2BB7">
        <w:t xml:space="preserve"> w brzmieniu nadanym niniejszą ustawą. </w:t>
      </w:r>
    </w:p>
    <w:p w14:paraId="1887F60C" w14:textId="77777777" w:rsidR="00365013" w:rsidRDefault="00365013" w:rsidP="00365013">
      <w:pPr>
        <w:pStyle w:val="USTustnpkodeksu"/>
      </w:pPr>
      <w:r w:rsidRPr="004D2BB7">
        <w:t xml:space="preserve">2. </w:t>
      </w:r>
      <w:r w:rsidR="00F3445E">
        <w:t>Przepisy art. 477</w:t>
      </w:r>
      <w:r w:rsidR="00F3445E">
        <w:rPr>
          <w:rStyle w:val="IGindeksgrny"/>
        </w:rPr>
        <w:t xml:space="preserve">9 </w:t>
      </w:r>
      <w:r w:rsidR="00F3445E" w:rsidRPr="00F3445E">
        <w:t>§</w:t>
      </w:r>
      <w:r w:rsidR="00F3445E">
        <w:t xml:space="preserve"> 2</w:t>
      </w:r>
      <w:r w:rsidR="00F3445E">
        <w:rPr>
          <w:rStyle w:val="IGindeksgrny"/>
        </w:rPr>
        <w:t>1</w:t>
      </w:r>
      <w:r w:rsidR="00F3445E">
        <w:t xml:space="preserve"> albo art. 477</w:t>
      </w:r>
      <w:r w:rsidR="00747E52">
        <w:rPr>
          <w:rStyle w:val="IGindeksgrny"/>
        </w:rPr>
        <w:t xml:space="preserve">14 </w:t>
      </w:r>
      <w:r w:rsidR="00747E52" w:rsidRPr="00747E52">
        <w:t>§</w:t>
      </w:r>
      <w:r w:rsidR="00747E52">
        <w:t xml:space="preserve"> 4 </w:t>
      </w:r>
      <w:r w:rsidR="00747E52" w:rsidRPr="00747E52">
        <w:t>ustawy zmienianej w art. 3, w brzmieniu nadanym niniejszą ustawą</w:t>
      </w:r>
      <w:r w:rsidR="00747E52">
        <w:t>, odnoszące się do</w:t>
      </w:r>
      <w:r w:rsidR="002F6773">
        <w:t xml:space="preserve"> </w:t>
      </w:r>
      <w:r w:rsidRPr="004D2BB7">
        <w:t>orzeczeń lekarzy orzeczników</w:t>
      </w:r>
      <w:r w:rsidR="002F6773">
        <w:t xml:space="preserve"> Zakładu Ubezpieczeń Społecznych</w:t>
      </w:r>
      <w:r w:rsidRPr="004D2BB7">
        <w:t xml:space="preserve"> wydanych w wyniku ponownego rozpatrzenia sprawy,</w:t>
      </w:r>
      <w:r w:rsidR="002F6773" w:rsidRPr="002F6773">
        <w:t xml:space="preserve"> </w:t>
      </w:r>
      <w:r w:rsidR="00747E52">
        <w:t xml:space="preserve">stosuje się odpowiednio do orzeczeń komisji lekarskich </w:t>
      </w:r>
      <w:r w:rsidR="002F6773" w:rsidRPr="002F6773">
        <w:t>Zakładu Ubezpieczeń Społecznych</w:t>
      </w:r>
      <w:r w:rsidR="002F6773">
        <w:t>,</w:t>
      </w:r>
      <w:r w:rsidRPr="004D2BB7">
        <w:t xml:space="preserve"> </w:t>
      </w:r>
      <w:r w:rsidR="00747E52">
        <w:t>wydanych przed dniem wejścia w życie niniejszej ustawy</w:t>
      </w:r>
      <w:r w:rsidR="002F6773">
        <w:t xml:space="preserve">. </w:t>
      </w:r>
      <w:r w:rsidR="002F6773" w:rsidRPr="002F6773">
        <w:rPr>
          <w:lang w:eastAsia="en-US"/>
        </w:rPr>
        <w:t xml:space="preserve"> </w:t>
      </w:r>
    </w:p>
    <w:p w14:paraId="32F6F79D" w14:textId="77777777" w:rsidR="009F6537" w:rsidRPr="009F6537" w:rsidRDefault="009F6537" w:rsidP="009F6537">
      <w:pPr>
        <w:pStyle w:val="ARTartustawynprozporzdzenia"/>
      </w:pPr>
      <w:r w:rsidRPr="001A6D78">
        <w:rPr>
          <w:rStyle w:val="Ppogrubienie"/>
        </w:rPr>
        <w:t>Art.</w:t>
      </w:r>
      <w:r w:rsidR="001A6D78" w:rsidRPr="001A6D78">
        <w:rPr>
          <w:rStyle w:val="Ppogrubienie"/>
        </w:rPr>
        <w:t xml:space="preserve"> </w:t>
      </w:r>
      <w:r w:rsidR="00FD38FF">
        <w:rPr>
          <w:rStyle w:val="Ppogrubienie"/>
        </w:rPr>
        <w:t>3</w:t>
      </w:r>
      <w:r w:rsidR="00183B48">
        <w:rPr>
          <w:rStyle w:val="Ppogrubienie"/>
        </w:rPr>
        <w:t>6</w:t>
      </w:r>
      <w:r w:rsidR="001A6D78" w:rsidRPr="001A6D78">
        <w:rPr>
          <w:rStyle w:val="Ppogrubienie"/>
        </w:rPr>
        <w:t>.</w:t>
      </w:r>
      <w:r w:rsidRPr="009F6537">
        <w:t xml:space="preserve"> </w:t>
      </w:r>
      <w:bookmarkStart w:id="94" w:name="_Hlk178683463"/>
      <w:r w:rsidRPr="009F6537">
        <w:t>Do postępowań w sprawie ustalania okoliczności, o których mowa w art. 17 ustawy zmienianej w art. 13, wszczętych i niezakończonych przed dniem wejścia w życie niniejszej ustawy, stosuje się przepisy dotychczasowe.</w:t>
      </w:r>
      <w:bookmarkEnd w:id="94"/>
    </w:p>
    <w:p w14:paraId="4785FFED" w14:textId="32DCDA87" w:rsidR="00923E9C" w:rsidRDefault="00974068" w:rsidP="00923E9C">
      <w:pPr>
        <w:pStyle w:val="ARTartustawynprozporzdzenia"/>
      </w:pPr>
      <w:r w:rsidRPr="001A6D78">
        <w:rPr>
          <w:rStyle w:val="Ppogrubienie"/>
        </w:rPr>
        <w:t>Art.</w:t>
      </w:r>
      <w:r w:rsidR="001A6D78" w:rsidRPr="001A6D78">
        <w:rPr>
          <w:rStyle w:val="Ppogrubienie"/>
        </w:rPr>
        <w:t xml:space="preserve"> </w:t>
      </w:r>
      <w:r w:rsidR="00FD38FF">
        <w:rPr>
          <w:rStyle w:val="Ppogrubienie"/>
        </w:rPr>
        <w:t>3</w:t>
      </w:r>
      <w:r w:rsidR="00183B48">
        <w:rPr>
          <w:rStyle w:val="Ppogrubienie"/>
        </w:rPr>
        <w:t>7</w:t>
      </w:r>
      <w:r w:rsidR="001A6D78" w:rsidRPr="001A6D78">
        <w:rPr>
          <w:rStyle w:val="Ppogrubienie"/>
        </w:rPr>
        <w:t>.</w:t>
      </w:r>
      <w:r w:rsidRPr="001A6D78">
        <w:rPr>
          <w:rStyle w:val="Ppogrubienie"/>
        </w:rPr>
        <w:t xml:space="preserve"> </w:t>
      </w:r>
      <w:bookmarkStart w:id="95" w:name="_Hlk159835382"/>
      <w:bookmarkStart w:id="96" w:name="_Hlk165545494"/>
      <w:r w:rsidR="00923E9C" w:rsidRPr="00923E9C">
        <w:t>Do</w:t>
      </w:r>
      <w:r w:rsidR="00CA3740">
        <w:t xml:space="preserve"> </w:t>
      </w:r>
      <w:r w:rsidR="00737F4C">
        <w:t>postępowań</w:t>
      </w:r>
      <w:r w:rsidR="00CA3740">
        <w:t xml:space="preserve"> dotyczących odwoła</w:t>
      </w:r>
      <w:r w:rsidR="00737F4C">
        <w:t>nia</w:t>
      </w:r>
      <w:r w:rsidR="00560A68">
        <w:t xml:space="preserve"> od</w:t>
      </w:r>
      <w:r w:rsidR="00CA3740">
        <w:t xml:space="preserve"> </w:t>
      </w:r>
      <w:r w:rsidR="00923E9C">
        <w:t xml:space="preserve">decyzji </w:t>
      </w:r>
      <w:r w:rsidR="00923E9C" w:rsidRPr="00923E9C">
        <w:t xml:space="preserve">w sprawie cofnięcia decyzji upoważniającej do wystawiania zaświadczeń lekarskich o czasowej niezdolności do pracy </w:t>
      </w:r>
      <w:bookmarkEnd w:id="95"/>
      <w:r w:rsidR="00923E9C" w:rsidRPr="00923E9C">
        <w:t>stosuje się przepisy dotychczasowe</w:t>
      </w:r>
      <w:r w:rsidR="00E34626">
        <w:t xml:space="preserve">, jeżeli decyzja w sprawie </w:t>
      </w:r>
      <w:r w:rsidR="00E34626" w:rsidRPr="00E34626">
        <w:t>cofnięcia decyzji upoważniającej do wystawiania zaświadczeń lekarskich o czasowej niezdolności do pracy</w:t>
      </w:r>
      <w:r w:rsidR="00E34626">
        <w:t xml:space="preserve"> została wydana przed dniem wejścia w życie </w:t>
      </w:r>
      <w:bookmarkStart w:id="97" w:name="_Hlk191889754"/>
      <w:r w:rsidR="00877C04">
        <w:t>art. 60 ust. 2, 4 i 5 ustawy zmienianej w art. 13, w brzmieniu nadanym niniejszą ustawą</w:t>
      </w:r>
      <w:r w:rsidR="00923E9C" w:rsidRPr="00923E9C">
        <w:t>.</w:t>
      </w:r>
    </w:p>
    <w:bookmarkEnd w:id="97"/>
    <w:p w14:paraId="7AB80248" w14:textId="77777777" w:rsidR="00E34626" w:rsidRDefault="00E34626" w:rsidP="00E34626">
      <w:pPr>
        <w:pStyle w:val="ARTartustawynprozporzdzenia"/>
      </w:pPr>
      <w:r w:rsidRPr="001A6D78">
        <w:rPr>
          <w:rStyle w:val="Ppogrubienie"/>
        </w:rPr>
        <w:t>Art.</w:t>
      </w:r>
      <w:r w:rsidR="001A6D78" w:rsidRPr="001A6D78">
        <w:rPr>
          <w:rStyle w:val="Ppogrubienie"/>
        </w:rPr>
        <w:t xml:space="preserve"> 3</w:t>
      </w:r>
      <w:r w:rsidR="00183B48">
        <w:rPr>
          <w:rStyle w:val="Ppogrubienie"/>
        </w:rPr>
        <w:t>8</w:t>
      </w:r>
      <w:r w:rsidR="001A6D78" w:rsidRPr="001A6D78">
        <w:rPr>
          <w:rStyle w:val="Ppogrubienie"/>
        </w:rPr>
        <w:t>.</w:t>
      </w:r>
      <w:r w:rsidRPr="00E34626">
        <w:t xml:space="preserve"> Do postępowań w sprawie przeprowadz</w:t>
      </w:r>
      <w:r w:rsidR="000C169B">
        <w:t>a</w:t>
      </w:r>
      <w:r w:rsidRPr="00E34626">
        <w:t>nia</w:t>
      </w:r>
      <w:r w:rsidR="009B56F8">
        <w:t xml:space="preserve"> kontroli prawidłowości orzekania o czasowej niezdolności do pracy i wystawiania zaświadczeń lekarskich,</w:t>
      </w:r>
      <w:r w:rsidRPr="00E34626">
        <w:t xml:space="preserve"> kontroli </w:t>
      </w:r>
      <w:r w:rsidR="000C169B" w:rsidRPr="000C169B">
        <w:t>prawidłowości wykorzystywania zwolnień od pracy zgodnie z ich celem</w:t>
      </w:r>
      <w:r w:rsidR="008075AE">
        <w:t xml:space="preserve"> oraz</w:t>
      </w:r>
      <w:r w:rsidR="008075AE" w:rsidRPr="008075AE">
        <w:t xml:space="preserve"> formalnej kontroli zaświadczeń lekarskich</w:t>
      </w:r>
      <w:r w:rsidRPr="00E34626">
        <w:t>, wszczętych i niezakończonych przed dniem wejścia w życie niniejszej ustawy, stosuje się przepisy dotychczasowe.</w:t>
      </w:r>
    </w:p>
    <w:p w14:paraId="003C8689" w14:textId="77777777" w:rsidR="00E03DCA" w:rsidRPr="005B795F" w:rsidRDefault="00E03DCA" w:rsidP="005B795F">
      <w:pPr>
        <w:pStyle w:val="ARTartustawynprozporzdzenia"/>
      </w:pPr>
      <w:r w:rsidRPr="005B795F">
        <w:rPr>
          <w:rStyle w:val="Ppogrubienie"/>
        </w:rPr>
        <w:t>Art. 3</w:t>
      </w:r>
      <w:r w:rsidR="00183B48">
        <w:rPr>
          <w:rStyle w:val="Ppogrubienie"/>
        </w:rPr>
        <w:t>9</w:t>
      </w:r>
      <w:r w:rsidRPr="005B795F">
        <w:rPr>
          <w:rStyle w:val="Ppogrubienie"/>
        </w:rPr>
        <w:t>.</w:t>
      </w:r>
      <w:r w:rsidRPr="005B795F">
        <w:t xml:space="preserve"> Z dniem wejścia w życie niniejszej ustawy</w:t>
      </w:r>
      <w:r w:rsidR="005B795F">
        <w:t xml:space="preserve"> kontrol</w:t>
      </w:r>
      <w:r w:rsidR="00B6594F">
        <w:t>e</w:t>
      </w:r>
      <w:r w:rsidR="005B795F">
        <w:t xml:space="preserve"> </w:t>
      </w:r>
      <w:r w:rsidR="005B795F" w:rsidRPr="005B795F">
        <w:t>prawidłowości wykorzystywania zwolnień lekarskich od pracy z powodu konieczności sprawowania opieki nad członkiem rodzi</w:t>
      </w:r>
      <w:r w:rsidR="005B795F">
        <w:t>ny, o któr</w:t>
      </w:r>
      <w:r w:rsidR="00B6594F">
        <w:t>ych</w:t>
      </w:r>
      <w:r w:rsidR="005B795F">
        <w:t xml:space="preserve"> mowa w przepisach wydanych na podstawie art. 68 ust. 2 ustawy zmienianej w art.</w:t>
      </w:r>
      <w:r w:rsidR="00B6594F">
        <w:t xml:space="preserve"> 13, </w:t>
      </w:r>
      <w:r w:rsidR="005B795F">
        <w:t>w brzmieniu dotychczasowym</w:t>
      </w:r>
      <w:r w:rsidR="00B6594F">
        <w:t>,</w:t>
      </w:r>
      <w:r w:rsidR="005B795F">
        <w:t xml:space="preserve"> staj</w:t>
      </w:r>
      <w:r w:rsidR="00B6594F">
        <w:t>ą</w:t>
      </w:r>
      <w:r w:rsidR="005B795F">
        <w:t xml:space="preserve"> się kontrol</w:t>
      </w:r>
      <w:r w:rsidR="00B6594F">
        <w:t>ami,</w:t>
      </w:r>
      <w:r w:rsidR="005B795F">
        <w:t xml:space="preserve"> o któr</w:t>
      </w:r>
      <w:r w:rsidR="00B6594F">
        <w:t>ych</w:t>
      </w:r>
      <w:r w:rsidR="005B795F">
        <w:t xml:space="preserve"> mowa w art.</w:t>
      </w:r>
      <w:r w:rsidR="00B6594F">
        <w:t xml:space="preserve"> 68 i art. 68a </w:t>
      </w:r>
      <w:r w:rsidR="005B795F">
        <w:t>ustawy zmienianej w art.</w:t>
      </w:r>
      <w:r w:rsidR="00B6594F">
        <w:t xml:space="preserve"> 13, </w:t>
      </w:r>
      <w:r w:rsidR="005B795F">
        <w:t xml:space="preserve">w brzmieniu nadanym niniejszą ustawą. </w:t>
      </w:r>
      <w:r w:rsidRPr="005B795F">
        <w:t xml:space="preserve"> </w:t>
      </w:r>
    </w:p>
    <w:bookmarkEnd w:id="96"/>
    <w:p w14:paraId="2D01EB58" w14:textId="79F69D14" w:rsidR="00365013" w:rsidRPr="004D2BB7" w:rsidRDefault="00365013" w:rsidP="001F18D6">
      <w:pPr>
        <w:pStyle w:val="ARTartustawynprozporzdzenia"/>
      </w:pPr>
      <w:r w:rsidRPr="00265471">
        <w:rPr>
          <w:rStyle w:val="Ppogrubienie"/>
        </w:rPr>
        <w:t xml:space="preserve">Art. </w:t>
      </w:r>
      <w:r w:rsidR="00183B48">
        <w:rPr>
          <w:rStyle w:val="Ppogrubienie"/>
        </w:rPr>
        <w:t>40</w:t>
      </w:r>
      <w:r w:rsidRPr="00265471">
        <w:rPr>
          <w:rStyle w:val="Ppogrubienie"/>
        </w:rPr>
        <w:t>.</w:t>
      </w:r>
      <w:r w:rsidRPr="004D2BB7">
        <w:t xml:space="preserve"> Ustawa</w:t>
      </w:r>
      <w:r w:rsidRPr="006D0689">
        <w:t xml:space="preserve"> </w:t>
      </w:r>
      <w:r w:rsidRPr="004D2BB7">
        <w:t>wchodzi</w:t>
      </w:r>
      <w:r w:rsidRPr="006D0689">
        <w:t xml:space="preserve"> </w:t>
      </w:r>
      <w:r w:rsidRPr="004D2BB7">
        <w:t>w</w:t>
      </w:r>
      <w:r w:rsidRPr="006D0689">
        <w:t xml:space="preserve"> </w:t>
      </w:r>
      <w:r w:rsidRPr="004D2BB7">
        <w:t xml:space="preserve">życie </w:t>
      </w:r>
      <w:r w:rsidR="000F4A7D">
        <w:t>z dniem</w:t>
      </w:r>
      <w:r w:rsidRPr="004D2BB7">
        <w:t xml:space="preserve"> </w:t>
      </w:r>
      <w:r>
        <w:t xml:space="preserve">1 </w:t>
      </w:r>
      <w:r w:rsidR="00AD66D2">
        <w:t>stycznia</w:t>
      </w:r>
      <w:r w:rsidR="00C51B3D">
        <w:t xml:space="preserve"> </w:t>
      </w:r>
      <w:r>
        <w:t>202</w:t>
      </w:r>
      <w:r w:rsidR="00AD66D2">
        <w:t>6</w:t>
      </w:r>
      <w:r>
        <w:t xml:space="preserve"> r.</w:t>
      </w:r>
      <w:r w:rsidRPr="004D2BB7">
        <w:t>, z wyjątkiem</w:t>
      </w:r>
      <w:r w:rsidR="007C6C5A">
        <w:t xml:space="preserve"> </w:t>
      </w:r>
      <w:bookmarkStart w:id="98" w:name="_Hlk177036604"/>
      <w:r w:rsidRPr="004D2BB7">
        <w:t xml:space="preserve">art. 1 pkt </w:t>
      </w:r>
      <w:r w:rsidR="002E2091">
        <w:t>3</w:t>
      </w:r>
      <w:r w:rsidRPr="004D2BB7">
        <w:t>, art. 2</w:t>
      </w:r>
      <w:r w:rsidR="002E2091">
        <w:t>,</w:t>
      </w:r>
      <w:r w:rsidR="002E2091" w:rsidRPr="002E2091">
        <w:t xml:space="preserve"> art. 12 pkt 1</w:t>
      </w:r>
      <w:r w:rsidR="002E2091">
        <w:t xml:space="preserve"> oraz</w:t>
      </w:r>
      <w:r w:rsidRPr="004D2BB7">
        <w:t xml:space="preserve"> art. 13 pkt </w:t>
      </w:r>
      <w:r w:rsidR="00932F30">
        <w:t>7</w:t>
      </w:r>
      <w:r w:rsidRPr="004D2BB7">
        <w:t xml:space="preserve">, które wchodzą w życie </w:t>
      </w:r>
      <w:r w:rsidR="00405711">
        <w:t xml:space="preserve">po upływie 14 dni od </w:t>
      </w:r>
      <w:r w:rsidRPr="004D2BB7">
        <w:t>dni</w:t>
      </w:r>
      <w:r w:rsidR="00405711">
        <w:t>a</w:t>
      </w:r>
      <w:r w:rsidRPr="004D2BB7">
        <w:t xml:space="preserve"> ogłoszenia</w:t>
      </w:r>
      <w:r w:rsidR="00C04C28">
        <w:t>.</w:t>
      </w:r>
    </w:p>
    <w:bookmarkEnd w:id="98"/>
    <w:p w14:paraId="663CD5A9" w14:textId="77777777" w:rsidR="00365013" w:rsidRPr="006D0689" w:rsidRDefault="00365013" w:rsidP="00365013">
      <w:r w:rsidRPr="006D0689">
        <w:tab/>
      </w:r>
    </w:p>
    <w:sectPr w:rsidR="00365013" w:rsidRPr="006D0689"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BCF1" w14:textId="77777777" w:rsidR="00DE109C" w:rsidRDefault="00DE109C">
      <w:r>
        <w:separator/>
      </w:r>
    </w:p>
  </w:endnote>
  <w:endnote w:type="continuationSeparator" w:id="0">
    <w:p w14:paraId="54FF78EA" w14:textId="77777777" w:rsidR="00DE109C" w:rsidRDefault="00DE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F6B48" w14:textId="77777777" w:rsidR="00DE109C" w:rsidRDefault="00DE109C">
      <w:r>
        <w:separator/>
      </w:r>
    </w:p>
  </w:footnote>
  <w:footnote w:type="continuationSeparator" w:id="0">
    <w:p w14:paraId="242AF180" w14:textId="77777777" w:rsidR="00DE109C" w:rsidRDefault="00DE109C">
      <w:r>
        <w:continuationSeparator/>
      </w:r>
    </w:p>
  </w:footnote>
  <w:footnote w:id="1">
    <w:p w14:paraId="6A67E965" w14:textId="77777777" w:rsidR="00365013" w:rsidRPr="00DD263E" w:rsidRDefault="00365013" w:rsidP="00365013">
      <w:pPr>
        <w:pStyle w:val="ODNONIKtreodnonika"/>
      </w:pPr>
      <w:r w:rsidRPr="005C26CA">
        <w:rPr>
          <w:rStyle w:val="IGindeksgrny"/>
        </w:rPr>
        <w:footnoteRef/>
      </w:r>
      <w:r w:rsidRPr="005C26CA">
        <w:rPr>
          <w:rStyle w:val="IGindeksgrny"/>
        </w:rPr>
        <w:t>)</w:t>
      </w:r>
      <w:r>
        <w:tab/>
      </w:r>
      <w:r w:rsidRPr="00DD263E">
        <w:t xml:space="preserve">Niniejszą ustawą zmienia się ustawy: </w:t>
      </w:r>
      <w:r w:rsidRPr="00FB35A4">
        <w:t>ustaw</w:t>
      </w:r>
      <w:r>
        <w:t>ę</w:t>
      </w:r>
      <w:r w:rsidRPr="00FB35A4">
        <w:t xml:space="preserve"> z dnia 20 lipca 1950 r. o zawodzie felczera</w:t>
      </w:r>
      <w:r w:rsidR="006729AC">
        <w:t>,</w:t>
      </w:r>
      <w:r>
        <w:t xml:space="preserve"> </w:t>
      </w:r>
      <w:r w:rsidRPr="002F31AF">
        <w:t>ustawę z dnia 17</w:t>
      </w:r>
      <w:r>
        <w:t> </w:t>
      </w:r>
      <w:r w:rsidRPr="002F31AF">
        <w:t>listopada 1964 r. – Kodeks postępowania cywilnego</w:t>
      </w:r>
      <w:r w:rsidR="00542678">
        <w:t>,</w:t>
      </w:r>
      <w:r w:rsidRPr="002F31AF">
        <w:t xml:space="preserve"> ustawę z dnia 29 maja 1974 r. o zaopatrzeniu inwalidów wojennych i wojskowych oraz ich rodzin</w:t>
      </w:r>
      <w:r w:rsidR="00542678">
        <w:t>,</w:t>
      </w:r>
      <w:r w:rsidRPr="002F31AF">
        <w:t xml:space="preserve"> ustawę z dnia 16 września 1982 r. o pracownikach urzędów państwowych</w:t>
      </w:r>
      <w:r w:rsidR="00542678">
        <w:t>,</w:t>
      </w:r>
      <w:r w:rsidRPr="002F31AF">
        <w:t xml:space="preserve"> ustawę z dnia 24 stycznia 1991 r. o</w:t>
      </w:r>
      <w:r>
        <w:t> </w:t>
      </w:r>
      <w:r w:rsidRPr="002F31AF">
        <w:t>kombatantach oraz niektórych osobach będących ofiarami represji wojennych i okresu powojennego</w:t>
      </w:r>
      <w:r w:rsidR="00542678">
        <w:t>,</w:t>
      </w:r>
      <w:r w:rsidRPr="002F31AF">
        <w:t xml:space="preserve"> ustawę z</w:t>
      </w:r>
      <w:r>
        <w:t> </w:t>
      </w:r>
      <w:r w:rsidRPr="002F31AF">
        <w:t>dnia 14 lutego 1991 r. – Prawo o notariacie</w:t>
      </w:r>
      <w:r w:rsidR="00542678">
        <w:t>,</w:t>
      </w:r>
      <w:r w:rsidRPr="002F31AF">
        <w:t xml:space="preserve"> ustawę z dnia 10</w:t>
      </w:r>
      <w:r>
        <w:t> </w:t>
      </w:r>
      <w:r w:rsidRPr="002F31AF">
        <w:t>grudnia 1993 r. o zaopatrzeniu emerytalnym żołnierzy zawodowych oraz ich rodzin</w:t>
      </w:r>
      <w:r w:rsidR="00542678">
        <w:t>,</w:t>
      </w:r>
      <w:r w:rsidRPr="002F31AF">
        <w:t xml:space="preserve"> ustawę z dnia 18</w:t>
      </w:r>
      <w:r>
        <w:t> </w:t>
      </w:r>
      <w:r w:rsidRPr="002F31AF">
        <w:t>lutego 1994 r. o zaopatrzeniu emerytalnym funkcjonariuszy Policji, Agencji Bezpieczeństwa Wewnętrznego, Agencji Wywiadu, Służby Kontrwywiadu</w:t>
      </w:r>
      <w:r w:rsidRPr="00DD263E">
        <w:t xml:space="preserve"> Wojskowego, Służby Wywiadu Wojskowego, Centralnego Biura Antykorupcyjnego, Straży Granicznej, Straży Marszałkowskiej, Służby Ochrony Państwa, Państwowej Straży Pożarnej, Służby Celno-Skarbowej i Służby Więziennej oraz ich rodzin</w:t>
      </w:r>
      <w:r w:rsidR="00542678">
        <w:t>,</w:t>
      </w:r>
      <w:r w:rsidRPr="00DD263E">
        <w:t xml:space="preserve"> ustawę z dnia 23 grudnia 1994 r. o</w:t>
      </w:r>
      <w:r>
        <w:t> </w:t>
      </w:r>
      <w:r w:rsidRPr="00DD263E">
        <w:t>Najwyższej Izbie Kontroli</w:t>
      </w:r>
      <w:r w:rsidR="00542678">
        <w:t>,</w:t>
      </w:r>
      <w:r w:rsidRPr="00DD263E">
        <w:t xml:space="preserve"> ustawę z dnia 27</w:t>
      </w:r>
      <w:r>
        <w:t> </w:t>
      </w:r>
      <w:r w:rsidRPr="00DD263E">
        <w:t>sierpnia 1997 r. o</w:t>
      </w:r>
      <w:r>
        <w:t> </w:t>
      </w:r>
      <w:r w:rsidRPr="00DD263E">
        <w:t>rehabilitacji zawodowej i społecznej oraz zatrudnianiu osób niepełnosprawnych</w:t>
      </w:r>
      <w:r w:rsidR="00542678">
        <w:t>,</w:t>
      </w:r>
      <w:r w:rsidRPr="00DD263E">
        <w:t xml:space="preserve"> ustawę z dnia 17 grudnia 1998 r. o emeryturach i</w:t>
      </w:r>
      <w:r>
        <w:t> </w:t>
      </w:r>
      <w:r w:rsidRPr="00DD263E">
        <w:t>rentach z Funduszu Ubezpieczeń Społecznych</w:t>
      </w:r>
      <w:r w:rsidR="00542678">
        <w:t>,</w:t>
      </w:r>
      <w:r w:rsidRPr="00DD263E">
        <w:t xml:space="preserve"> ustawę z dnia 25</w:t>
      </w:r>
      <w:r>
        <w:t> </w:t>
      </w:r>
      <w:r w:rsidRPr="00DD263E">
        <w:t>czerwca 1999 r. o świadczeniach pieniężnych z</w:t>
      </w:r>
      <w:r>
        <w:t> </w:t>
      </w:r>
      <w:r w:rsidRPr="00DD263E">
        <w:t xml:space="preserve">ubezpieczenia społecznego w razie choroby i macierzyństwa; ustawę z dnia 27 lipca 2001 r. </w:t>
      </w:r>
      <w:r w:rsidR="00542678">
        <w:t>–</w:t>
      </w:r>
      <w:r w:rsidR="00542678" w:rsidRPr="00DD263E">
        <w:t xml:space="preserve"> </w:t>
      </w:r>
      <w:r w:rsidRPr="00DD263E">
        <w:t>Prawo o ustroju sądów powszechnych</w:t>
      </w:r>
      <w:r w:rsidR="00542678">
        <w:t>,</w:t>
      </w:r>
      <w:r w:rsidRPr="00DD263E">
        <w:t xml:space="preserve"> ustawę z dnia 27 lipca 2001 r. o kuratorach sądowych</w:t>
      </w:r>
      <w:r w:rsidR="00542678">
        <w:t>,</w:t>
      </w:r>
      <w:r w:rsidRPr="00DD263E">
        <w:t xml:space="preserve"> </w:t>
      </w:r>
      <w:r w:rsidR="00FD38FF" w:rsidRPr="00FD38FF">
        <w:t>ustaw</w:t>
      </w:r>
      <w:r w:rsidR="00FD38FF">
        <w:t>ę</w:t>
      </w:r>
      <w:r w:rsidR="00FD38FF" w:rsidRPr="00FD38FF">
        <w:t xml:space="preserve"> z dnia 24 maja 2002 r. o Agencji Bezpieczeństwa Wewnętrznego oraz Agencji Wywiadu</w:t>
      </w:r>
      <w:r w:rsidR="00FD38FF">
        <w:t>,</w:t>
      </w:r>
      <w:r w:rsidR="00FD38FF" w:rsidRPr="00FD38FF">
        <w:t xml:space="preserve"> </w:t>
      </w:r>
      <w:r w:rsidRPr="00DD263E">
        <w:t>ustawę</w:t>
      </w:r>
      <w:r w:rsidRPr="00DD263E">
        <w:rPr>
          <w:b/>
        </w:rPr>
        <w:t xml:space="preserve"> </w:t>
      </w:r>
      <w:r w:rsidRPr="00DD263E">
        <w:t>z dnia 30 października 2002</w:t>
      </w:r>
      <w:r>
        <w:t> </w:t>
      </w:r>
      <w:r w:rsidRPr="00DD263E">
        <w:t>r. o</w:t>
      </w:r>
      <w:r>
        <w:t> </w:t>
      </w:r>
      <w:r w:rsidRPr="00DD263E">
        <w:t>ubezpieczeniu społecznym z tytułu wypadków przy pracy i</w:t>
      </w:r>
      <w:r>
        <w:t> </w:t>
      </w:r>
      <w:r w:rsidRPr="00DD263E">
        <w:t>chorób zawodowych</w:t>
      </w:r>
      <w:r w:rsidR="00542678">
        <w:t>,</w:t>
      </w:r>
      <w:r w:rsidRPr="00DD263E">
        <w:t xml:space="preserve"> ustawę z dnia 30 października 2002 r. o zaopatrzeniu z tytułu wypadków lub chorób zawodowych powstałych w szczególnych okolicznościach</w:t>
      </w:r>
      <w:r w:rsidR="00542678">
        <w:t>,</w:t>
      </w:r>
      <w:r w:rsidRPr="00DD263E">
        <w:t xml:space="preserve"> ustawę z dnia 27 czerwca 2003 r. o rencie socjalnej</w:t>
      </w:r>
      <w:r w:rsidR="00542678">
        <w:t>,</w:t>
      </w:r>
      <w:r w:rsidRPr="00DD263E">
        <w:t xml:space="preserve"> </w:t>
      </w:r>
      <w:r w:rsidR="008E2D63" w:rsidRPr="008E2D63">
        <w:t>ustaw</w:t>
      </w:r>
      <w:r w:rsidR="008E2D63">
        <w:t>ę</w:t>
      </w:r>
      <w:r w:rsidR="008E2D63" w:rsidRPr="008E2D63">
        <w:t xml:space="preserve"> z dnia 12 marca 2004 r. o pomocy społecznej</w:t>
      </w:r>
      <w:r w:rsidR="008E2D63">
        <w:t>,</w:t>
      </w:r>
      <w:r w:rsidR="008E2D63" w:rsidRPr="008E2D63">
        <w:t xml:space="preserve"> </w:t>
      </w:r>
      <w:r w:rsidR="001342A8">
        <w:t xml:space="preserve">ustawę z dnia 27 sierpnia 2004 r. o świadczeniach opieki zdrowotnej finansowanych ze środków publicznych, </w:t>
      </w:r>
      <w:r w:rsidR="00E125E8" w:rsidRPr="00E125E8">
        <w:t>ustaw</w:t>
      </w:r>
      <w:r w:rsidR="00E125E8">
        <w:t>ę</w:t>
      </w:r>
      <w:r w:rsidR="00E125E8" w:rsidRPr="00E125E8">
        <w:t xml:space="preserve"> z dnia 16 listopada 2006 r. o świadczeniu pieniężnym i uprawnieniach przysługujących cywilnym niewidomym ofiarom działań wojennych</w:t>
      </w:r>
      <w:r w:rsidR="00E125E8">
        <w:t>,</w:t>
      </w:r>
      <w:r w:rsidR="00E125E8" w:rsidRPr="00E125E8">
        <w:t xml:space="preserve"> </w:t>
      </w:r>
      <w:r w:rsidRPr="00DD263E">
        <w:t>ustawę z dnia 6 listopada 2008 r. o prawach pacjenta i</w:t>
      </w:r>
      <w:r>
        <w:t> </w:t>
      </w:r>
      <w:r w:rsidRPr="00DD263E">
        <w:t>Rzeczniku Praw Pacjenta</w:t>
      </w:r>
      <w:r w:rsidR="00542678">
        <w:t>,</w:t>
      </w:r>
      <w:r w:rsidRPr="00DD263E">
        <w:t xml:space="preserve"> ustawę z dnia 21 listopada 2008</w:t>
      </w:r>
      <w:r>
        <w:t> </w:t>
      </w:r>
      <w:r w:rsidRPr="00DD263E">
        <w:t>r. o służbie cywilnej</w:t>
      </w:r>
      <w:r w:rsidR="00542678">
        <w:t>,</w:t>
      </w:r>
      <w:r w:rsidR="00E125E8" w:rsidRPr="00E125E8">
        <w:t xml:space="preserve"> ustaw</w:t>
      </w:r>
      <w:r w:rsidR="00E125E8">
        <w:t>ę</w:t>
      </w:r>
      <w:r w:rsidR="00E125E8" w:rsidRPr="00E125E8">
        <w:t xml:space="preserve"> z dnia 5 grudnia 2008 r. o zapobieganiu oraz zwalczaniu zakażeń i chorób zakaźnych u ludzi</w:t>
      </w:r>
      <w:r w:rsidR="00E125E8">
        <w:t>,</w:t>
      </w:r>
      <w:r w:rsidRPr="00DD263E">
        <w:t xml:space="preserve"> </w:t>
      </w:r>
      <w:r w:rsidR="00523AC1" w:rsidRPr="00523AC1">
        <w:t>ustaw</w:t>
      </w:r>
      <w:r w:rsidR="00523AC1">
        <w:t>ę</w:t>
      </w:r>
      <w:r w:rsidR="00523AC1" w:rsidRPr="00523AC1">
        <w:t xml:space="preserve"> z dnia 15 lipca 2011 r. o zawodach pielęgniarki i położnej</w:t>
      </w:r>
      <w:r w:rsidR="00523AC1">
        <w:t>,</w:t>
      </w:r>
      <w:r w:rsidR="00523AC1" w:rsidRPr="00523AC1">
        <w:t xml:space="preserve"> </w:t>
      </w:r>
      <w:r w:rsidR="00523AC1">
        <w:t xml:space="preserve">ustawę z dnia 25 września 2015 r. o zawodzie fizjoterapeuty, </w:t>
      </w:r>
      <w:r w:rsidRPr="00DD263E">
        <w:t>ustawę z dnia 28 stycznia 2016</w:t>
      </w:r>
      <w:r>
        <w:t> </w:t>
      </w:r>
      <w:r w:rsidRPr="00DD263E">
        <w:t>r. – Prawo o prokuraturze</w:t>
      </w:r>
      <w:r w:rsidR="00542678">
        <w:t>,</w:t>
      </w:r>
      <w:r w:rsidRPr="00DD263E">
        <w:t xml:space="preserve"> </w:t>
      </w:r>
      <w:r w:rsidR="00BA5C14" w:rsidRPr="00BA5C14">
        <w:t>ustaw</w:t>
      </w:r>
      <w:r w:rsidR="00BA5C14">
        <w:t>ę</w:t>
      </w:r>
      <w:r w:rsidR="00BA5C14" w:rsidRPr="00BA5C14">
        <w:t xml:space="preserve"> z dnia 30 listopada 2016 r. o statusie sędziów Trybunału Konstytucyjnego</w:t>
      </w:r>
      <w:r w:rsidR="00BA5C14">
        <w:t>,</w:t>
      </w:r>
      <w:r w:rsidR="00BA5C14" w:rsidRPr="00BA5C14">
        <w:t xml:space="preserve"> </w:t>
      </w:r>
      <w:r w:rsidRPr="00DD263E">
        <w:t>ustawę z dnia 8 grudnia 2017 r. o</w:t>
      </w:r>
      <w:r>
        <w:t> </w:t>
      </w:r>
      <w:r w:rsidRPr="00DD263E">
        <w:t>Sądzie Najwyższym</w:t>
      </w:r>
      <w:r w:rsidR="00542678">
        <w:t>,</w:t>
      </w:r>
      <w:r w:rsidRPr="00DD263E">
        <w:t xml:space="preserve"> </w:t>
      </w:r>
      <w:r w:rsidRPr="009938C1">
        <w:t>ustaw</w:t>
      </w:r>
      <w:r>
        <w:t>ę</w:t>
      </w:r>
      <w:r w:rsidRPr="009938C1">
        <w:t xml:space="preserve"> z dnia 22 marca 2018 r. o</w:t>
      </w:r>
      <w:r>
        <w:t> </w:t>
      </w:r>
      <w:r w:rsidRPr="009938C1">
        <w:t>komornikach sądowych</w:t>
      </w:r>
      <w:r w:rsidR="00E125E8">
        <w:t>,</w:t>
      </w:r>
      <w:r w:rsidRPr="009938C1">
        <w:t xml:space="preserve"> </w:t>
      </w:r>
      <w:r w:rsidRPr="00DD263E">
        <w:t>ustawę z dnia 31 lipca 2019 r. o</w:t>
      </w:r>
      <w:r>
        <w:t> </w:t>
      </w:r>
      <w:r w:rsidRPr="00DD263E">
        <w:t>świadczeniu uzupełniającym dla osób niezdolnych do samodzielnej egzystencji</w:t>
      </w:r>
      <w:r w:rsidR="00542678">
        <w:t xml:space="preserve"> oraz</w:t>
      </w:r>
      <w:r w:rsidRPr="00DD263E">
        <w:t xml:space="preserve"> ustawę z dnia 11 marca 2022 r. o obronie Ojczyzny</w:t>
      </w:r>
      <w:r>
        <w:t>.</w:t>
      </w:r>
    </w:p>
  </w:footnote>
  <w:footnote w:id="2">
    <w:p w14:paraId="174CDA1C" w14:textId="7DEC59C0" w:rsidR="00242DA8" w:rsidRDefault="00242DA8" w:rsidP="00242DA8">
      <w:pPr>
        <w:pStyle w:val="ODNONIKtreodnonika"/>
      </w:pPr>
      <w:r>
        <w:rPr>
          <w:rStyle w:val="Odwoanieprzypisudolnego"/>
        </w:rPr>
        <w:footnoteRef/>
      </w:r>
      <w:r>
        <w:rPr>
          <w:rStyle w:val="IGindeksgrny"/>
        </w:rPr>
        <w:t>)</w:t>
      </w:r>
      <w:r>
        <w:rPr>
          <w:rStyle w:val="IGindeksgrny"/>
        </w:rPr>
        <w:tab/>
      </w:r>
      <w:r w:rsidRPr="00242DA8">
        <w:t>Zmiany tekstu jednolitego wymienionej ustawy zostały ogłoszone w</w:t>
      </w:r>
      <w:r>
        <w:t xml:space="preserve"> Dz. U. z 2024 r. poz. </w:t>
      </w:r>
      <w:r w:rsidRPr="00242DA8">
        <w:t>858, 1222, 1593, 1615 i 1915</w:t>
      </w:r>
      <w:r>
        <w:t xml:space="preserve"> oraz z 2025 r. poz. 129.</w:t>
      </w:r>
    </w:p>
  </w:footnote>
  <w:footnote w:id="3">
    <w:p w14:paraId="2F71B2EA" w14:textId="77777777" w:rsidR="003D1BBC" w:rsidRDefault="003D1BBC" w:rsidP="001F18D6">
      <w:pPr>
        <w:pStyle w:val="ODNONIKtreodnonika"/>
      </w:pPr>
      <w:r>
        <w:rPr>
          <w:rStyle w:val="Odwoanieprzypisudolnego"/>
        </w:rPr>
        <w:footnoteRef/>
      </w:r>
      <w:r>
        <w:rPr>
          <w:rStyle w:val="IGindeksgrny"/>
        </w:rPr>
        <w:t>)</w:t>
      </w:r>
      <w:r>
        <w:t xml:space="preserve"> </w:t>
      </w:r>
      <w:r w:rsidR="000735D7">
        <w:tab/>
      </w:r>
      <w:bookmarkStart w:id="93" w:name="_Hlk191644934"/>
      <w:r w:rsidR="000735D7" w:rsidRPr="000735D7">
        <w:t>Zmiany tekstu jednolitego wymienionej ustawy zostały ogłoszone w</w:t>
      </w:r>
      <w:bookmarkEnd w:id="93"/>
      <w:r w:rsidR="000735D7" w:rsidRPr="000735D7">
        <w:t xml:space="preserve"> Dz. U z 202</w:t>
      </w:r>
      <w:r w:rsidR="000735D7">
        <w:t>4</w:t>
      </w:r>
      <w:r w:rsidR="000735D7" w:rsidRPr="000735D7">
        <w:t xml:space="preserve"> r. poz. </w:t>
      </w:r>
      <w:r w:rsidR="000735D7">
        <w:t xml:space="preserve">834, </w:t>
      </w:r>
      <w:r w:rsidR="000735D7" w:rsidRPr="000735D7">
        <w:t>1089, 1222</w:t>
      </w:r>
      <w:r w:rsidR="000735D7">
        <w:t xml:space="preserve">, </w:t>
      </w:r>
      <w:r w:rsidR="000735D7" w:rsidRPr="000735D7">
        <w:t>1248</w:t>
      </w:r>
      <w:r w:rsidR="00F37825">
        <w:t>, 1585, 1871 i 1907 oraz z 2025 r. poz.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8AFF"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05412"/>
    <w:multiLevelType w:val="hybridMultilevel"/>
    <w:tmpl w:val="05C2630A"/>
    <w:lvl w:ilvl="0" w:tplc="EE0AB0D0">
      <w:start w:val="1"/>
      <w:numFmt w:val="bullet"/>
      <w:lvlText w:val=""/>
      <w:lvlJc w:val="left"/>
      <w:pPr>
        <w:tabs>
          <w:tab w:val="num" w:pos="720"/>
        </w:tabs>
        <w:ind w:left="720" w:hanging="360"/>
      </w:pPr>
      <w:rPr>
        <w:rFonts w:ascii="Wingdings" w:hAnsi="Wingdings" w:hint="default"/>
      </w:rPr>
    </w:lvl>
    <w:lvl w:ilvl="1" w:tplc="BA501DC0" w:tentative="1">
      <w:start w:val="1"/>
      <w:numFmt w:val="bullet"/>
      <w:lvlText w:val=""/>
      <w:lvlJc w:val="left"/>
      <w:pPr>
        <w:tabs>
          <w:tab w:val="num" w:pos="1440"/>
        </w:tabs>
        <w:ind w:left="1440" w:hanging="360"/>
      </w:pPr>
      <w:rPr>
        <w:rFonts w:ascii="Wingdings" w:hAnsi="Wingdings" w:hint="default"/>
      </w:rPr>
    </w:lvl>
    <w:lvl w:ilvl="2" w:tplc="CADE57A2" w:tentative="1">
      <w:start w:val="1"/>
      <w:numFmt w:val="bullet"/>
      <w:lvlText w:val=""/>
      <w:lvlJc w:val="left"/>
      <w:pPr>
        <w:tabs>
          <w:tab w:val="num" w:pos="2160"/>
        </w:tabs>
        <w:ind w:left="2160" w:hanging="360"/>
      </w:pPr>
      <w:rPr>
        <w:rFonts w:ascii="Wingdings" w:hAnsi="Wingdings" w:hint="default"/>
      </w:rPr>
    </w:lvl>
    <w:lvl w:ilvl="3" w:tplc="7632C700" w:tentative="1">
      <w:start w:val="1"/>
      <w:numFmt w:val="bullet"/>
      <w:lvlText w:val=""/>
      <w:lvlJc w:val="left"/>
      <w:pPr>
        <w:tabs>
          <w:tab w:val="num" w:pos="2880"/>
        </w:tabs>
        <w:ind w:left="2880" w:hanging="360"/>
      </w:pPr>
      <w:rPr>
        <w:rFonts w:ascii="Wingdings" w:hAnsi="Wingdings" w:hint="default"/>
      </w:rPr>
    </w:lvl>
    <w:lvl w:ilvl="4" w:tplc="E09C4CC4" w:tentative="1">
      <w:start w:val="1"/>
      <w:numFmt w:val="bullet"/>
      <w:lvlText w:val=""/>
      <w:lvlJc w:val="left"/>
      <w:pPr>
        <w:tabs>
          <w:tab w:val="num" w:pos="3600"/>
        </w:tabs>
        <w:ind w:left="3600" w:hanging="360"/>
      </w:pPr>
      <w:rPr>
        <w:rFonts w:ascii="Wingdings" w:hAnsi="Wingdings" w:hint="default"/>
      </w:rPr>
    </w:lvl>
    <w:lvl w:ilvl="5" w:tplc="62109E48" w:tentative="1">
      <w:start w:val="1"/>
      <w:numFmt w:val="bullet"/>
      <w:lvlText w:val=""/>
      <w:lvlJc w:val="left"/>
      <w:pPr>
        <w:tabs>
          <w:tab w:val="num" w:pos="4320"/>
        </w:tabs>
        <w:ind w:left="4320" w:hanging="360"/>
      </w:pPr>
      <w:rPr>
        <w:rFonts w:ascii="Wingdings" w:hAnsi="Wingdings" w:hint="default"/>
      </w:rPr>
    </w:lvl>
    <w:lvl w:ilvl="6" w:tplc="CC266D56" w:tentative="1">
      <w:start w:val="1"/>
      <w:numFmt w:val="bullet"/>
      <w:lvlText w:val=""/>
      <w:lvlJc w:val="left"/>
      <w:pPr>
        <w:tabs>
          <w:tab w:val="num" w:pos="5040"/>
        </w:tabs>
        <w:ind w:left="5040" w:hanging="360"/>
      </w:pPr>
      <w:rPr>
        <w:rFonts w:ascii="Wingdings" w:hAnsi="Wingdings" w:hint="default"/>
      </w:rPr>
    </w:lvl>
    <w:lvl w:ilvl="7" w:tplc="DD50FFAE" w:tentative="1">
      <w:start w:val="1"/>
      <w:numFmt w:val="bullet"/>
      <w:lvlText w:val=""/>
      <w:lvlJc w:val="left"/>
      <w:pPr>
        <w:tabs>
          <w:tab w:val="num" w:pos="5760"/>
        </w:tabs>
        <w:ind w:left="5760" w:hanging="360"/>
      </w:pPr>
      <w:rPr>
        <w:rFonts w:ascii="Wingdings" w:hAnsi="Wingdings" w:hint="default"/>
      </w:rPr>
    </w:lvl>
    <w:lvl w:ilvl="8" w:tplc="46D8195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DA601F4"/>
    <w:multiLevelType w:val="hybridMultilevel"/>
    <w:tmpl w:val="4E463EF2"/>
    <w:lvl w:ilvl="0" w:tplc="D362D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64F"/>
    <w:rsid w:val="00000399"/>
    <w:rsid w:val="0000121E"/>
    <w:rsid w:val="000012DA"/>
    <w:rsid w:val="0000246E"/>
    <w:rsid w:val="00003862"/>
    <w:rsid w:val="00006500"/>
    <w:rsid w:val="0000717C"/>
    <w:rsid w:val="00007A4B"/>
    <w:rsid w:val="00012A35"/>
    <w:rsid w:val="00016099"/>
    <w:rsid w:val="00017DC2"/>
    <w:rsid w:val="00021522"/>
    <w:rsid w:val="00023471"/>
    <w:rsid w:val="00023F13"/>
    <w:rsid w:val="000241E1"/>
    <w:rsid w:val="00030634"/>
    <w:rsid w:val="000319C1"/>
    <w:rsid w:val="00031A8B"/>
    <w:rsid w:val="00031BCA"/>
    <w:rsid w:val="000330FA"/>
    <w:rsid w:val="00033123"/>
    <w:rsid w:val="0003362F"/>
    <w:rsid w:val="000355FE"/>
    <w:rsid w:val="00036B63"/>
    <w:rsid w:val="00037E1A"/>
    <w:rsid w:val="00043495"/>
    <w:rsid w:val="000447EF"/>
    <w:rsid w:val="00046A75"/>
    <w:rsid w:val="00047312"/>
    <w:rsid w:val="000508BD"/>
    <w:rsid w:val="000517AB"/>
    <w:rsid w:val="00051A33"/>
    <w:rsid w:val="000522DD"/>
    <w:rsid w:val="00052561"/>
    <w:rsid w:val="0005339C"/>
    <w:rsid w:val="0005571B"/>
    <w:rsid w:val="00055BCF"/>
    <w:rsid w:val="00057AB3"/>
    <w:rsid w:val="00060076"/>
    <w:rsid w:val="00060432"/>
    <w:rsid w:val="00060D87"/>
    <w:rsid w:val="000615A5"/>
    <w:rsid w:val="0006404B"/>
    <w:rsid w:val="00064E4C"/>
    <w:rsid w:val="000651E9"/>
    <w:rsid w:val="00066577"/>
    <w:rsid w:val="00066871"/>
    <w:rsid w:val="00066901"/>
    <w:rsid w:val="00071A30"/>
    <w:rsid w:val="00071BEE"/>
    <w:rsid w:val="000735D7"/>
    <w:rsid w:val="000736CD"/>
    <w:rsid w:val="0007533B"/>
    <w:rsid w:val="0007545D"/>
    <w:rsid w:val="000760BF"/>
    <w:rsid w:val="0007613E"/>
    <w:rsid w:val="00076BFC"/>
    <w:rsid w:val="0007770E"/>
    <w:rsid w:val="000814A7"/>
    <w:rsid w:val="000853C8"/>
    <w:rsid w:val="0008557B"/>
    <w:rsid w:val="00085CE7"/>
    <w:rsid w:val="000900F6"/>
    <w:rsid w:val="000906EE"/>
    <w:rsid w:val="00091BA2"/>
    <w:rsid w:val="0009363C"/>
    <w:rsid w:val="000944EF"/>
    <w:rsid w:val="00096BF2"/>
    <w:rsid w:val="0009732D"/>
    <w:rsid w:val="000973F0"/>
    <w:rsid w:val="000A1296"/>
    <w:rsid w:val="000A1C27"/>
    <w:rsid w:val="000A1DAD"/>
    <w:rsid w:val="000A2649"/>
    <w:rsid w:val="000A323B"/>
    <w:rsid w:val="000B0935"/>
    <w:rsid w:val="000B298D"/>
    <w:rsid w:val="000B523B"/>
    <w:rsid w:val="000B5B2D"/>
    <w:rsid w:val="000B5DCE"/>
    <w:rsid w:val="000C04FE"/>
    <w:rsid w:val="000C05BA"/>
    <w:rsid w:val="000C0E8F"/>
    <w:rsid w:val="000C169B"/>
    <w:rsid w:val="000C1B41"/>
    <w:rsid w:val="000C4BC4"/>
    <w:rsid w:val="000D0110"/>
    <w:rsid w:val="000D2468"/>
    <w:rsid w:val="000D318A"/>
    <w:rsid w:val="000D4372"/>
    <w:rsid w:val="000D6173"/>
    <w:rsid w:val="000D6F83"/>
    <w:rsid w:val="000E14F6"/>
    <w:rsid w:val="000E25CC"/>
    <w:rsid w:val="000E3694"/>
    <w:rsid w:val="000E490F"/>
    <w:rsid w:val="000E6241"/>
    <w:rsid w:val="000E6BFC"/>
    <w:rsid w:val="000E7065"/>
    <w:rsid w:val="000F25D7"/>
    <w:rsid w:val="000F2BE3"/>
    <w:rsid w:val="000F3D0D"/>
    <w:rsid w:val="000F4A7D"/>
    <w:rsid w:val="000F6ED4"/>
    <w:rsid w:val="000F7160"/>
    <w:rsid w:val="000F7A6E"/>
    <w:rsid w:val="001018FC"/>
    <w:rsid w:val="001042BA"/>
    <w:rsid w:val="00104ACF"/>
    <w:rsid w:val="00106D03"/>
    <w:rsid w:val="001075F5"/>
    <w:rsid w:val="00110465"/>
    <w:rsid w:val="00110628"/>
    <w:rsid w:val="0011245A"/>
    <w:rsid w:val="0011403E"/>
    <w:rsid w:val="0011493E"/>
    <w:rsid w:val="001150CF"/>
    <w:rsid w:val="00115B72"/>
    <w:rsid w:val="001209EC"/>
    <w:rsid w:val="00120A9E"/>
    <w:rsid w:val="00122D7E"/>
    <w:rsid w:val="00125A9C"/>
    <w:rsid w:val="001270A2"/>
    <w:rsid w:val="001310FF"/>
    <w:rsid w:val="00131237"/>
    <w:rsid w:val="00132949"/>
    <w:rsid w:val="001329AC"/>
    <w:rsid w:val="001342A8"/>
    <w:rsid w:val="00134CA0"/>
    <w:rsid w:val="0014026F"/>
    <w:rsid w:val="001426C9"/>
    <w:rsid w:val="00143E06"/>
    <w:rsid w:val="00143F15"/>
    <w:rsid w:val="00147A47"/>
    <w:rsid w:val="00147AA1"/>
    <w:rsid w:val="001520CF"/>
    <w:rsid w:val="0015667C"/>
    <w:rsid w:val="00157110"/>
    <w:rsid w:val="0015742A"/>
    <w:rsid w:val="00157DA1"/>
    <w:rsid w:val="00160A09"/>
    <w:rsid w:val="001625A1"/>
    <w:rsid w:val="00163147"/>
    <w:rsid w:val="00164C57"/>
    <w:rsid w:val="00164C9D"/>
    <w:rsid w:val="001707BE"/>
    <w:rsid w:val="00172F7A"/>
    <w:rsid w:val="00173150"/>
    <w:rsid w:val="00173390"/>
    <w:rsid w:val="001736F0"/>
    <w:rsid w:val="00173BB3"/>
    <w:rsid w:val="001740D0"/>
    <w:rsid w:val="00174F2C"/>
    <w:rsid w:val="00180F2A"/>
    <w:rsid w:val="00183B48"/>
    <w:rsid w:val="00184B91"/>
    <w:rsid w:val="00184D4A"/>
    <w:rsid w:val="001862A4"/>
    <w:rsid w:val="00186EC1"/>
    <w:rsid w:val="00191E1F"/>
    <w:rsid w:val="001938BE"/>
    <w:rsid w:val="0019473B"/>
    <w:rsid w:val="001952B1"/>
    <w:rsid w:val="00196E39"/>
    <w:rsid w:val="00197649"/>
    <w:rsid w:val="001A01FB"/>
    <w:rsid w:val="001A10E9"/>
    <w:rsid w:val="001A183D"/>
    <w:rsid w:val="001A2B65"/>
    <w:rsid w:val="001A3CD3"/>
    <w:rsid w:val="001A5BEF"/>
    <w:rsid w:val="001A6D78"/>
    <w:rsid w:val="001A7F15"/>
    <w:rsid w:val="001B0AFC"/>
    <w:rsid w:val="001B0C8E"/>
    <w:rsid w:val="001B0F48"/>
    <w:rsid w:val="001B342E"/>
    <w:rsid w:val="001B3D6F"/>
    <w:rsid w:val="001C1832"/>
    <w:rsid w:val="001C188C"/>
    <w:rsid w:val="001D0A9F"/>
    <w:rsid w:val="001D1783"/>
    <w:rsid w:val="001D19F2"/>
    <w:rsid w:val="001D4DBB"/>
    <w:rsid w:val="001D53CD"/>
    <w:rsid w:val="001D55A3"/>
    <w:rsid w:val="001D5AF5"/>
    <w:rsid w:val="001D732E"/>
    <w:rsid w:val="001E0110"/>
    <w:rsid w:val="001E1E73"/>
    <w:rsid w:val="001E4E0C"/>
    <w:rsid w:val="001E526D"/>
    <w:rsid w:val="001E5655"/>
    <w:rsid w:val="001E6157"/>
    <w:rsid w:val="001F1832"/>
    <w:rsid w:val="001F18D6"/>
    <w:rsid w:val="001F20FD"/>
    <w:rsid w:val="001F220F"/>
    <w:rsid w:val="001F25B3"/>
    <w:rsid w:val="001F6616"/>
    <w:rsid w:val="001F66A2"/>
    <w:rsid w:val="002002C7"/>
    <w:rsid w:val="00201223"/>
    <w:rsid w:val="00202BD4"/>
    <w:rsid w:val="00204A97"/>
    <w:rsid w:val="002054C3"/>
    <w:rsid w:val="00210C01"/>
    <w:rsid w:val="002114EF"/>
    <w:rsid w:val="00213ADC"/>
    <w:rsid w:val="002142DC"/>
    <w:rsid w:val="002166AD"/>
    <w:rsid w:val="00216C61"/>
    <w:rsid w:val="00216F1E"/>
    <w:rsid w:val="0021749B"/>
    <w:rsid w:val="00217871"/>
    <w:rsid w:val="00221ED8"/>
    <w:rsid w:val="002231EA"/>
    <w:rsid w:val="00223FDF"/>
    <w:rsid w:val="00225546"/>
    <w:rsid w:val="002273CF"/>
    <w:rsid w:val="002279C0"/>
    <w:rsid w:val="00234B64"/>
    <w:rsid w:val="0023727E"/>
    <w:rsid w:val="00242081"/>
    <w:rsid w:val="00242DA8"/>
    <w:rsid w:val="00243777"/>
    <w:rsid w:val="002441CD"/>
    <w:rsid w:val="00245584"/>
    <w:rsid w:val="00247A62"/>
    <w:rsid w:val="002501A3"/>
    <w:rsid w:val="00250221"/>
    <w:rsid w:val="0025166C"/>
    <w:rsid w:val="002555D4"/>
    <w:rsid w:val="00261A16"/>
    <w:rsid w:val="00263522"/>
    <w:rsid w:val="00264EC6"/>
    <w:rsid w:val="00265178"/>
    <w:rsid w:val="00265FFE"/>
    <w:rsid w:val="00267527"/>
    <w:rsid w:val="002702A3"/>
    <w:rsid w:val="00271013"/>
    <w:rsid w:val="00271AF7"/>
    <w:rsid w:val="00273A3A"/>
    <w:rsid w:val="00273EE3"/>
    <w:rsid w:val="00273FE4"/>
    <w:rsid w:val="002765B4"/>
    <w:rsid w:val="00276A94"/>
    <w:rsid w:val="00293955"/>
    <w:rsid w:val="0029405D"/>
    <w:rsid w:val="00294FA6"/>
    <w:rsid w:val="00295A6F"/>
    <w:rsid w:val="002A095F"/>
    <w:rsid w:val="002A20C4"/>
    <w:rsid w:val="002A570F"/>
    <w:rsid w:val="002A7292"/>
    <w:rsid w:val="002A7358"/>
    <w:rsid w:val="002A7902"/>
    <w:rsid w:val="002B0F6B"/>
    <w:rsid w:val="002B23B8"/>
    <w:rsid w:val="002B3F39"/>
    <w:rsid w:val="002B3FF5"/>
    <w:rsid w:val="002B4429"/>
    <w:rsid w:val="002B4FB9"/>
    <w:rsid w:val="002B68A6"/>
    <w:rsid w:val="002B7FAF"/>
    <w:rsid w:val="002C3FBF"/>
    <w:rsid w:val="002C52EA"/>
    <w:rsid w:val="002C7288"/>
    <w:rsid w:val="002D0C4F"/>
    <w:rsid w:val="002D1364"/>
    <w:rsid w:val="002D44F1"/>
    <w:rsid w:val="002D4D30"/>
    <w:rsid w:val="002D5000"/>
    <w:rsid w:val="002D598D"/>
    <w:rsid w:val="002D5CFA"/>
    <w:rsid w:val="002D7188"/>
    <w:rsid w:val="002E183A"/>
    <w:rsid w:val="002E1DE3"/>
    <w:rsid w:val="002E2091"/>
    <w:rsid w:val="002E2695"/>
    <w:rsid w:val="002E2AB6"/>
    <w:rsid w:val="002E306C"/>
    <w:rsid w:val="002E3F34"/>
    <w:rsid w:val="002E53BE"/>
    <w:rsid w:val="002E5F79"/>
    <w:rsid w:val="002E64FA"/>
    <w:rsid w:val="002E784F"/>
    <w:rsid w:val="002F0A00"/>
    <w:rsid w:val="002F0CFA"/>
    <w:rsid w:val="002F2974"/>
    <w:rsid w:val="002F669F"/>
    <w:rsid w:val="002F6773"/>
    <w:rsid w:val="00301C97"/>
    <w:rsid w:val="00307457"/>
    <w:rsid w:val="00307FED"/>
    <w:rsid w:val="0031004C"/>
    <w:rsid w:val="003105F6"/>
    <w:rsid w:val="00311297"/>
    <w:rsid w:val="003113BE"/>
    <w:rsid w:val="003122CA"/>
    <w:rsid w:val="003148FD"/>
    <w:rsid w:val="003171B6"/>
    <w:rsid w:val="00317A54"/>
    <w:rsid w:val="00321080"/>
    <w:rsid w:val="00322D45"/>
    <w:rsid w:val="00323477"/>
    <w:rsid w:val="0032569A"/>
    <w:rsid w:val="00325A1F"/>
    <w:rsid w:val="003268F9"/>
    <w:rsid w:val="00330BAF"/>
    <w:rsid w:val="00334E3A"/>
    <w:rsid w:val="003361DD"/>
    <w:rsid w:val="00336200"/>
    <w:rsid w:val="00341A6A"/>
    <w:rsid w:val="003436F4"/>
    <w:rsid w:val="00345636"/>
    <w:rsid w:val="00345B9C"/>
    <w:rsid w:val="00352DAE"/>
    <w:rsid w:val="00354EB9"/>
    <w:rsid w:val="003602AE"/>
    <w:rsid w:val="00360929"/>
    <w:rsid w:val="0036270B"/>
    <w:rsid w:val="003647D5"/>
    <w:rsid w:val="00365013"/>
    <w:rsid w:val="003674B0"/>
    <w:rsid w:val="00370275"/>
    <w:rsid w:val="003703A8"/>
    <w:rsid w:val="003735C4"/>
    <w:rsid w:val="00375E8D"/>
    <w:rsid w:val="0037727C"/>
    <w:rsid w:val="00377E70"/>
    <w:rsid w:val="00380904"/>
    <w:rsid w:val="003823EE"/>
    <w:rsid w:val="00382960"/>
    <w:rsid w:val="00383785"/>
    <w:rsid w:val="003846F7"/>
    <w:rsid w:val="003851ED"/>
    <w:rsid w:val="00385B39"/>
    <w:rsid w:val="00385DDA"/>
    <w:rsid w:val="00386785"/>
    <w:rsid w:val="00386ADA"/>
    <w:rsid w:val="003878F4"/>
    <w:rsid w:val="00390E89"/>
    <w:rsid w:val="00391B1A"/>
    <w:rsid w:val="00394423"/>
    <w:rsid w:val="00396942"/>
    <w:rsid w:val="00396B49"/>
    <w:rsid w:val="00396E3E"/>
    <w:rsid w:val="003A306E"/>
    <w:rsid w:val="003A38D4"/>
    <w:rsid w:val="003A60DC"/>
    <w:rsid w:val="003A6A46"/>
    <w:rsid w:val="003A705A"/>
    <w:rsid w:val="003A7A63"/>
    <w:rsid w:val="003B000C"/>
    <w:rsid w:val="003B0F1D"/>
    <w:rsid w:val="003B3E49"/>
    <w:rsid w:val="003B4A57"/>
    <w:rsid w:val="003B5259"/>
    <w:rsid w:val="003B79DA"/>
    <w:rsid w:val="003B7AD7"/>
    <w:rsid w:val="003C0AD9"/>
    <w:rsid w:val="003C0ED0"/>
    <w:rsid w:val="003C11CE"/>
    <w:rsid w:val="003C1D49"/>
    <w:rsid w:val="003C35C4"/>
    <w:rsid w:val="003C4EE9"/>
    <w:rsid w:val="003D12C2"/>
    <w:rsid w:val="003D1BBC"/>
    <w:rsid w:val="003D31B9"/>
    <w:rsid w:val="003D3867"/>
    <w:rsid w:val="003D3A49"/>
    <w:rsid w:val="003D4084"/>
    <w:rsid w:val="003D57D2"/>
    <w:rsid w:val="003E0D1A"/>
    <w:rsid w:val="003E23C6"/>
    <w:rsid w:val="003E2DA3"/>
    <w:rsid w:val="003E78E2"/>
    <w:rsid w:val="003F020D"/>
    <w:rsid w:val="003F03D9"/>
    <w:rsid w:val="003F2FBE"/>
    <w:rsid w:val="003F318D"/>
    <w:rsid w:val="003F5BAE"/>
    <w:rsid w:val="003F6ED7"/>
    <w:rsid w:val="00401C84"/>
    <w:rsid w:val="00402655"/>
    <w:rsid w:val="00403210"/>
    <w:rsid w:val="004035BB"/>
    <w:rsid w:val="004035EB"/>
    <w:rsid w:val="00404E7A"/>
    <w:rsid w:val="00405711"/>
    <w:rsid w:val="00407332"/>
    <w:rsid w:val="004073CB"/>
    <w:rsid w:val="00407828"/>
    <w:rsid w:val="00413D8E"/>
    <w:rsid w:val="004140F2"/>
    <w:rsid w:val="0041619E"/>
    <w:rsid w:val="00417B22"/>
    <w:rsid w:val="00421085"/>
    <w:rsid w:val="0042465E"/>
    <w:rsid w:val="00424DF7"/>
    <w:rsid w:val="00427F72"/>
    <w:rsid w:val="00432B76"/>
    <w:rsid w:val="00434D01"/>
    <w:rsid w:val="00435D26"/>
    <w:rsid w:val="00437603"/>
    <w:rsid w:val="00440C99"/>
    <w:rsid w:val="0044175C"/>
    <w:rsid w:val="00445F4D"/>
    <w:rsid w:val="004504C0"/>
    <w:rsid w:val="0045095E"/>
    <w:rsid w:val="0045222E"/>
    <w:rsid w:val="004550FB"/>
    <w:rsid w:val="0046111A"/>
    <w:rsid w:val="00462946"/>
    <w:rsid w:val="00463578"/>
    <w:rsid w:val="00463F43"/>
    <w:rsid w:val="00464B94"/>
    <w:rsid w:val="004653A8"/>
    <w:rsid w:val="00465A0B"/>
    <w:rsid w:val="00465F91"/>
    <w:rsid w:val="00467551"/>
    <w:rsid w:val="0047077C"/>
    <w:rsid w:val="00470B05"/>
    <w:rsid w:val="0047207C"/>
    <w:rsid w:val="004721BE"/>
    <w:rsid w:val="00472CD6"/>
    <w:rsid w:val="00474E3C"/>
    <w:rsid w:val="004751CC"/>
    <w:rsid w:val="00480A58"/>
    <w:rsid w:val="00482151"/>
    <w:rsid w:val="0048293B"/>
    <w:rsid w:val="00483997"/>
    <w:rsid w:val="00485FAD"/>
    <w:rsid w:val="00487AED"/>
    <w:rsid w:val="00491EDF"/>
    <w:rsid w:val="00492A3F"/>
    <w:rsid w:val="00494F62"/>
    <w:rsid w:val="00495B6F"/>
    <w:rsid w:val="004A2001"/>
    <w:rsid w:val="004A3590"/>
    <w:rsid w:val="004B00A7"/>
    <w:rsid w:val="004B25E2"/>
    <w:rsid w:val="004B30BA"/>
    <w:rsid w:val="004B34D7"/>
    <w:rsid w:val="004B4E75"/>
    <w:rsid w:val="004B5037"/>
    <w:rsid w:val="004B5B2F"/>
    <w:rsid w:val="004B626A"/>
    <w:rsid w:val="004B660E"/>
    <w:rsid w:val="004C04A8"/>
    <w:rsid w:val="004C05BD"/>
    <w:rsid w:val="004C116E"/>
    <w:rsid w:val="004C3B06"/>
    <w:rsid w:val="004C3F97"/>
    <w:rsid w:val="004C7EE7"/>
    <w:rsid w:val="004D2DEE"/>
    <w:rsid w:val="004D2E1F"/>
    <w:rsid w:val="004D3368"/>
    <w:rsid w:val="004D7FD9"/>
    <w:rsid w:val="004E1324"/>
    <w:rsid w:val="004E19A5"/>
    <w:rsid w:val="004E1C3F"/>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1FF9"/>
    <w:rsid w:val="005128D3"/>
    <w:rsid w:val="0051301C"/>
    <w:rsid w:val="005147E8"/>
    <w:rsid w:val="005158F2"/>
    <w:rsid w:val="00517F18"/>
    <w:rsid w:val="00520449"/>
    <w:rsid w:val="005212AB"/>
    <w:rsid w:val="00523AC1"/>
    <w:rsid w:val="00526DFC"/>
    <w:rsid w:val="00526F43"/>
    <w:rsid w:val="00527651"/>
    <w:rsid w:val="005363AB"/>
    <w:rsid w:val="00540DDB"/>
    <w:rsid w:val="00542678"/>
    <w:rsid w:val="00544EF4"/>
    <w:rsid w:val="00545E53"/>
    <w:rsid w:val="00547752"/>
    <w:rsid w:val="005479D9"/>
    <w:rsid w:val="00550C6F"/>
    <w:rsid w:val="00551F64"/>
    <w:rsid w:val="00555A54"/>
    <w:rsid w:val="005572BD"/>
    <w:rsid w:val="00557A12"/>
    <w:rsid w:val="00557FFD"/>
    <w:rsid w:val="00560A68"/>
    <w:rsid w:val="00560AC7"/>
    <w:rsid w:val="00561AFB"/>
    <w:rsid w:val="00561FA8"/>
    <w:rsid w:val="00563035"/>
    <w:rsid w:val="005635ED"/>
    <w:rsid w:val="00565253"/>
    <w:rsid w:val="00567331"/>
    <w:rsid w:val="00570191"/>
    <w:rsid w:val="00570570"/>
    <w:rsid w:val="00572512"/>
    <w:rsid w:val="00573EE6"/>
    <w:rsid w:val="00574E14"/>
    <w:rsid w:val="0057547F"/>
    <w:rsid w:val="005754EE"/>
    <w:rsid w:val="0057617E"/>
    <w:rsid w:val="00576497"/>
    <w:rsid w:val="005835E7"/>
    <w:rsid w:val="0058397F"/>
    <w:rsid w:val="00583BF8"/>
    <w:rsid w:val="005843EA"/>
    <w:rsid w:val="00585F33"/>
    <w:rsid w:val="00591124"/>
    <w:rsid w:val="00597024"/>
    <w:rsid w:val="005971EF"/>
    <w:rsid w:val="005A0274"/>
    <w:rsid w:val="005A095C"/>
    <w:rsid w:val="005A16EA"/>
    <w:rsid w:val="005A669D"/>
    <w:rsid w:val="005A75D8"/>
    <w:rsid w:val="005B4797"/>
    <w:rsid w:val="005B713E"/>
    <w:rsid w:val="005B795F"/>
    <w:rsid w:val="005B7BF3"/>
    <w:rsid w:val="005C03B6"/>
    <w:rsid w:val="005C348E"/>
    <w:rsid w:val="005C443A"/>
    <w:rsid w:val="005C5AD4"/>
    <w:rsid w:val="005C68E1"/>
    <w:rsid w:val="005D17D7"/>
    <w:rsid w:val="005D3763"/>
    <w:rsid w:val="005D55E1"/>
    <w:rsid w:val="005D5D3B"/>
    <w:rsid w:val="005E19F7"/>
    <w:rsid w:val="005E4F04"/>
    <w:rsid w:val="005E62C2"/>
    <w:rsid w:val="005E6C71"/>
    <w:rsid w:val="005E7BE9"/>
    <w:rsid w:val="005F0963"/>
    <w:rsid w:val="005F2824"/>
    <w:rsid w:val="005F2EBA"/>
    <w:rsid w:val="005F35ED"/>
    <w:rsid w:val="005F6E85"/>
    <w:rsid w:val="005F7812"/>
    <w:rsid w:val="005F7827"/>
    <w:rsid w:val="005F7A88"/>
    <w:rsid w:val="00601C9E"/>
    <w:rsid w:val="00603A1A"/>
    <w:rsid w:val="006046D5"/>
    <w:rsid w:val="0060610E"/>
    <w:rsid w:val="00607A93"/>
    <w:rsid w:val="00610C08"/>
    <w:rsid w:val="00611F74"/>
    <w:rsid w:val="00615772"/>
    <w:rsid w:val="00621256"/>
    <w:rsid w:val="00621FCC"/>
    <w:rsid w:val="00622E4B"/>
    <w:rsid w:val="00623C03"/>
    <w:rsid w:val="006333DA"/>
    <w:rsid w:val="00635134"/>
    <w:rsid w:val="006356E2"/>
    <w:rsid w:val="00635DE0"/>
    <w:rsid w:val="0063668D"/>
    <w:rsid w:val="00636782"/>
    <w:rsid w:val="00640957"/>
    <w:rsid w:val="00640EFC"/>
    <w:rsid w:val="00642A65"/>
    <w:rsid w:val="00642E4C"/>
    <w:rsid w:val="006437AF"/>
    <w:rsid w:val="00644F64"/>
    <w:rsid w:val="00645DCE"/>
    <w:rsid w:val="006465AC"/>
    <w:rsid w:val="006465BF"/>
    <w:rsid w:val="00653B22"/>
    <w:rsid w:val="00657BF4"/>
    <w:rsid w:val="006603FB"/>
    <w:rsid w:val="006608DF"/>
    <w:rsid w:val="006623AC"/>
    <w:rsid w:val="00664BB8"/>
    <w:rsid w:val="006678AF"/>
    <w:rsid w:val="006701EF"/>
    <w:rsid w:val="006729AC"/>
    <w:rsid w:val="00673B0A"/>
    <w:rsid w:val="00673BA5"/>
    <w:rsid w:val="00680058"/>
    <w:rsid w:val="00681F9F"/>
    <w:rsid w:val="00682DA9"/>
    <w:rsid w:val="00683952"/>
    <w:rsid w:val="006840EA"/>
    <w:rsid w:val="006844E2"/>
    <w:rsid w:val="00685267"/>
    <w:rsid w:val="006872AE"/>
    <w:rsid w:val="00690082"/>
    <w:rsid w:val="00690252"/>
    <w:rsid w:val="00691EE6"/>
    <w:rsid w:val="006946BB"/>
    <w:rsid w:val="006969FA"/>
    <w:rsid w:val="006A35D5"/>
    <w:rsid w:val="006A748A"/>
    <w:rsid w:val="006C0D0F"/>
    <w:rsid w:val="006C419E"/>
    <w:rsid w:val="006C4A31"/>
    <w:rsid w:val="006C5AC2"/>
    <w:rsid w:val="006C6AFB"/>
    <w:rsid w:val="006D2735"/>
    <w:rsid w:val="006D45B2"/>
    <w:rsid w:val="006E0A8A"/>
    <w:rsid w:val="006E0FCC"/>
    <w:rsid w:val="006E1E96"/>
    <w:rsid w:val="006E258D"/>
    <w:rsid w:val="006E5E21"/>
    <w:rsid w:val="006E72E3"/>
    <w:rsid w:val="006E7B6B"/>
    <w:rsid w:val="006E7BA6"/>
    <w:rsid w:val="006F215D"/>
    <w:rsid w:val="006F2648"/>
    <w:rsid w:val="006F2F10"/>
    <w:rsid w:val="006F482B"/>
    <w:rsid w:val="006F6311"/>
    <w:rsid w:val="00701952"/>
    <w:rsid w:val="00702556"/>
    <w:rsid w:val="0070277E"/>
    <w:rsid w:val="00704156"/>
    <w:rsid w:val="007069FC"/>
    <w:rsid w:val="00711221"/>
    <w:rsid w:val="00712675"/>
    <w:rsid w:val="00713808"/>
    <w:rsid w:val="00714EE5"/>
    <w:rsid w:val="007150E2"/>
    <w:rsid w:val="007151B6"/>
    <w:rsid w:val="0071520D"/>
    <w:rsid w:val="00715EDB"/>
    <w:rsid w:val="007160D5"/>
    <w:rsid w:val="007163FB"/>
    <w:rsid w:val="00717C2E"/>
    <w:rsid w:val="00717E15"/>
    <w:rsid w:val="007204FA"/>
    <w:rsid w:val="00720F24"/>
    <w:rsid w:val="007213B3"/>
    <w:rsid w:val="0072457F"/>
    <w:rsid w:val="007251BB"/>
    <w:rsid w:val="00725406"/>
    <w:rsid w:val="00725974"/>
    <w:rsid w:val="0072621B"/>
    <w:rsid w:val="00726849"/>
    <w:rsid w:val="00730555"/>
    <w:rsid w:val="007312CC"/>
    <w:rsid w:val="0073448C"/>
    <w:rsid w:val="00736A64"/>
    <w:rsid w:val="00737F4C"/>
    <w:rsid w:val="00737F6A"/>
    <w:rsid w:val="007410B6"/>
    <w:rsid w:val="007419E0"/>
    <w:rsid w:val="00742C1F"/>
    <w:rsid w:val="00744C6F"/>
    <w:rsid w:val="007457F6"/>
    <w:rsid w:val="00745ABB"/>
    <w:rsid w:val="00746E38"/>
    <w:rsid w:val="00747CD5"/>
    <w:rsid w:val="00747E52"/>
    <w:rsid w:val="00751B21"/>
    <w:rsid w:val="00753B51"/>
    <w:rsid w:val="0075555D"/>
    <w:rsid w:val="00756629"/>
    <w:rsid w:val="007575D2"/>
    <w:rsid w:val="00757B4F"/>
    <w:rsid w:val="00757B6A"/>
    <w:rsid w:val="007610E0"/>
    <w:rsid w:val="007621AA"/>
    <w:rsid w:val="0076260A"/>
    <w:rsid w:val="00764A67"/>
    <w:rsid w:val="007659A4"/>
    <w:rsid w:val="007702FD"/>
    <w:rsid w:val="00770F6B"/>
    <w:rsid w:val="007715D9"/>
    <w:rsid w:val="00771883"/>
    <w:rsid w:val="00776DC2"/>
    <w:rsid w:val="00780122"/>
    <w:rsid w:val="007819BC"/>
    <w:rsid w:val="00781FEF"/>
    <w:rsid w:val="0078214B"/>
    <w:rsid w:val="007825CE"/>
    <w:rsid w:val="00782B32"/>
    <w:rsid w:val="00783564"/>
    <w:rsid w:val="0078498A"/>
    <w:rsid w:val="007878FE"/>
    <w:rsid w:val="00792207"/>
    <w:rsid w:val="00792B64"/>
    <w:rsid w:val="00792E29"/>
    <w:rsid w:val="0079379A"/>
    <w:rsid w:val="00794953"/>
    <w:rsid w:val="007A1F2F"/>
    <w:rsid w:val="007A2A5C"/>
    <w:rsid w:val="007A5150"/>
    <w:rsid w:val="007A521B"/>
    <w:rsid w:val="007A5373"/>
    <w:rsid w:val="007A74DA"/>
    <w:rsid w:val="007A789F"/>
    <w:rsid w:val="007B26DC"/>
    <w:rsid w:val="007B2CFD"/>
    <w:rsid w:val="007B4AA9"/>
    <w:rsid w:val="007B75BC"/>
    <w:rsid w:val="007C036F"/>
    <w:rsid w:val="007C0BD6"/>
    <w:rsid w:val="007C3806"/>
    <w:rsid w:val="007C5BB7"/>
    <w:rsid w:val="007C6C5A"/>
    <w:rsid w:val="007D07D5"/>
    <w:rsid w:val="007D1C64"/>
    <w:rsid w:val="007D25CC"/>
    <w:rsid w:val="007D32DD"/>
    <w:rsid w:val="007D48B1"/>
    <w:rsid w:val="007D6DCE"/>
    <w:rsid w:val="007D72C4"/>
    <w:rsid w:val="007E230D"/>
    <w:rsid w:val="007E2CFE"/>
    <w:rsid w:val="007E349C"/>
    <w:rsid w:val="007E4FE0"/>
    <w:rsid w:val="007E59C9"/>
    <w:rsid w:val="007E606D"/>
    <w:rsid w:val="007E6F26"/>
    <w:rsid w:val="007F0072"/>
    <w:rsid w:val="007F2EB6"/>
    <w:rsid w:val="007F3525"/>
    <w:rsid w:val="007F54C3"/>
    <w:rsid w:val="008021D5"/>
    <w:rsid w:val="00802949"/>
    <w:rsid w:val="0080301E"/>
    <w:rsid w:val="0080365F"/>
    <w:rsid w:val="00806AA6"/>
    <w:rsid w:val="008075AE"/>
    <w:rsid w:val="00810AD6"/>
    <w:rsid w:val="00812BE5"/>
    <w:rsid w:val="00812E09"/>
    <w:rsid w:val="00813A30"/>
    <w:rsid w:val="00816DA9"/>
    <w:rsid w:val="00816E55"/>
    <w:rsid w:val="00817429"/>
    <w:rsid w:val="00817CCF"/>
    <w:rsid w:val="00821514"/>
    <w:rsid w:val="00821E35"/>
    <w:rsid w:val="00824591"/>
    <w:rsid w:val="00824AED"/>
    <w:rsid w:val="00824C33"/>
    <w:rsid w:val="00824E10"/>
    <w:rsid w:val="00827820"/>
    <w:rsid w:val="00827E2D"/>
    <w:rsid w:val="00830BC6"/>
    <w:rsid w:val="008314D0"/>
    <w:rsid w:val="00831B8B"/>
    <w:rsid w:val="00832ECE"/>
    <w:rsid w:val="0083405D"/>
    <w:rsid w:val="008352D4"/>
    <w:rsid w:val="00836DB9"/>
    <w:rsid w:val="00837C67"/>
    <w:rsid w:val="00840E83"/>
    <w:rsid w:val="008415B0"/>
    <w:rsid w:val="00842028"/>
    <w:rsid w:val="008436B8"/>
    <w:rsid w:val="008460B6"/>
    <w:rsid w:val="00847DD8"/>
    <w:rsid w:val="00850C9D"/>
    <w:rsid w:val="00852B59"/>
    <w:rsid w:val="00856272"/>
    <w:rsid w:val="008563FF"/>
    <w:rsid w:val="00857E91"/>
    <w:rsid w:val="0086018B"/>
    <w:rsid w:val="008604CF"/>
    <w:rsid w:val="008611DD"/>
    <w:rsid w:val="008620DE"/>
    <w:rsid w:val="00863890"/>
    <w:rsid w:val="0086448E"/>
    <w:rsid w:val="008644E0"/>
    <w:rsid w:val="00866867"/>
    <w:rsid w:val="00872257"/>
    <w:rsid w:val="00872919"/>
    <w:rsid w:val="0087386F"/>
    <w:rsid w:val="008753E6"/>
    <w:rsid w:val="00876F30"/>
    <w:rsid w:val="0087738C"/>
    <w:rsid w:val="00877C04"/>
    <w:rsid w:val="008802AF"/>
    <w:rsid w:val="00881926"/>
    <w:rsid w:val="0088318F"/>
    <w:rsid w:val="0088331D"/>
    <w:rsid w:val="008852B0"/>
    <w:rsid w:val="00885AE7"/>
    <w:rsid w:val="00886B60"/>
    <w:rsid w:val="00887889"/>
    <w:rsid w:val="008920FF"/>
    <w:rsid w:val="008926E8"/>
    <w:rsid w:val="00894F19"/>
    <w:rsid w:val="00895DC0"/>
    <w:rsid w:val="00896A10"/>
    <w:rsid w:val="008971B5"/>
    <w:rsid w:val="00897DEB"/>
    <w:rsid w:val="008A28A3"/>
    <w:rsid w:val="008A5D26"/>
    <w:rsid w:val="008A62BB"/>
    <w:rsid w:val="008A6B13"/>
    <w:rsid w:val="008A6ECB"/>
    <w:rsid w:val="008B0BF9"/>
    <w:rsid w:val="008B0E39"/>
    <w:rsid w:val="008B2866"/>
    <w:rsid w:val="008B33EC"/>
    <w:rsid w:val="008B3859"/>
    <w:rsid w:val="008B436D"/>
    <w:rsid w:val="008B4AF4"/>
    <w:rsid w:val="008B4E49"/>
    <w:rsid w:val="008B6D35"/>
    <w:rsid w:val="008B7712"/>
    <w:rsid w:val="008B7B26"/>
    <w:rsid w:val="008C3524"/>
    <w:rsid w:val="008C4014"/>
    <w:rsid w:val="008C4061"/>
    <w:rsid w:val="008C4229"/>
    <w:rsid w:val="008C5BE0"/>
    <w:rsid w:val="008C7233"/>
    <w:rsid w:val="008D05C1"/>
    <w:rsid w:val="008D2434"/>
    <w:rsid w:val="008D3AE4"/>
    <w:rsid w:val="008D7B21"/>
    <w:rsid w:val="008E171D"/>
    <w:rsid w:val="008E2785"/>
    <w:rsid w:val="008E2D63"/>
    <w:rsid w:val="008E63A4"/>
    <w:rsid w:val="008E78A3"/>
    <w:rsid w:val="008F0654"/>
    <w:rsid w:val="008F06CB"/>
    <w:rsid w:val="008F0FA3"/>
    <w:rsid w:val="008F10D3"/>
    <w:rsid w:val="008F2E83"/>
    <w:rsid w:val="008F612A"/>
    <w:rsid w:val="009018D7"/>
    <w:rsid w:val="0090293D"/>
    <w:rsid w:val="009034DE"/>
    <w:rsid w:val="00905396"/>
    <w:rsid w:val="0090605D"/>
    <w:rsid w:val="00906419"/>
    <w:rsid w:val="00912889"/>
    <w:rsid w:val="00912B70"/>
    <w:rsid w:val="00913A42"/>
    <w:rsid w:val="00914167"/>
    <w:rsid w:val="009143DB"/>
    <w:rsid w:val="00914FAF"/>
    <w:rsid w:val="00915065"/>
    <w:rsid w:val="00917CE5"/>
    <w:rsid w:val="00917FC3"/>
    <w:rsid w:val="00920E5A"/>
    <w:rsid w:val="009217C0"/>
    <w:rsid w:val="00923E9C"/>
    <w:rsid w:val="00925241"/>
    <w:rsid w:val="00925CEC"/>
    <w:rsid w:val="00926A3F"/>
    <w:rsid w:val="0092794E"/>
    <w:rsid w:val="00930D30"/>
    <w:rsid w:val="00932F30"/>
    <w:rsid w:val="009332A2"/>
    <w:rsid w:val="00935BBE"/>
    <w:rsid w:val="00936A1B"/>
    <w:rsid w:val="00937598"/>
    <w:rsid w:val="0093790B"/>
    <w:rsid w:val="00940E25"/>
    <w:rsid w:val="00941A7C"/>
    <w:rsid w:val="00942DE3"/>
    <w:rsid w:val="00943751"/>
    <w:rsid w:val="00946DD0"/>
    <w:rsid w:val="009509E6"/>
    <w:rsid w:val="00952018"/>
    <w:rsid w:val="00952800"/>
    <w:rsid w:val="0095300D"/>
    <w:rsid w:val="009531F6"/>
    <w:rsid w:val="00956345"/>
    <w:rsid w:val="00956812"/>
    <w:rsid w:val="0095719A"/>
    <w:rsid w:val="00960576"/>
    <w:rsid w:val="009623E9"/>
    <w:rsid w:val="00963EEB"/>
    <w:rsid w:val="009648BC"/>
    <w:rsid w:val="00964C2F"/>
    <w:rsid w:val="00965F88"/>
    <w:rsid w:val="009668F4"/>
    <w:rsid w:val="00973AF7"/>
    <w:rsid w:val="00974068"/>
    <w:rsid w:val="00981D86"/>
    <w:rsid w:val="00984E03"/>
    <w:rsid w:val="00987E85"/>
    <w:rsid w:val="009A0D12"/>
    <w:rsid w:val="009A1987"/>
    <w:rsid w:val="009A2BEE"/>
    <w:rsid w:val="009A4718"/>
    <w:rsid w:val="009A5289"/>
    <w:rsid w:val="009A7A53"/>
    <w:rsid w:val="009B0402"/>
    <w:rsid w:val="009B0B75"/>
    <w:rsid w:val="009B16DF"/>
    <w:rsid w:val="009B346D"/>
    <w:rsid w:val="009B4CB2"/>
    <w:rsid w:val="009B56F8"/>
    <w:rsid w:val="009B6701"/>
    <w:rsid w:val="009B6EF7"/>
    <w:rsid w:val="009B7000"/>
    <w:rsid w:val="009B739C"/>
    <w:rsid w:val="009B7A34"/>
    <w:rsid w:val="009C04EC"/>
    <w:rsid w:val="009C0B4C"/>
    <w:rsid w:val="009C10D5"/>
    <w:rsid w:val="009C328C"/>
    <w:rsid w:val="009C4444"/>
    <w:rsid w:val="009C4795"/>
    <w:rsid w:val="009C79AD"/>
    <w:rsid w:val="009C7CA6"/>
    <w:rsid w:val="009D3316"/>
    <w:rsid w:val="009D55AA"/>
    <w:rsid w:val="009E3E77"/>
    <w:rsid w:val="009E3FAB"/>
    <w:rsid w:val="009E40F5"/>
    <w:rsid w:val="009E54F4"/>
    <w:rsid w:val="009E5B3F"/>
    <w:rsid w:val="009E7D90"/>
    <w:rsid w:val="009F1AB0"/>
    <w:rsid w:val="009F27D2"/>
    <w:rsid w:val="009F501D"/>
    <w:rsid w:val="009F6537"/>
    <w:rsid w:val="00A039D5"/>
    <w:rsid w:val="00A046AD"/>
    <w:rsid w:val="00A079C1"/>
    <w:rsid w:val="00A1111E"/>
    <w:rsid w:val="00A12520"/>
    <w:rsid w:val="00A130FD"/>
    <w:rsid w:val="00A13D6D"/>
    <w:rsid w:val="00A14769"/>
    <w:rsid w:val="00A14C01"/>
    <w:rsid w:val="00A16151"/>
    <w:rsid w:val="00A16EC6"/>
    <w:rsid w:val="00A17C06"/>
    <w:rsid w:val="00A2126E"/>
    <w:rsid w:val="00A21706"/>
    <w:rsid w:val="00A24FCC"/>
    <w:rsid w:val="00A26A90"/>
    <w:rsid w:val="00A26B27"/>
    <w:rsid w:val="00A30E4F"/>
    <w:rsid w:val="00A32253"/>
    <w:rsid w:val="00A3310E"/>
    <w:rsid w:val="00A333A0"/>
    <w:rsid w:val="00A3459C"/>
    <w:rsid w:val="00A3462F"/>
    <w:rsid w:val="00A36015"/>
    <w:rsid w:val="00A3654C"/>
    <w:rsid w:val="00A37E70"/>
    <w:rsid w:val="00A42F22"/>
    <w:rsid w:val="00A437E1"/>
    <w:rsid w:val="00A4685E"/>
    <w:rsid w:val="00A50CD4"/>
    <w:rsid w:val="00A51191"/>
    <w:rsid w:val="00A513AF"/>
    <w:rsid w:val="00A513F4"/>
    <w:rsid w:val="00A51E1A"/>
    <w:rsid w:val="00A56D62"/>
    <w:rsid w:val="00A56F07"/>
    <w:rsid w:val="00A5762C"/>
    <w:rsid w:val="00A600FC"/>
    <w:rsid w:val="00A60BCA"/>
    <w:rsid w:val="00A638DA"/>
    <w:rsid w:val="00A65B41"/>
    <w:rsid w:val="00A65E00"/>
    <w:rsid w:val="00A66A78"/>
    <w:rsid w:val="00A70710"/>
    <w:rsid w:val="00A70BD9"/>
    <w:rsid w:val="00A70DB2"/>
    <w:rsid w:val="00A7436E"/>
    <w:rsid w:val="00A74E96"/>
    <w:rsid w:val="00A75A8E"/>
    <w:rsid w:val="00A81417"/>
    <w:rsid w:val="00A824DD"/>
    <w:rsid w:val="00A83676"/>
    <w:rsid w:val="00A83B7B"/>
    <w:rsid w:val="00A84274"/>
    <w:rsid w:val="00A84948"/>
    <w:rsid w:val="00A850F3"/>
    <w:rsid w:val="00A864E3"/>
    <w:rsid w:val="00A94574"/>
    <w:rsid w:val="00A95936"/>
    <w:rsid w:val="00A96265"/>
    <w:rsid w:val="00A97076"/>
    <w:rsid w:val="00A97084"/>
    <w:rsid w:val="00AA0C14"/>
    <w:rsid w:val="00AA1C2C"/>
    <w:rsid w:val="00AA35F6"/>
    <w:rsid w:val="00AA667C"/>
    <w:rsid w:val="00AA6E91"/>
    <w:rsid w:val="00AA7407"/>
    <w:rsid w:val="00AA7439"/>
    <w:rsid w:val="00AB047E"/>
    <w:rsid w:val="00AB0B0A"/>
    <w:rsid w:val="00AB0BB7"/>
    <w:rsid w:val="00AB22C6"/>
    <w:rsid w:val="00AB2AD0"/>
    <w:rsid w:val="00AB67FC"/>
    <w:rsid w:val="00AC00F2"/>
    <w:rsid w:val="00AC31B5"/>
    <w:rsid w:val="00AC4EA1"/>
    <w:rsid w:val="00AC5381"/>
    <w:rsid w:val="00AC5920"/>
    <w:rsid w:val="00AC7BCF"/>
    <w:rsid w:val="00AD08AB"/>
    <w:rsid w:val="00AD0E65"/>
    <w:rsid w:val="00AD2BF2"/>
    <w:rsid w:val="00AD4E90"/>
    <w:rsid w:val="00AD5422"/>
    <w:rsid w:val="00AD66D2"/>
    <w:rsid w:val="00AD6EF0"/>
    <w:rsid w:val="00AD785F"/>
    <w:rsid w:val="00AE4179"/>
    <w:rsid w:val="00AE4425"/>
    <w:rsid w:val="00AE4B56"/>
    <w:rsid w:val="00AE4FBE"/>
    <w:rsid w:val="00AE650F"/>
    <w:rsid w:val="00AE6555"/>
    <w:rsid w:val="00AE7D16"/>
    <w:rsid w:val="00AF06D0"/>
    <w:rsid w:val="00AF2886"/>
    <w:rsid w:val="00AF4CAA"/>
    <w:rsid w:val="00AF571A"/>
    <w:rsid w:val="00AF60A0"/>
    <w:rsid w:val="00AF67FC"/>
    <w:rsid w:val="00AF7DF5"/>
    <w:rsid w:val="00B006E5"/>
    <w:rsid w:val="00B024C2"/>
    <w:rsid w:val="00B050FD"/>
    <w:rsid w:val="00B07700"/>
    <w:rsid w:val="00B10CE3"/>
    <w:rsid w:val="00B13921"/>
    <w:rsid w:val="00B1528C"/>
    <w:rsid w:val="00B16782"/>
    <w:rsid w:val="00B16A22"/>
    <w:rsid w:val="00B16ACD"/>
    <w:rsid w:val="00B21487"/>
    <w:rsid w:val="00B214AD"/>
    <w:rsid w:val="00B214F1"/>
    <w:rsid w:val="00B21BCA"/>
    <w:rsid w:val="00B232D1"/>
    <w:rsid w:val="00B23987"/>
    <w:rsid w:val="00B24DB5"/>
    <w:rsid w:val="00B31F9E"/>
    <w:rsid w:val="00B3268F"/>
    <w:rsid w:val="00B32C2C"/>
    <w:rsid w:val="00B33A1A"/>
    <w:rsid w:val="00B33E6C"/>
    <w:rsid w:val="00B347A8"/>
    <w:rsid w:val="00B34BC0"/>
    <w:rsid w:val="00B371CC"/>
    <w:rsid w:val="00B37CED"/>
    <w:rsid w:val="00B411CD"/>
    <w:rsid w:val="00B41CD9"/>
    <w:rsid w:val="00B427E6"/>
    <w:rsid w:val="00B428A6"/>
    <w:rsid w:val="00B43E1F"/>
    <w:rsid w:val="00B45131"/>
    <w:rsid w:val="00B45FBC"/>
    <w:rsid w:val="00B51A7D"/>
    <w:rsid w:val="00B535C2"/>
    <w:rsid w:val="00B53F85"/>
    <w:rsid w:val="00B55544"/>
    <w:rsid w:val="00B57102"/>
    <w:rsid w:val="00B60B98"/>
    <w:rsid w:val="00B642FC"/>
    <w:rsid w:val="00B64D26"/>
    <w:rsid w:val="00B64FBB"/>
    <w:rsid w:val="00B6594F"/>
    <w:rsid w:val="00B66412"/>
    <w:rsid w:val="00B70E22"/>
    <w:rsid w:val="00B76509"/>
    <w:rsid w:val="00B774CB"/>
    <w:rsid w:val="00B80328"/>
    <w:rsid w:val="00B80402"/>
    <w:rsid w:val="00B805BE"/>
    <w:rsid w:val="00B80B9A"/>
    <w:rsid w:val="00B8218C"/>
    <w:rsid w:val="00B8248F"/>
    <w:rsid w:val="00B830B7"/>
    <w:rsid w:val="00B848EA"/>
    <w:rsid w:val="00B84B2B"/>
    <w:rsid w:val="00B84F07"/>
    <w:rsid w:val="00B85F6E"/>
    <w:rsid w:val="00B86DC7"/>
    <w:rsid w:val="00B8790F"/>
    <w:rsid w:val="00B87FB1"/>
    <w:rsid w:val="00B90500"/>
    <w:rsid w:val="00B9176C"/>
    <w:rsid w:val="00B92229"/>
    <w:rsid w:val="00B92DA9"/>
    <w:rsid w:val="00B935A4"/>
    <w:rsid w:val="00B955A2"/>
    <w:rsid w:val="00BA21E8"/>
    <w:rsid w:val="00BA561A"/>
    <w:rsid w:val="00BA5C14"/>
    <w:rsid w:val="00BB0DC6"/>
    <w:rsid w:val="00BB15E4"/>
    <w:rsid w:val="00BB1E19"/>
    <w:rsid w:val="00BB21D1"/>
    <w:rsid w:val="00BB32F2"/>
    <w:rsid w:val="00BB4338"/>
    <w:rsid w:val="00BB52C8"/>
    <w:rsid w:val="00BB5CED"/>
    <w:rsid w:val="00BB6C0E"/>
    <w:rsid w:val="00BB7B38"/>
    <w:rsid w:val="00BC11E5"/>
    <w:rsid w:val="00BC4BC6"/>
    <w:rsid w:val="00BC52FD"/>
    <w:rsid w:val="00BC5CCA"/>
    <w:rsid w:val="00BC5EBA"/>
    <w:rsid w:val="00BC6E62"/>
    <w:rsid w:val="00BC7443"/>
    <w:rsid w:val="00BD0648"/>
    <w:rsid w:val="00BD1040"/>
    <w:rsid w:val="00BD34AA"/>
    <w:rsid w:val="00BD50B9"/>
    <w:rsid w:val="00BD5FE1"/>
    <w:rsid w:val="00BE064F"/>
    <w:rsid w:val="00BE0C44"/>
    <w:rsid w:val="00BE10A3"/>
    <w:rsid w:val="00BE1B8B"/>
    <w:rsid w:val="00BE2A18"/>
    <w:rsid w:val="00BE2C01"/>
    <w:rsid w:val="00BE41EC"/>
    <w:rsid w:val="00BE4A50"/>
    <w:rsid w:val="00BE5381"/>
    <w:rsid w:val="00BE56E7"/>
    <w:rsid w:val="00BE56FB"/>
    <w:rsid w:val="00BE6194"/>
    <w:rsid w:val="00BF0EFA"/>
    <w:rsid w:val="00BF165A"/>
    <w:rsid w:val="00BF3DDE"/>
    <w:rsid w:val="00BF6589"/>
    <w:rsid w:val="00BF6ADD"/>
    <w:rsid w:val="00BF6F7F"/>
    <w:rsid w:val="00C00647"/>
    <w:rsid w:val="00C02764"/>
    <w:rsid w:val="00C04C28"/>
    <w:rsid w:val="00C04CEF"/>
    <w:rsid w:val="00C05043"/>
    <w:rsid w:val="00C0662F"/>
    <w:rsid w:val="00C112BF"/>
    <w:rsid w:val="00C11943"/>
    <w:rsid w:val="00C12E96"/>
    <w:rsid w:val="00C14763"/>
    <w:rsid w:val="00C16141"/>
    <w:rsid w:val="00C2269E"/>
    <w:rsid w:val="00C2363F"/>
    <w:rsid w:val="00C236C8"/>
    <w:rsid w:val="00C260B1"/>
    <w:rsid w:val="00C26E56"/>
    <w:rsid w:val="00C31406"/>
    <w:rsid w:val="00C34431"/>
    <w:rsid w:val="00C35DDA"/>
    <w:rsid w:val="00C37194"/>
    <w:rsid w:val="00C40637"/>
    <w:rsid w:val="00C40F6C"/>
    <w:rsid w:val="00C44426"/>
    <w:rsid w:val="00C445F3"/>
    <w:rsid w:val="00C448D4"/>
    <w:rsid w:val="00C451F4"/>
    <w:rsid w:val="00C45EB1"/>
    <w:rsid w:val="00C467A4"/>
    <w:rsid w:val="00C51B3D"/>
    <w:rsid w:val="00C54A3A"/>
    <w:rsid w:val="00C55566"/>
    <w:rsid w:val="00C56448"/>
    <w:rsid w:val="00C57ACE"/>
    <w:rsid w:val="00C667BE"/>
    <w:rsid w:val="00C6766B"/>
    <w:rsid w:val="00C72223"/>
    <w:rsid w:val="00C72986"/>
    <w:rsid w:val="00C76417"/>
    <w:rsid w:val="00C7726F"/>
    <w:rsid w:val="00C82188"/>
    <w:rsid w:val="00C823DA"/>
    <w:rsid w:val="00C8259F"/>
    <w:rsid w:val="00C82746"/>
    <w:rsid w:val="00C8312F"/>
    <w:rsid w:val="00C84C47"/>
    <w:rsid w:val="00C858A4"/>
    <w:rsid w:val="00C86AFA"/>
    <w:rsid w:val="00C91648"/>
    <w:rsid w:val="00C97B24"/>
    <w:rsid w:val="00CA21BD"/>
    <w:rsid w:val="00CA27ED"/>
    <w:rsid w:val="00CA3740"/>
    <w:rsid w:val="00CA50E0"/>
    <w:rsid w:val="00CA5B39"/>
    <w:rsid w:val="00CA741B"/>
    <w:rsid w:val="00CB18D0"/>
    <w:rsid w:val="00CB1C8A"/>
    <w:rsid w:val="00CB24F5"/>
    <w:rsid w:val="00CB2663"/>
    <w:rsid w:val="00CB3BBE"/>
    <w:rsid w:val="00CB46D6"/>
    <w:rsid w:val="00CB59E9"/>
    <w:rsid w:val="00CB73B3"/>
    <w:rsid w:val="00CC0D6A"/>
    <w:rsid w:val="00CC3831"/>
    <w:rsid w:val="00CC3E3D"/>
    <w:rsid w:val="00CC519B"/>
    <w:rsid w:val="00CD039B"/>
    <w:rsid w:val="00CD12C1"/>
    <w:rsid w:val="00CD214E"/>
    <w:rsid w:val="00CD2BFF"/>
    <w:rsid w:val="00CD46FA"/>
    <w:rsid w:val="00CD5973"/>
    <w:rsid w:val="00CD65AB"/>
    <w:rsid w:val="00CE31A6"/>
    <w:rsid w:val="00CE7773"/>
    <w:rsid w:val="00CF09AA"/>
    <w:rsid w:val="00CF19D1"/>
    <w:rsid w:val="00CF2566"/>
    <w:rsid w:val="00CF4484"/>
    <w:rsid w:val="00CF4813"/>
    <w:rsid w:val="00CF5233"/>
    <w:rsid w:val="00D00371"/>
    <w:rsid w:val="00D029B8"/>
    <w:rsid w:val="00D02F60"/>
    <w:rsid w:val="00D0464E"/>
    <w:rsid w:val="00D04A96"/>
    <w:rsid w:val="00D04AD4"/>
    <w:rsid w:val="00D07A7B"/>
    <w:rsid w:val="00D10397"/>
    <w:rsid w:val="00D10E06"/>
    <w:rsid w:val="00D11078"/>
    <w:rsid w:val="00D1159D"/>
    <w:rsid w:val="00D1383A"/>
    <w:rsid w:val="00D15197"/>
    <w:rsid w:val="00D15DAA"/>
    <w:rsid w:val="00D16820"/>
    <w:rsid w:val="00D169C8"/>
    <w:rsid w:val="00D1717D"/>
    <w:rsid w:val="00D1793F"/>
    <w:rsid w:val="00D22AF5"/>
    <w:rsid w:val="00D235EA"/>
    <w:rsid w:val="00D23D97"/>
    <w:rsid w:val="00D247A9"/>
    <w:rsid w:val="00D30227"/>
    <w:rsid w:val="00D321DD"/>
    <w:rsid w:val="00D32721"/>
    <w:rsid w:val="00D328DC"/>
    <w:rsid w:val="00D33387"/>
    <w:rsid w:val="00D34C47"/>
    <w:rsid w:val="00D402FB"/>
    <w:rsid w:val="00D40B86"/>
    <w:rsid w:val="00D4685E"/>
    <w:rsid w:val="00D47D7A"/>
    <w:rsid w:val="00D50ABD"/>
    <w:rsid w:val="00D55290"/>
    <w:rsid w:val="00D57791"/>
    <w:rsid w:val="00D60020"/>
    <w:rsid w:val="00D6046A"/>
    <w:rsid w:val="00D62870"/>
    <w:rsid w:val="00D63497"/>
    <w:rsid w:val="00D63A62"/>
    <w:rsid w:val="00D655D9"/>
    <w:rsid w:val="00D65872"/>
    <w:rsid w:val="00D676F3"/>
    <w:rsid w:val="00D70EF5"/>
    <w:rsid w:val="00D71024"/>
    <w:rsid w:val="00D71A25"/>
    <w:rsid w:val="00D71FCF"/>
    <w:rsid w:val="00D72A54"/>
    <w:rsid w:val="00D72CC1"/>
    <w:rsid w:val="00D7309E"/>
    <w:rsid w:val="00D753B6"/>
    <w:rsid w:val="00D76EC9"/>
    <w:rsid w:val="00D80E7D"/>
    <w:rsid w:val="00D81397"/>
    <w:rsid w:val="00D848B9"/>
    <w:rsid w:val="00D85AC5"/>
    <w:rsid w:val="00D8645D"/>
    <w:rsid w:val="00D87A09"/>
    <w:rsid w:val="00D90E69"/>
    <w:rsid w:val="00D91368"/>
    <w:rsid w:val="00D91CB1"/>
    <w:rsid w:val="00D93106"/>
    <w:rsid w:val="00D933E9"/>
    <w:rsid w:val="00D9505D"/>
    <w:rsid w:val="00D953D0"/>
    <w:rsid w:val="00D959F5"/>
    <w:rsid w:val="00D95DA7"/>
    <w:rsid w:val="00D96884"/>
    <w:rsid w:val="00D97622"/>
    <w:rsid w:val="00DA0C47"/>
    <w:rsid w:val="00DA0F2C"/>
    <w:rsid w:val="00DA3FDD"/>
    <w:rsid w:val="00DA4A36"/>
    <w:rsid w:val="00DA7017"/>
    <w:rsid w:val="00DA7028"/>
    <w:rsid w:val="00DA70C0"/>
    <w:rsid w:val="00DB1AD2"/>
    <w:rsid w:val="00DB2B58"/>
    <w:rsid w:val="00DB5206"/>
    <w:rsid w:val="00DB6276"/>
    <w:rsid w:val="00DB63F5"/>
    <w:rsid w:val="00DC1C6B"/>
    <w:rsid w:val="00DC2C2E"/>
    <w:rsid w:val="00DC2EB9"/>
    <w:rsid w:val="00DC4AF0"/>
    <w:rsid w:val="00DC7886"/>
    <w:rsid w:val="00DD020F"/>
    <w:rsid w:val="00DD0CF2"/>
    <w:rsid w:val="00DD1053"/>
    <w:rsid w:val="00DD6529"/>
    <w:rsid w:val="00DE109C"/>
    <w:rsid w:val="00DE13B5"/>
    <w:rsid w:val="00DE1554"/>
    <w:rsid w:val="00DE2901"/>
    <w:rsid w:val="00DE2A89"/>
    <w:rsid w:val="00DE2B40"/>
    <w:rsid w:val="00DE34C4"/>
    <w:rsid w:val="00DE39EC"/>
    <w:rsid w:val="00DE590F"/>
    <w:rsid w:val="00DE6B6B"/>
    <w:rsid w:val="00DE7DC1"/>
    <w:rsid w:val="00DF1617"/>
    <w:rsid w:val="00DF3F7E"/>
    <w:rsid w:val="00DF7648"/>
    <w:rsid w:val="00E00E29"/>
    <w:rsid w:val="00E00F58"/>
    <w:rsid w:val="00E01838"/>
    <w:rsid w:val="00E027E3"/>
    <w:rsid w:val="00E02BAB"/>
    <w:rsid w:val="00E02EDF"/>
    <w:rsid w:val="00E03DCA"/>
    <w:rsid w:val="00E04CEB"/>
    <w:rsid w:val="00E0556F"/>
    <w:rsid w:val="00E060BC"/>
    <w:rsid w:val="00E11420"/>
    <w:rsid w:val="00E125E8"/>
    <w:rsid w:val="00E12783"/>
    <w:rsid w:val="00E132FB"/>
    <w:rsid w:val="00E1400A"/>
    <w:rsid w:val="00E170B7"/>
    <w:rsid w:val="00E170CE"/>
    <w:rsid w:val="00E177DD"/>
    <w:rsid w:val="00E20900"/>
    <w:rsid w:val="00E20C7F"/>
    <w:rsid w:val="00E2396E"/>
    <w:rsid w:val="00E24728"/>
    <w:rsid w:val="00E249EC"/>
    <w:rsid w:val="00E276AC"/>
    <w:rsid w:val="00E31CE9"/>
    <w:rsid w:val="00E34626"/>
    <w:rsid w:val="00E34A35"/>
    <w:rsid w:val="00E37C2F"/>
    <w:rsid w:val="00E41C28"/>
    <w:rsid w:val="00E46308"/>
    <w:rsid w:val="00E50DC5"/>
    <w:rsid w:val="00E51E17"/>
    <w:rsid w:val="00E526D9"/>
    <w:rsid w:val="00E52DAB"/>
    <w:rsid w:val="00E539B0"/>
    <w:rsid w:val="00E55994"/>
    <w:rsid w:val="00E579FD"/>
    <w:rsid w:val="00E60606"/>
    <w:rsid w:val="00E60C66"/>
    <w:rsid w:val="00E6164D"/>
    <w:rsid w:val="00E618C9"/>
    <w:rsid w:val="00E62774"/>
    <w:rsid w:val="00E62E4D"/>
    <w:rsid w:val="00E6307C"/>
    <w:rsid w:val="00E636FA"/>
    <w:rsid w:val="00E64880"/>
    <w:rsid w:val="00E66C50"/>
    <w:rsid w:val="00E679D3"/>
    <w:rsid w:val="00E709E5"/>
    <w:rsid w:val="00E7118F"/>
    <w:rsid w:val="00E71208"/>
    <w:rsid w:val="00E71444"/>
    <w:rsid w:val="00E715A6"/>
    <w:rsid w:val="00E71C91"/>
    <w:rsid w:val="00E720A1"/>
    <w:rsid w:val="00E73278"/>
    <w:rsid w:val="00E75DDA"/>
    <w:rsid w:val="00E773E8"/>
    <w:rsid w:val="00E8131B"/>
    <w:rsid w:val="00E83ADD"/>
    <w:rsid w:val="00E84F38"/>
    <w:rsid w:val="00E85623"/>
    <w:rsid w:val="00E87441"/>
    <w:rsid w:val="00E90119"/>
    <w:rsid w:val="00E91FAE"/>
    <w:rsid w:val="00E96E3F"/>
    <w:rsid w:val="00EA270C"/>
    <w:rsid w:val="00EA2E91"/>
    <w:rsid w:val="00EA4974"/>
    <w:rsid w:val="00EA532E"/>
    <w:rsid w:val="00EB06D9"/>
    <w:rsid w:val="00EB192B"/>
    <w:rsid w:val="00EB19ED"/>
    <w:rsid w:val="00EB1CAB"/>
    <w:rsid w:val="00EB1D39"/>
    <w:rsid w:val="00EC0F5A"/>
    <w:rsid w:val="00EC4265"/>
    <w:rsid w:val="00EC4CEB"/>
    <w:rsid w:val="00EC5801"/>
    <w:rsid w:val="00EC659E"/>
    <w:rsid w:val="00EC67F7"/>
    <w:rsid w:val="00ED14B8"/>
    <w:rsid w:val="00ED2072"/>
    <w:rsid w:val="00ED2AE0"/>
    <w:rsid w:val="00ED4DD8"/>
    <w:rsid w:val="00ED5553"/>
    <w:rsid w:val="00ED5E36"/>
    <w:rsid w:val="00ED6961"/>
    <w:rsid w:val="00EE1C33"/>
    <w:rsid w:val="00EE26B3"/>
    <w:rsid w:val="00EE4749"/>
    <w:rsid w:val="00EE6FE4"/>
    <w:rsid w:val="00EE7482"/>
    <w:rsid w:val="00EF0B96"/>
    <w:rsid w:val="00EF3486"/>
    <w:rsid w:val="00EF47AF"/>
    <w:rsid w:val="00EF53B6"/>
    <w:rsid w:val="00EF635E"/>
    <w:rsid w:val="00F00B73"/>
    <w:rsid w:val="00F02A6E"/>
    <w:rsid w:val="00F0425D"/>
    <w:rsid w:val="00F115CA"/>
    <w:rsid w:val="00F14817"/>
    <w:rsid w:val="00F14EBA"/>
    <w:rsid w:val="00F1510F"/>
    <w:rsid w:val="00F1533A"/>
    <w:rsid w:val="00F15DD1"/>
    <w:rsid w:val="00F15E5A"/>
    <w:rsid w:val="00F17F0A"/>
    <w:rsid w:val="00F2668F"/>
    <w:rsid w:val="00F2742F"/>
    <w:rsid w:val="00F2753B"/>
    <w:rsid w:val="00F2767D"/>
    <w:rsid w:val="00F33F8B"/>
    <w:rsid w:val="00F340B2"/>
    <w:rsid w:val="00F3445E"/>
    <w:rsid w:val="00F37825"/>
    <w:rsid w:val="00F401F5"/>
    <w:rsid w:val="00F43390"/>
    <w:rsid w:val="00F443B2"/>
    <w:rsid w:val="00F4525C"/>
    <w:rsid w:val="00F458D8"/>
    <w:rsid w:val="00F50237"/>
    <w:rsid w:val="00F53596"/>
    <w:rsid w:val="00F55BA8"/>
    <w:rsid w:val="00F55DB1"/>
    <w:rsid w:val="00F5606B"/>
    <w:rsid w:val="00F56ACA"/>
    <w:rsid w:val="00F600FE"/>
    <w:rsid w:val="00F62E4D"/>
    <w:rsid w:val="00F64B91"/>
    <w:rsid w:val="00F65BEF"/>
    <w:rsid w:val="00F66B34"/>
    <w:rsid w:val="00F675B9"/>
    <w:rsid w:val="00F711C9"/>
    <w:rsid w:val="00F74C59"/>
    <w:rsid w:val="00F75C3A"/>
    <w:rsid w:val="00F80A27"/>
    <w:rsid w:val="00F82E30"/>
    <w:rsid w:val="00F831CB"/>
    <w:rsid w:val="00F848A3"/>
    <w:rsid w:val="00F84ACF"/>
    <w:rsid w:val="00F84EBA"/>
    <w:rsid w:val="00F85742"/>
    <w:rsid w:val="00F85BF8"/>
    <w:rsid w:val="00F86F24"/>
    <w:rsid w:val="00F871CE"/>
    <w:rsid w:val="00F87802"/>
    <w:rsid w:val="00F92C0A"/>
    <w:rsid w:val="00F9415B"/>
    <w:rsid w:val="00FA13C2"/>
    <w:rsid w:val="00FA42A3"/>
    <w:rsid w:val="00FA7F91"/>
    <w:rsid w:val="00FB121C"/>
    <w:rsid w:val="00FB1CDD"/>
    <w:rsid w:val="00FB1FBF"/>
    <w:rsid w:val="00FB2C2F"/>
    <w:rsid w:val="00FB305C"/>
    <w:rsid w:val="00FB4DF8"/>
    <w:rsid w:val="00FC2E3D"/>
    <w:rsid w:val="00FC3BDE"/>
    <w:rsid w:val="00FC5B6E"/>
    <w:rsid w:val="00FD1812"/>
    <w:rsid w:val="00FD1DBE"/>
    <w:rsid w:val="00FD25A7"/>
    <w:rsid w:val="00FD27B6"/>
    <w:rsid w:val="00FD3689"/>
    <w:rsid w:val="00FD38FF"/>
    <w:rsid w:val="00FD42A3"/>
    <w:rsid w:val="00FD651A"/>
    <w:rsid w:val="00FD7468"/>
    <w:rsid w:val="00FD757D"/>
    <w:rsid w:val="00FD7CE0"/>
    <w:rsid w:val="00FD7D65"/>
    <w:rsid w:val="00FE0B3B"/>
    <w:rsid w:val="00FE1BE2"/>
    <w:rsid w:val="00FE2043"/>
    <w:rsid w:val="00FE2C70"/>
    <w:rsid w:val="00FE47D7"/>
    <w:rsid w:val="00FE730A"/>
    <w:rsid w:val="00FF1DD7"/>
    <w:rsid w:val="00FF4453"/>
    <w:rsid w:val="00FF72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D8524D"/>
  <w15:docId w15:val="{EC47A545-CC32-4687-B507-8C71EBC9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30BA"/>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365013"/>
    <w:pPr>
      <w:widowControl/>
      <w:autoSpaceDE/>
      <w:autoSpaceDN/>
      <w:adjustRightInd/>
      <w:spacing w:after="160" w:line="259"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365013"/>
    <w:rPr>
      <w:color w:val="0000FF" w:themeColor="hyperlink"/>
      <w:u w:val="single"/>
    </w:rPr>
  </w:style>
  <w:style w:type="paragraph" w:styleId="Tekstpodstawowy">
    <w:name w:val="Body Text"/>
    <w:basedOn w:val="Normalny"/>
    <w:link w:val="TekstpodstawowyZnak"/>
    <w:uiPriority w:val="99"/>
    <w:semiHidden/>
    <w:unhideWhenUsed/>
    <w:rsid w:val="00365013"/>
    <w:pPr>
      <w:widowControl/>
      <w:autoSpaceDE/>
      <w:autoSpaceDN/>
      <w:adjustRightInd/>
      <w:spacing w:after="120" w:line="276" w:lineRule="auto"/>
    </w:pPr>
    <w:rPr>
      <w:rFonts w:ascii="Calibri" w:eastAsia="Calibri" w:hAnsi="Calibri" w:cs="Times New Roman"/>
      <w:sz w:val="22"/>
      <w:szCs w:val="22"/>
      <w:lang w:eastAsia="en-US"/>
    </w:rPr>
  </w:style>
  <w:style w:type="character" w:customStyle="1" w:styleId="TekstpodstawowyZnak">
    <w:name w:val="Tekst podstawowy Znak"/>
    <w:basedOn w:val="Domylnaczcionkaakapitu"/>
    <w:link w:val="Tekstpodstawowy"/>
    <w:uiPriority w:val="99"/>
    <w:semiHidden/>
    <w:rsid w:val="00365013"/>
    <w:rPr>
      <w:rFonts w:ascii="Calibri" w:eastAsia="Calibri" w:hAnsi="Calibri"/>
      <w:sz w:val="22"/>
      <w:szCs w:val="22"/>
      <w:lang w:eastAsia="en-US"/>
    </w:rPr>
  </w:style>
  <w:style w:type="paragraph" w:styleId="Poprawka">
    <w:name w:val="Revision"/>
    <w:hidden/>
    <w:uiPriority w:val="99"/>
    <w:semiHidden/>
    <w:rsid w:val="00365013"/>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365013"/>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365013"/>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365013"/>
    <w:rPr>
      <w:vertAlign w:val="superscript"/>
    </w:rPr>
  </w:style>
  <w:style w:type="paragraph" w:styleId="NormalnyWeb">
    <w:name w:val="Normal (Web)"/>
    <w:basedOn w:val="Normalny"/>
    <w:uiPriority w:val="99"/>
    <w:semiHidden/>
    <w:unhideWhenUsed/>
    <w:rsid w:val="00ED14B8"/>
    <w:pPr>
      <w:widowControl/>
      <w:autoSpaceDE/>
      <w:autoSpaceDN/>
      <w:adjustRightInd/>
      <w:spacing w:before="100" w:beforeAutospacing="1" w:after="100" w:afterAutospacing="1" w:line="240" w:lineRule="auto"/>
    </w:pPr>
    <w:rPr>
      <w:rFonts w:eastAsia="Times New Roman" w:cs="Times New Roman"/>
      <w:szCs w:val="24"/>
    </w:rPr>
  </w:style>
  <w:style w:type="character" w:styleId="Nierozpoznanawzmianka">
    <w:name w:val="Unresolved Mention"/>
    <w:basedOn w:val="Domylnaczcionkaakapitu"/>
    <w:uiPriority w:val="99"/>
    <w:semiHidden/>
    <w:unhideWhenUsed/>
    <w:rsid w:val="00FE4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87790">
      <w:bodyDiv w:val="1"/>
      <w:marLeft w:val="0"/>
      <w:marRight w:val="0"/>
      <w:marTop w:val="0"/>
      <w:marBottom w:val="0"/>
      <w:divBdr>
        <w:top w:val="none" w:sz="0" w:space="0" w:color="auto"/>
        <w:left w:val="none" w:sz="0" w:space="0" w:color="auto"/>
        <w:bottom w:val="none" w:sz="0" w:space="0" w:color="auto"/>
        <w:right w:val="none" w:sz="0" w:space="0" w:color="auto"/>
      </w:divBdr>
      <w:divsChild>
        <w:div w:id="785807415">
          <w:marLeft w:val="0"/>
          <w:marRight w:val="0"/>
          <w:marTop w:val="105"/>
          <w:marBottom w:val="0"/>
          <w:divBdr>
            <w:top w:val="none" w:sz="0" w:space="0" w:color="auto"/>
            <w:left w:val="none" w:sz="0" w:space="0" w:color="auto"/>
            <w:bottom w:val="none" w:sz="0" w:space="0" w:color="auto"/>
            <w:right w:val="none" w:sz="0" w:space="0" w:color="auto"/>
          </w:divBdr>
        </w:div>
        <w:div w:id="1074548901">
          <w:marLeft w:val="0"/>
          <w:marRight w:val="0"/>
          <w:marTop w:val="0"/>
          <w:marBottom w:val="0"/>
          <w:divBdr>
            <w:top w:val="none" w:sz="0" w:space="0" w:color="auto"/>
            <w:left w:val="none" w:sz="0" w:space="0" w:color="auto"/>
            <w:bottom w:val="none" w:sz="0" w:space="0" w:color="auto"/>
            <w:right w:val="none" w:sz="0" w:space="0" w:color="auto"/>
          </w:divBdr>
          <w:divsChild>
            <w:div w:id="282806525">
              <w:marLeft w:val="255"/>
              <w:marRight w:val="0"/>
              <w:marTop w:val="0"/>
              <w:marBottom w:val="0"/>
              <w:divBdr>
                <w:top w:val="none" w:sz="0" w:space="0" w:color="auto"/>
                <w:left w:val="none" w:sz="0" w:space="0" w:color="auto"/>
                <w:bottom w:val="none" w:sz="0" w:space="0" w:color="auto"/>
                <w:right w:val="none" w:sz="0" w:space="0" w:color="auto"/>
              </w:divBdr>
            </w:div>
          </w:divsChild>
        </w:div>
        <w:div w:id="1645156660">
          <w:marLeft w:val="0"/>
          <w:marRight w:val="0"/>
          <w:marTop w:val="0"/>
          <w:marBottom w:val="0"/>
          <w:divBdr>
            <w:top w:val="none" w:sz="0" w:space="0" w:color="auto"/>
            <w:left w:val="none" w:sz="0" w:space="0" w:color="auto"/>
            <w:bottom w:val="none" w:sz="0" w:space="0" w:color="auto"/>
            <w:right w:val="none" w:sz="0" w:space="0" w:color="auto"/>
          </w:divBdr>
          <w:divsChild>
            <w:div w:id="1803424762">
              <w:marLeft w:val="255"/>
              <w:marRight w:val="0"/>
              <w:marTop w:val="0"/>
              <w:marBottom w:val="0"/>
              <w:divBdr>
                <w:top w:val="none" w:sz="0" w:space="0" w:color="auto"/>
                <w:left w:val="none" w:sz="0" w:space="0" w:color="auto"/>
                <w:bottom w:val="none" w:sz="0" w:space="0" w:color="auto"/>
                <w:right w:val="none" w:sz="0" w:space="0" w:color="auto"/>
              </w:divBdr>
            </w:div>
          </w:divsChild>
        </w:div>
        <w:div w:id="166605779">
          <w:marLeft w:val="0"/>
          <w:marRight w:val="0"/>
          <w:marTop w:val="0"/>
          <w:marBottom w:val="0"/>
          <w:divBdr>
            <w:top w:val="none" w:sz="0" w:space="0" w:color="auto"/>
            <w:left w:val="none" w:sz="0" w:space="0" w:color="auto"/>
            <w:bottom w:val="none" w:sz="0" w:space="0" w:color="auto"/>
            <w:right w:val="none" w:sz="0" w:space="0" w:color="auto"/>
          </w:divBdr>
          <w:divsChild>
            <w:div w:id="1917277680">
              <w:marLeft w:val="255"/>
              <w:marRight w:val="0"/>
              <w:marTop w:val="0"/>
              <w:marBottom w:val="0"/>
              <w:divBdr>
                <w:top w:val="none" w:sz="0" w:space="0" w:color="auto"/>
                <w:left w:val="none" w:sz="0" w:space="0" w:color="auto"/>
                <w:bottom w:val="none" w:sz="0" w:space="0" w:color="auto"/>
                <w:right w:val="none" w:sz="0" w:space="0" w:color="auto"/>
              </w:divBdr>
            </w:div>
          </w:divsChild>
        </w:div>
        <w:div w:id="805244059">
          <w:marLeft w:val="0"/>
          <w:marRight w:val="0"/>
          <w:marTop w:val="0"/>
          <w:marBottom w:val="0"/>
          <w:divBdr>
            <w:top w:val="none" w:sz="0" w:space="0" w:color="auto"/>
            <w:left w:val="none" w:sz="0" w:space="0" w:color="auto"/>
            <w:bottom w:val="none" w:sz="0" w:space="0" w:color="auto"/>
            <w:right w:val="none" w:sz="0" w:space="0" w:color="auto"/>
          </w:divBdr>
          <w:divsChild>
            <w:div w:id="1051686288">
              <w:marLeft w:val="255"/>
              <w:marRight w:val="0"/>
              <w:marTop w:val="0"/>
              <w:marBottom w:val="0"/>
              <w:divBdr>
                <w:top w:val="none" w:sz="0" w:space="0" w:color="auto"/>
                <w:left w:val="none" w:sz="0" w:space="0" w:color="auto"/>
                <w:bottom w:val="none" w:sz="0" w:space="0" w:color="auto"/>
                <w:right w:val="none" w:sz="0" w:space="0" w:color="auto"/>
              </w:divBdr>
            </w:div>
          </w:divsChild>
        </w:div>
        <w:div w:id="509834852">
          <w:marLeft w:val="0"/>
          <w:marRight w:val="0"/>
          <w:marTop w:val="0"/>
          <w:marBottom w:val="0"/>
          <w:divBdr>
            <w:top w:val="none" w:sz="0" w:space="0" w:color="auto"/>
            <w:left w:val="none" w:sz="0" w:space="0" w:color="auto"/>
            <w:bottom w:val="none" w:sz="0" w:space="0" w:color="auto"/>
            <w:right w:val="none" w:sz="0" w:space="0" w:color="auto"/>
          </w:divBdr>
          <w:divsChild>
            <w:div w:id="867183289">
              <w:marLeft w:val="255"/>
              <w:marRight w:val="0"/>
              <w:marTop w:val="0"/>
              <w:marBottom w:val="0"/>
              <w:divBdr>
                <w:top w:val="none" w:sz="0" w:space="0" w:color="auto"/>
                <w:left w:val="none" w:sz="0" w:space="0" w:color="auto"/>
                <w:bottom w:val="none" w:sz="0" w:space="0" w:color="auto"/>
                <w:right w:val="none" w:sz="0" w:space="0" w:color="auto"/>
              </w:divBdr>
            </w:div>
          </w:divsChild>
        </w:div>
        <w:div w:id="64030497">
          <w:marLeft w:val="0"/>
          <w:marRight w:val="0"/>
          <w:marTop w:val="0"/>
          <w:marBottom w:val="0"/>
          <w:divBdr>
            <w:top w:val="none" w:sz="0" w:space="0" w:color="auto"/>
            <w:left w:val="none" w:sz="0" w:space="0" w:color="auto"/>
            <w:bottom w:val="none" w:sz="0" w:space="0" w:color="auto"/>
            <w:right w:val="none" w:sz="0" w:space="0" w:color="auto"/>
          </w:divBdr>
          <w:divsChild>
            <w:div w:id="1981908">
              <w:marLeft w:val="255"/>
              <w:marRight w:val="0"/>
              <w:marTop w:val="0"/>
              <w:marBottom w:val="0"/>
              <w:divBdr>
                <w:top w:val="none" w:sz="0" w:space="0" w:color="auto"/>
                <w:left w:val="none" w:sz="0" w:space="0" w:color="auto"/>
                <w:bottom w:val="none" w:sz="0" w:space="0" w:color="auto"/>
                <w:right w:val="none" w:sz="0" w:space="0" w:color="auto"/>
              </w:divBdr>
            </w:div>
          </w:divsChild>
        </w:div>
        <w:div w:id="1980567501">
          <w:marLeft w:val="0"/>
          <w:marRight w:val="0"/>
          <w:marTop w:val="0"/>
          <w:marBottom w:val="0"/>
          <w:divBdr>
            <w:top w:val="none" w:sz="0" w:space="0" w:color="auto"/>
            <w:left w:val="none" w:sz="0" w:space="0" w:color="auto"/>
            <w:bottom w:val="none" w:sz="0" w:space="0" w:color="auto"/>
            <w:right w:val="none" w:sz="0" w:space="0" w:color="auto"/>
          </w:divBdr>
          <w:divsChild>
            <w:div w:id="10760208">
              <w:marLeft w:val="255"/>
              <w:marRight w:val="0"/>
              <w:marTop w:val="0"/>
              <w:marBottom w:val="0"/>
              <w:divBdr>
                <w:top w:val="none" w:sz="0" w:space="0" w:color="auto"/>
                <w:left w:val="none" w:sz="0" w:space="0" w:color="auto"/>
                <w:bottom w:val="none" w:sz="0" w:space="0" w:color="auto"/>
                <w:right w:val="none" w:sz="0" w:space="0" w:color="auto"/>
              </w:divBdr>
            </w:div>
          </w:divsChild>
        </w:div>
        <w:div w:id="1091005742">
          <w:marLeft w:val="0"/>
          <w:marRight w:val="0"/>
          <w:marTop w:val="0"/>
          <w:marBottom w:val="0"/>
          <w:divBdr>
            <w:top w:val="none" w:sz="0" w:space="0" w:color="auto"/>
            <w:left w:val="none" w:sz="0" w:space="0" w:color="auto"/>
            <w:bottom w:val="none" w:sz="0" w:space="0" w:color="auto"/>
            <w:right w:val="none" w:sz="0" w:space="0" w:color="auto"/>
          </w:divBdr>
          <w:divsChild>
            <w:div w:id="887256250">
              <w:marLeft w:val="255"/>
              <w:marRight w:val="0"/>
              <w:marTop w:val="0"/>
              <w:marBottom w:val="0"/>
              <w:divBdr>
                <w:top w:val="none" w:sz="0" w:space="0" w:color="auto"/>
                <w:left w:val="none" w:sz="0" w:space="0" w:color="auto"/>
                <w:bottom w:val="none" w:sz="0" w:space="0" w:color="auto"/>
                <w:right w:val="none" w:sz="0" w:space="0" w:color="auto"/>
              </w:divBdr>
            </w:div>
          </w:divsChild>
        </w:div>
        <w:div w:id="578831416">
          <w:marLeft w:val="0"/>
          <w:marRight w:val="0"/>
          <w:marTop w:val="0"/>
          <w:marBottom w:val="0"/>
          <w:divBdr>
            <w:top w:val="none" w:sz="0" w:space="0" w:color="auto"/>
            <w:left w:val="none" w:sz="0" w:space="0" w:color="auto"/>
            <w:bottom w:val="none" w:sz="0" w:space="0" w:color="auto"/>
            <w:right w:val="none" w:sz="0" w:space="0" w:color="auto"/>
          </w:divBdr>
          <w:divsChild>
            <w:div w:id="878980203">
              <w:marLeft w:val="255"/>
              <w:marRight w:val="0"/>
              <w:marTop w:val="0"/>
              <w:marBottom w:val="0"/>
              <w:divBdr>
                <w:top w:val="none" w:sz="0" w:space="0" w:color="auto"/>
                <w:left w:val="none" w:sz="0" w:space="0" w:color="auto"/>
                <w:bottom w:val="none" w:sz="0" w:space="0" w:color="auto"/>
                <w:right w:val="none" w:sz="0" w:space="0" w:color="auto"/>
              </w:divBdr>
            </w:div>
          </w:divsChild>
        </w:div>
        <w:div w:id="652684468">
          <w:marLeft w:val="0"/>
          <w:marRight w:val="0"/>
          <w:marTop w:val="0"/>
          <w:marBottom w:val="0"/>
          <w:divBdr>
            <w:top w:val="none" w:sz="0" w:space="0" w:color="auto"/>
            <w:left w:val="none" w:sz="0" w:space="0" w:color="auto"/>
            <w:bottom w:val="none" w:sz="0" w:space="0" w:color="auto"/>
            <w:right w:val="none" w:sz="0" w:space="0" w:color="auto"/>
          </w:divBdr>
          <w:divsChild>
            <w:div w:id="933785612">
              <w:marLeft w:val="255"/>
              <w:marRight w:val="0"/>
              <w:marTop w:val="0"/>
              <w:marBottom w:val="0"/>
              <w:divBdr>
                <w:top w:val="none" w:sz="0" w:space="0" w:color="auto"/>
                <w:left w:val="none" w:sz="0" w:space="0" w:color="auto"/>
                <w:bottom w:val="none" w:sz="0" w:space="0" w:color="auto"/>
                <w:right w:val="none" w:sz="0" w:space="0" w:color="auto"/>
              </w:divBdr>
            </w:div>
          </w:divsChild>
        </w:div>
        <w:div w:id="920679383">
          <w:marLeft w:val="0"/>
          <w:marRight w:val="0"/>
          <w:marTop w:val="0"/>
          <w:marBottom w:val="0"/>
          <w:divBdr>
            <w:top w:val="none" w:sz="0" w:space="0" w:color="auto"/>
            <w:left w:val="none" w:sz="0" w:space="0" w:color="auto"/>
            <w:bottom w:val="none" w:sz="0" w:space="0" w:color="auto"/>
            <w:right w:val="none" w:sz="0" w:space="0" w:color="auto"/>
          </w:divBdr>
          <w:divsChild>
            <w:div w:id="432435753">
              <w:marLeft w:val="255"/>
              <w:marRight w:val="0"/>
              <w:marTop w:val="0"/>
              <w:marBottom w:val="0"/>
              <w:divBdr>
                <w:top w:val="none" w:sz="0" w:space="0" w:color="auto"/>
                <w:left w:val="none" w:sz="0" w:space="0" w:color="auto"/>
                <w:bottom w:val="none" w:sz="0" w:space="0" w:color="auto"/>
                <w:right w:val="none" w:sz="0" w:space="0" w:color="auto"/>
              </w:divBdr>
            </w:div>
          </w:divsChild>
        </w:div>
        <w:div w:id="125777113">
          <w:marLeft w:val="0"/>
          <w:marRight w:val="0"/>
          <w:marTop w:val="0"/>
          <w:marBottom w:val="0"/>
          <w:divBdr>
            <w:top w:val="none" w:sz="0" w:space="0" w:color="auto"/>
            <w:left w:val="none" w:sz="0" w:space="0" w:color="auto"/>
            <w:bottom w:val="none" w:sz="0" w:space="0" w:color="auto"/>
            <w:right w:val="none" w:sz="0" w:space="0" w:color="auto"/>
          </w:divBdr>
          <w:divsChild>
            <w:div w:id="81213650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54510305">
      <w:bodyDiv w:val="1"/>
      <w:marLeft w:val="0"/>
      <w:marRight w:val="0"/>
      <w:marTop w:val="0"/>
      <w:marBottom w:val="0"/>
      <w:divBdr>
        <w:top w:val="none" w:sz="0" w:space="0" w:color="auto"/>
        <w:left w:val="none" w:sz="0" w:space="0" w:color="auto"/>
        <w:bottom w:val="none" w:sz="0" w:space="0" w:color="auto"/>
        <w:right w:val="none" w:sz="0" w:space="0" w:color="auto"/>
      </w:divBdr>
    </w:div>
    <w:div w:id="667446904">
      <w:bodyDiv w:val="1"/>
      <w:marLeft w:val="0"/>
      <w:marRight w:val="0"/>
      <w:marTop w:val="0"/>
      <w:marBottom w:val="0"/>
      <w:divBdr>
        <w:top w:val="none" w:sz="0" w:space="0" w:color="auto"/>
        <w:left w:val="none" w:sz="0" w:space="0" w:color="auto"/>
        <w:bottom w:val="none" w:sz="0" w:space="0" w:color="auto"/>
        <w:right w:val="none" w:sz="0" w:space="0" w:color="auto"/>
      </w:divBdr>
      <w:divsChild>
        <w:div w:id="1578006525">
          <w:marLeft w:val="0"/>
          <w:marRight w:val="0"/>
          <w:marTop w:val="105"/>
          <w:marBottom w:val="0"/>
          <w:divBdr>
            <w:top w:val="none" w:sz="0" w:space="0" w:color="auto"/>
            <w:left w:val="none" w:sz="0" w:space="0" w:color="auto"/>
            <w:bottom w:val="none" w:sz="0" w:space="0" w:color="auto"/>
            <w:right w:val="none" w:sz="0" w:space="0" w:color="auto"/>
          </w:divBdr>
        </w:div>
        <w:div w:id="1561210939">
          <w:marLeft w:val="0"/>
          <w:marRight w:val="0"/>
          <w:marTop w:val="0"/>
          <w:marBottom w:val="0"/>
          <w:divBdr>
            <w:top w:val="none" w:sz="0" w:space="0" w:color="auto"/>
            <w:left w:val="none" w:sz="0" w:space="0" w:color="auto"/>
            <w:bottom w:val="none" w:sz="0" w:space="0" w:color="auto"/>
            <w:right w:val="none" w:sz="0" w:space="0" w:color="auto"/>
          </w:divBdr>
          <w:divsChild>
            <w:div w:id="1079213234">
              <w:marLeft w:val="255"/>
              <w:marRight w:val="0"/>
              <w:marTop w:val="0"/>
              <w:marBottom w:val="0"/>
              <w:divBdr>
                <w:top w:val="none" w:sz="0" w:space="0" w:color="auto"/>
                <w:left w:val="none" w:sz="0" w:space="0" w:color="auto"/>
                <w:bottom w:val="none" w:sz="0" w:space="0" w:color="auto"/>
                <w:right w:val="none" w:sz="0" w:space="0" w:color="auto"/>
              </w:divBdr>
            </w:div>
          </w:divsChild>
        </w:div>
        <w:div w:id="1678844769">
          <w:marLeft w:val="0"/>
          <w:marRight w:val="0"/>
          <w:marTop w:val="0"/>
          <w:marBottom w:val="0"/>
          <w:divBdr>
            <w:top w:val="none" w:sz="0" w:space="0" w:color="auto"/>
            <w:left w:val="none" w:sz="0" w:space="0" w:color="auto"/>
            <w:bottom w:val="none" w:sz="0" w:space="0" w:color="auto"/>
            <w:right w:val="none" w:sz="0" w:space="0" w:color="auto"/>
          </w:divBdr>
          <w:divsChild>
            <w:div w:id="1385104710">
              <w:marLeft w:val="255"/>
              <w:marRight w:val="0"/>
              <w:marTop w:val="0"/>
              <w:marBottom w:val="0"/>
              <w:divBdr>
                <w:top w:val="none" w:sz="0" w:space="0" w:color="auto"/>
                <w:left w:val="none" w:sz="0" w:space="0" w:color="auto"/>
                <w:bottom w:val="none" w:sz="0" w:space="0" w:color="auto"/>
                <w:right w:val="none" w:sz="0" w:space="0" w:color="auto"/>
              </w:divBdr>
            </w:div>
          </w:divsChild>
        </w:div>
        <w:div w:id="1180507247">
          <w:marLeft w:val="0"/>
          <w:marRight w:val="0"/>
          <w:marTop w:val="0"/>
          <w:marBottom w:val="0"/>
          <w:divBdr>
            <w:top w:val="none" w:sz="0" w:space="0" w:color="auto"/>
            <w:left w:val="none" w:sz="0" w:space="0" w:color="auto"/>
            <w:bottom w:val="none" w:sz="0" w:space="0" w:color="auto"/>
            <w:right w:val="none" w:sz="0" w:space="0" w:color="auto"/>
          </w:divBdr>
          <w:divsChild>
            <w:div w:id="1152478534">
              <w:marLeft w:val="255"/>
              <w:marRight w:val="0"/>
              <w:marTop w:val="0"/>
              <w:marBottom w:val="0"/>
              <w:divBdr>
                <w:top w:val="none" w:sz="0" w:space="0" w:color="auto"/>
                <w:left w:val="none" w:sz="0" w:space="0" w:color="auto"/>
                <w:bottom w:val="none" w:sz="0" w:space="0" w:color="auto"/>
                <w:right w:val="none" w:sz="0" w:space="0" w:color="auto"/>
              </w:divBdr>
            </w:div>
          </w:divsChild>
        </w:div>
        <w:div w:id="2072999683">
          <w:marLeft w:val="0"/>
          <w:marRight w:val="0"/>
          <w:marTop w:val="0"/>
          <w:marBottom w:val="0"/>
          <w:divBdr>
            <w:top w:val="none" w:sz="0" w:space="0" w:color="auto"/>
            <w:left w:val="none" w:sz="0" w:space="0" w:color="auto"/>
            <w:bottom w:val="none" w:sz="0" w:space="0" w:color="auto"/>
            <w:right w:val="none" w:sz="0" w:space="0" w:color="auto"/>
          </w:divBdr>
          <w:divsChild>
            <w:div w:id="1584680378">
              <w:marLeft w:val="255"/>
              <w:marRight w:val="0"/>
              <w:marTop w:val="0"/>
              <w:marBottom w:val="0"/>
              <w:divBdr>
                <w:top w:val="none" w:sz="0" w:space="0" w:color="auto"/>
                <w:left w:val="none" w:sz="0" w:space="0" w:color="auto"/>
                <w:bottom w:val="none" w:sz="0" w:space="0" w:color="auto"/>
                <w:right w:val="none" w:sz="0" w:space="0" w:color="auto"/>
              </w:divBdr>
            </w:div>
          </w:divsChild>
        </w:div>
        <w:div w:id="1754817021">
          <w:marLeft w:val="0"/>
          <w:marRight w:val="0"/>
          <w:marTop w:val="0"/>
          <w:marBottom w:val="0"/>
          <w:divBdr>
            <w:top w:val="none" w:sz="0" w:space="0" w:color="auto"/>
            <w:left w:val="none" w:sz="0" w:space="0" w:color="auto"/>
            <w:bottom w:val="none" w:sz="0" w:space="0" w:color="auto"/>
            <w:right w:val="none" w:sz="0" w:space="0" w:color="auto"/>
          </w:divBdr>
          <w:divsChild>
            <w:div w:id="1182282441">
              <w:marLeft w:val="255"/>
              <w:marRight w:val="0"/>
              <w:marTop w:val="0"/>
              <w:marBottom w:val="0"/>
              <w:divBdr>
                <w:top w:val="none" w:sz="0" w:space="0" w:color="auto"/>
                <w:left w:val="none" w:sz="0" w:space="0" w:color="auto"/>
                <w:bottom w:val="none" w:sz="0" w:space="0" w:color="auto"/>
                <w:right w:val="none" w:sz="0" w:space="0" w:color="auto"/>
              </w:divBdr>
            </w:div>
          </w:divsChild>
        </w:div>
        <w:div w:id="774328647">
          <w:marLeft w:val="0"/>
          <w:marRight w:val="0"/>
          <w:marTop w:val="0"/>
          <w:marBottom w:val="0"/>
          <w:divBdr>
            <w:top w:val="none" w:sz="0" w:space="0" w:color="auto"/>
            <w:left w:val="none" w:sz="0" w:space="0" w:color="auto"/>
            <w:bottom w:val="none" w:sz="0" w:space="0" w:color="auto"/>
            <w:right w:val="none" w:sz="0" w:space="0" w:color="auto"/>
          </w:divBdr>
          <w:divsChild>
            <w:div w:id="1446657550">
              <w:marLeft w:val="255"/>
              <w:marRight w:val="0"/>
              <w:marTop w:val="0"/>
              <w:marBottom w:val="0"/>
              <w:divBdr>
                <w:top w:val="none" w:sz="0" w:space="0" w:color="auto"/>
                <w:left w:val="none" w:sz="0" w:space="0" w:color="auto"/>
                <w:bottom w:val="none" w:sz="0" w:space="0" w:color="auto"/>
                <w:right w:val="none" w:sz="0" w:space="0" w:color="auto"/>
              </w:divBdr>
            </w:div>
          </w:divsChild>
        </w:div>
        <w:div w:id="1542863956">
          <w:marLeft w:val="0"/>
          <w:marRight w:val="0"/>
          <w:marTop w:val="0"/>
          <w:marBottom w:val="0"/>
          <w:divBdr>
            <w:top w:val="none" w:sz="0" w:space="0" w:color="auto"/>
            <w:left w:val="none" w:sz="0" w:space="0" w:color="auto"/>
            <w:bottom w:val="none" w:sz="0" w:space="0" w:color="auto"/>
            <w:right w:val="none" w:sz="0" w:space="0" w:color="auto"/>
          </w:divBdr>
          <w:divsChild>
            <w:div w:id="599948609">
              <w:marLeft w:val="255"/>
              <w:marRight w:val="0"/>
              <w:marTop w:val="0"/>
              <w:marBottom w:val="0"/>
              <w:divBdr>
                <w:top w:val="none" w:sz="0" w:space="0" w:color="auto"/>
                <w:left w:val="none" w:sz="0" w:space="0" w:color="auto"/>
                <w:bottom w:val="none" w:sz="0" w:space="0" w:color="auto"/>
                <w:right w:val="none" w:sz="0" w:space="0" w:color="auto"/>
              </w:divBdr>
            </w:div>
          </w:divsChild>
        </w:div>
        <w:div w:id="103623248">
          <w:marLeft w:val="0"/>
          <w:marRight w:val="0"/>
          <w:marTop w:val="0"/>
          <w:marBottom w:val="0"/>
          <w:divBdr>
            <w:top w:val="none" w:sz="0" w:space="0" w:color="auto"/>
            <w:left w:val="none" w:sz="0" w:space="0" w:color="auto"/>
            <w:bottom w:val="none" w:sz="0" w:space="0" w:color="auto"/>
            <w:right w:val="none" w:sz="0" w:space="0" w:color="auto"/>
          </w:divBdr>
          <w:divsChild>
            <w:div w:id="2079278155">
              <w:marLeft w:val="255"/>
              <w:marRight w:val="0"/>
              <w:marTop w:val="0"/>
              <w:marBottom w:val="0"/>
              <w:divBdr>
                <w:top w:val="none" w:sz="0" w:space="0" w:color="auto"/>
                <w:left w:val="none" w:sz="0" w:space="0" w:color="auto"/>
                <w:bottom w:val="none" w:sz="0" w:space="0" w:color="auto"/>
                <w:right w:val="none" w:sz="0" w:space="0" w:color="auto"/>
              </w:divBdr>
            </w:div>
          </w:divsChild>
        </w:div>
        <w:div w:id="601304754">
          <w:marLeft w:val="0"/>
          <w:marRight w:val="0"/>
          <w:marTop w:val="0"/>
          <w:marBottom w:val="0"/>
          <w:divBdr>
            <w:top w:val="none" w:sz="0" w:space="0" w:color="auto"/>
            <w:left w:val="none" w:sz="0" w:space="0" w:color="auto"/>
            <w:bottom w:val="none" w:sz="0" w:space="0" w:color="auto"/>
            <w:right w:val="none" w:sz="0" w:space="0" w:color="auto"/>
          </w:divBdr>
          <w:divsChild>
            <w:div w:id="1464621480">
              <w:marLeft w:val="255"/>
              <w:marRight w:val="0"/>
              <w:marTop w:val="0"/>
              <w:marBottom w:val="0"/>
              <w:divBdr>
                <w:top w:val="none" w:sz="0" w:space="0" w:color="auto"/>
                <w:left w:val="none" w:sz="0" w:space="0" w:color="auto"/>
                <w:bottom w:val="none" w:sz="0" w:space="0" w:color="auto"/>
                <w:right w:val="none" w:sz="0" w:space="0" w:color="auto"/>
              </w:divBdr>
            </w:div>
          </w:divsChild>
        </w:div>
        <w:div w:id="1345597025">
          <w:marLeft w:val="0"/>
          <w:marRight w:val="0"/>
          <w:marTop w:val="0"/>
          <w:marBottom w:val="0"/>
          <w:divBdr>
            <w:top w:val="none" w:sz="0" w:space="0" w:color="auto"/>
            <w:left w:val="none" w:sz="0" w:space="0" w:color="auto"/>
            <w:bottom w:val="none" w:sz="0" w:space="0" w:color="auto"/>
            <w:right w:val="none" w:sz="0" w:space="0" w:color="auto"/>
          </w:divBdr>
          <w:divsChild>
            <w:div w:id="1946305523">
              <w:marLeft w:val="255"/>
              <w:marRight w:val="0"/>
              <w:marTop w:val="0"/>
              <w:marBottom w:val="0"/>
              <w:divBdr>
                <w:top w:val="none" w:sz="0" w:space="0" w:color="auto"/>
                <w:left w:val="none" w:sz="0" w:space="0" w:color="auto"/>
                <w:bottom w:val="none" w:sz="0" w:space="0" w:color="auto"/>
                <w:right w:val="none" w:sz="0" w:space="0" w:color="auto"/>
              </w:divBdr>
            </w:div>
          </w:divsChild>
        </w:div>
        <w:div w:id="565141994">
          <w:marLeft w:val="0"/>
          <w:marRight w:val="0"/>
          <w:marTop w:val="0"/>
          <w:marBottom w:val="0"/>
          <w:divBdr>
            <w:top w:val="none" w:sz="0" w:space="0" w:color="auto"/>
            <w:left w:val="none" w:sz="0" w:space="0" w:color="auto"/>
            <w:bottom w:val="none" w:sz="0" w:space="0" w:color="auto"/>
            <w:right w:val="none" w:sz="0" w:space="0" w:color="auto"/>
          </w:divBdr>
          <w:divsChild>
            <w:div w:id="1233658006">
              <w:marLeft w:val="255"/>
              <w:marRight w:val="0"/>
              <w:marTop w:val="0"/>
              <w:marBottom w:val="0"/>
              <w:divBdr>
                <w:top w:val="none" w:sz="0" w:space="0" w:color="auto"/>
                <w:left w:val="none" w:sz="0" w:space="0" w:color="auto"/>
                <w:bottom w:val="none" w:sz="0" w:space="0" w:color="auto"/>
                <w:right w:val="none" w:sz="0" w:space="0" w:color="auto"/>
              </w:divBdr>
            </w:div>
          </w:divsChild>
        </w:div>
        <w:div w:id="1210457587">
          <w:marLeft w:val="0"/>
          <w:marRight w:val="0"/>
          <w:marTop w:val="0"/>
          <w:marBottom w:val="0"/>
          <w:divBdr>
            <w:top w:val="none" w:sz="0" w:space="0" w:color="auto"/>
            <w:left w:val="none" w:sz="0" w:space="0" w:color="auto"/>
            <w:bottom w:val="none" w:sz="0" w:space="0" w:color="auto"/>
            <w:right w:val="none" w:sz="0" w:space="0" w:color="auto"/>
          </w:divBdr>
          <w:divsChild>
            <w:div w:id="1981424037">
              <w:marLeft w:val="255"/>
              <w:marRight w:val="0"/>
              <w:marTop w:val="0"/>
              <w:marBottom w:val="0"/>
              <w:divBdr>
                <w:top w:val="none" w:sz="0" w:space="0" w:color="auto"/>
                <w:left w:val="none" w:sz="0" w:space="0" w:color="auto"/>
                <w:bottom w:val="none" w:sz="0" w:space="0" w:color="auto"/>
                <w:right w:val="none" w:sz="0" w:space="0" w:color="auto"/>
              </w:divBdr>
            </w:div>
          </w:divsChild>
        </w:div>
        <w:div w:id="1561211804">
          <w:marLeft w:val="0"/>
          <w:marRight w:val="0"/>
          <w:marTop w:val="0"/>
          <w:marBottom w:val="0"/>
          <w:divBdr>
            <w:top w:val="none" w:sz="0" w:space="0" w:color="auto"/>
            <w:left w:val="none" w:sz="0" w:space="0" w:color="auto"/>
            <w:bottom w:val="none" w:sz="0" w:space="0" w:color="auto"/>
            <w:right w:val="none" w:sz="0" w:space="0" w:color="auto"/>
          </w:divBdr>
          <w:divsChild>
            <w:div w:id="1919510641">
              <w:marLeft w:val="255"/>
              <w:marRight w:val="0"/>
              <w:marTop w:val="0"/>
              <w:marBottom w:val="0"/>
              <w:divBdr>
                <w:top w:val="none" w:sz="0" w:space="0" w:color="auto"/>
                <w:left w:val="none" w:sz="0" w:space="0" w:color="auto"/>
                <w:bottom w:val="none" w:sz="0" w:space="0" w:color="auto"/>
                <w:right w:val="none" w:sz="0" w:space="0" w:color="auto"/>
              </w:divBdr>
            </w:div>
          </w:divsChild>
        </w:div>
        <w:div w:id="1602565683">
          <w:marLeft w:val="0"/>
          <w:marRight w:val="0"/>
          <w:marTop w:val="0"/>
          <w:marBottom w:val="0"/>
          <w:divBdr>
            <w:top w:val="none" w:sz="0" w:space="0" w:color="auto"/>
            <w:left w:val="none" w:sz="0" w:space="0" w:color="auto"/>
            <w:bottom w:val="none" w:sz="0" w:space="0" w:color="auto"/>
            <w:right w:val="none" w:sz="0" w:space="0" w:color="auto"/>
          </w:divBdr>
          <w:divsChild>
            <w:div w:id="27149179">
              <w:marLeft w:val="255"/>
              <w:marRight w:val="0"/>
              <w:marTop w:val="0"/>
              <w:marBottom w:val="0"/>
              <w:divBdr>
                <w:top w:val="none" w:sz="0" w:space="0" w:color="auto"/>
                <w:left w:val="none" w:sz="0" w:space="0" w:color="auto"/>
                <w:bottom w:val="none" w:sz="0" w:space="0" w:color="auto"/>
                <w:right w:val="none" w:sz="0" w:space="0" w:color="auto"/>
              </w:divBdr>
            </w:div>
          </w:divsChild>
        </w:div>
        <w:div w:id="6182524">
          <w:marLeft w:val="0"/>
          <w:marRight w:val="0"/>
          <w:marTop w:val="0"/>
          <w:marBottom w:val="0"/>
          <w:divBdr>
            <w:top w:val="none" w:sz="0" w:space="0" w:color="auto"/>
            <w:left w:val="none" w:sz="0" w:space="0" w:color="auto"/>
            <w:bottom w:val="none" w:sz="0" w:space="0" w:color="auto"/>
            <w:right w:val="none" w:sz="0" w:space="0" w:color="auto"/>
          </w:divBdr>
          <w:divsChild>
            <w:div w:id="1286888965">
              <w:marLeft w:val="255"/>
              <w:marRight w:val="0"/>
              <w:marTop w:val="0"/>
              <w:marBottom w:val="0"/>
              <w:divBdr>
                <w:top w:val="none" w:sz="0" w:space="0" w:color="auto"/>
                <w:left w:val="none" w:sz="0" w:space="0" w:color="auto"/>
                <w:bottom w:val="none" w:sz="0" w:space="0" w:color="auto"/>
                <w:right w:val="none" w:sz="0" w:space="0" w:color="auto"/>
              </w:divBdr>
            </w:div>
          </w:divsChild>
        </w:div>
        <w:div w:id="2007633777">
          <w:marLeft w:val="0"/>
          <w:marRight w:val="0"/>
          <w:marTop w:val="0"/>
          <w:marBottom w:val="0"/>
          <w:divBdr>
            <w:top w:val="none" w:sz="0" w:space="0" w:color="auto"/>
            <w:left w:val="none" w:sz="0" w:space="0" w:color="auto"/>
            <w:bottom w:val="none" w:sz="0" w:space="0" w:color="auto"/>
            <w:right w:val="none" w:sz="0" w:space="0" w:color="auto"/>
          </w:divBdr>
          <w:divsChild>
            <w:div w:id="1678344080">
              <w:marLeft w:val="255"/>
              <w:marRight w:val="0"/>
              <w:marTop w:val="0"/>
              <w:marBottom w:val="0"/>
              <w:divBdr>
                <w:top w:val="none" w:sz="0" w:space="0" w:color="auto"/>
                <w:left w:val="none" w:sz="0" w:space="0" w:color="auto"/>
                <w:bottom w:val="none" w:sz="0" w:space="0" w:color="auto"/>
                <w:right w:val="none" w:sz="0" w:space="0" w:color="auto"/>
              </w:divBdr>
            </w:div>
          </w:divsChild>
        </w:div>
        <w:div w:id="97221685">
          <w:marLeft w:val="0"/>
          <w:marRight w:val="0"/>
          <w:marTop w:val="0"/>
          <w:marBottom w:val="0"/>
          <w:divBdr>
            <w:top w:val="none" w:sz="0" w:space="0" w:color="auto"/>
            <w:left w:val="none" w:sz="0" w:space="0" w:color="auto"/>
            <w:bottom w:val="none" w:sz="0" w:space="0" w:color="auto"/>
            <w:right w:val="none" w:sz="0" w:space="0" w:color="auto"/>
          </w:divBdr>
          <w:divsChild>
            <w:div w:id="1838614679">
              <w:marLeft w:val="255"/>
              <w:marRight w:val="0"/>
              <w:marTop w:val="0"/>
              <w:marBottom w:val="0"/>
              <w:divBdr>
                <w:top w:val="none" w:sz="0" w:space="0" w:color="auto"/>
                <w:left w:val="none" w:sz="0" w:space="0" w:color="auto"/>
                <w:bottom w:val="none" w:sz="0" w:space="0" w:color="auto"/>
                <w:right w:val="none" w:sz="0" w:space="0" w:color="auto"/>
              </w:divBdr>
            </w:div>
          </w:divsChild>
        </w:div>
        <w:div w:id="567304967">
          <w:marLeft w:val="0"/>
          <w:marRight w:val="0"/>
          <w:marTop w:val="0"/>
          <w:marBottom w:val="0"/>
          <w:divBdr>
            <w:top w:val="none" w:sz="0" w:space="0" w:color="auto"/>
            <w:left w:val="none" w:sz="0" w:space="0" w:color="auto"/>
            <w:bottom w:val="none" w:sz="0" w:space="0" w:color="auto"/>
            <w:right w:val="none" w:sz="0" w:space="0" w:color="auto"/>
          </w:divBdr>
          <w:divsChild>
            <w:div w:id="51885412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43065322">
      <w:bodyDiv w:val="1"/>
      <w:marLeft w:val="0"/>
      <w:marRight w:val="0"/>
      <w:marTop w:val="0"/>
      <w:marBottom w:val="0"/>
      <w:divBdr>
        <w:top w:val="none" w:sz="0" w:space="0" w:color="auto"/>
        <w:left w:val="none" w:sz="0" w:space="0" w:color="auto"/>
        <w:bottom w:val="none" w:sz="0" w:space="0" w:color="auto"/>
        <w:right w:val="none" w:sz="0" w:space="0" w:color="auto"/>
      </w:divBdr>
    </w:div>
    <w:div w:id="969167978">
      <w:bodyDiv w:val="1"/>
      <w:marLeft w:val="0"/>
      <w:marRight w:val="0"/>
      <w:marTop w:val="0"/>
      <w:marBottom w:val="0"/>
      <w:divBdr>
        <w:top w:val="none" w:sz="0" w:space="0" w:color="auto"/>
        <w:left w:val="none" w:sz="0" w:space="0" w:color="auto"/>
        <w:bottom w:val="none" w:sz="0" w:space="0" w:color="auto"/>
        <w:right w:val="none" w:sz="0" w:space="0" w:color="auto"/>
      </w:divBdr>
    </w:div>
    <w:div w:id="991834497">
      <w:bodyDiv w:val="1"/>
      <w:marLeft w:val="0"/>
      <w:marRight w:val="0"/>
      <w:marTop w:val="0"/>
      <w:marBottom w:val="0"/>
      <w:divBdr>
        <w:top w:val="none" w:sz="0" w:space="0" w:color="auto"/>
        <w:left w:val="none" w:sz="0" w:space="0" w:color="auto"/>
        <w:bottom w:val="none" w:sz="0" w:space="0" w:color="auto"/>
        <w:right w:val="none" w:sz="0" w:space="0" w:color="auto"/>
      </w:divBdr>
      <w:divsChild>
        <w:div w:id="1304500358">
          <w:marLeft w:val="0"/>
          <w:marRight w:val="0"/>
          <w:marTop w:val="0"/>
          <w:marBottom w:val="0"/>
          <w:divBdr>
            <w:top w:val="none" w:sz="0" w:space="0" w:color="auto"/>
            <w:left w:val="none" w:sz="0" w:space="0" w:color="auto"/>
            <w:bottom w:val="none" w:sz="0" w:space="0" w:color="auto"/>
            <w:right w:val="none" w:sz="0" w:space="0" w:color="auto"/>
          </w:divBdr>
          <w:divsChild>
            <w:div w:id="1016077780">
              <w:marLeft w:val="0"/>
              <w:marRight w:val="0"/>
              <w:marTop w:val="105"/>
              <w:marBottom w:val="0"/>
              <w:divBdr>
                <w:top w:val="none" w:sz="0" w:space="0" w:color="auto"/>
                <w:left w:val="none" w:sz="0" w:space="0" w:color="auto"/>
                <w:bottom w:val="none" w:sz="0" w:space="0" w:color="auto"/>
                <w:right w:val="none" w:sz="0" w:space="0" w:color="auto"/>
              </w:divBdr>
            </w:div>
          </w:divsChild>
        </w:div>
        <w:div w:id="1564560681">
          <w:marLeft w:val="0"/>
          <w:marRight w:val="0"/>
          <w:marTop w:val="0"/>
          <w:marBottom w:val="0"/>
          <w:divBdr>
            <w:top w:val="none" w:sz="0" w:space="0" w:color="auto"/>
            <w:left w:val="none" w:sz="0" w:space="0" w:color="auto"/>
            <w:bottom w:val="none" w:sz="0" w:space="0" w:color="auto"/>
            <w:right w:val="none" w:sz="0" w:space="0" w:color="auto"/>
          </w:divBdr>
          <w:divsChild>
            <w:div w:id="145143503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63874177">
      <w:bodyDiv w:val="1"/>
      <w:marLeft w:val="0"/>
      <w:marRight w:val="0"/>
      <w:marTop w:val="0"/>
      <w:marBottom w:val="0"/>
      <w:divBdr>
        <w:top w:val="none" w:sz="0" w:space="0" w:color="auto"/>
        <w:left w:val="none" w:sz="0" w:space="0" w:color="auto"/>
        <w:bottom w:val="none" w:sz="0" w:space="0" w:color="auto"/>
        <w:right w:val="none" w:sz="0" w:space="0" w:color="auto"/>
      </w:divBdr>
      <w:divsChild>
        <w:div w:id="1256284503">
          <w:marLeft w:val="0"/>
          <w:marRight w:val="0"/>
          <w:marTop w:val="0"/>
          <w:marBottom w:val="0"/>
          <w:divBdr>
            <w:top w:val="none" w:sz="0" w:space="0" w:color="auto"/>
            <w:left w:val="none" w:sz="0" w:space="0" w:color="auto"/>
            <w:bottom w:val="none" w:sz="0" w:space="0" w:color="auto"/>
            <w:right w:val="none" w:sz="0" w:space="0" w:color="auto"/>
          </w:divBdr>
          <w:divsChild>
            <w:div w:id="995260952">
              <w:marLeft w:val="0"/>
              <w:marRight w:val="0"/>
              <w:marTop w:val="105"/>
              <w:marBottom w:val="0"/>
              <w:divBdr>
                <w:top w:val="none" w:sz="0" w:space="0" w:color="auto"/>
                <w:left w:val="none" w:sz="0" w:space="0" w:color="auto"/>
                <w:bottom w:val="none" w:sz="0" w:space="0" w:color="auto"/>
                <w:right w:val="none" w:sz="0" w:space="0" w:color="auto"/>
              </w:divBdr>
            </w:div>
            <w:div w:id="1543443917">
              <w:marLeft w:val="0"/>
              <w:marRight w:val="0"/>
              <w:marTop w:val="0"/>
              <w:marBottom w:val="0"/>
              <w:divBdr>
                <w:top w:val="none" w:sz="0" w:space="0" w:color="auto"/>
                <w:left w:val="none" w:sz="0" w:space="0" w:color="auto"/>
                <w:bottom w:val="none" w:sz="0" w:space="0" w:color="auto"/>
                <w:right w:val="none" w:sz="0" w:space="0" w:color="auto"/>
              </w:divBdr>
              <w:divsChild>
                <w:div w:id="227036198">
                  <w:marLeft w:val="255"/>
                  <w:marRight w:val="0"/>
                  <w:marTop w:val="0"/>
                  <w:marBottom w:val="0"/>
                  <w:divBdr>
                    <w:top w:val="none" w:sz="0" w:space="0" w:color="auto"/>
                    <w:left w:val="none" w:sz="0" w:space="0" w:color="auto"/>
                    <w:bottom w:val="none" w:sz="0" w:space="0" w:color="auto"/>
                    <w:right w:val="none" w:sz="0" w:space="0" w:color="auto"/>
                  </w:divBdr>
                </w:div>
              </w:divsChild>
            </w:div>
            <w:div w:id="863329313">
              <w:marLeft w:val="0"/>
              <w:marRight w:val="0"/>
              <w:marTop w:val="0"/>
              <w:marBottom w:val="0"/>
              <w:divBdr>
                <w:top w:val="none" w:sz="0" w:space="0" w:color="auto"/>
                <w:left w:val="none" w:sz="0" w:space="0" w:color="auto"/>
                <w:bottom w:val="none" w:sz="0" w:space="0" w:color="auto"/>
                <w:right w:val="none" w:sz="0" w:space="0" w:color="auto"/>
              </w:divBdr>
              <w:divsChild>
                <w:div w:id="1520394461">
                  <w:marLeft w:val="255"/>
                  <w:marRight w:val="0"/>
                  <w:marTop w:val="0"/>
                  <w:marBottom w:val="0"/>
                  <w:divBdr>
                    <w:top w:val="none" w:sz="0" w:space="0" w:color="auto"/>
                    <w:left w:val="none" w:sz="0" w:space="0" w:color="auto"/>
                    <w:bottom w:val="none" w:sz="0" w:space="0" w:color="auto"/>
                    <w:right w:val="none" w:sz="0" w:space="0" w:color="auto"/>
                  </w:divBdr>
                </w:div>
              </w:divsChild>
            </w:div>
            <w:div w:id="1329944859">
              <w:marLeft w:val="0"/>
              <w:marRight w:val="0"/>
              <w:marTop w:val="0"/>
              <w:marBottom w:val="0"/>
              <w:divBdr>
                <w:top w:val="none" w:sz="0" w:space="0" w:color="auto"/>
                <w:left w:val="none" w:sz="0" w:space="0" w:color="auto"/>
                <w:bottom w:val="none" w:sz="0" w:space="0" w:color="auto"/>
                <w:right w:val="none" w:sz="0" w:space="0" w:color="auto"/>
              </w:divBdr>
              <w:divsChild>
                <w:div w:id="61368773">
                  <w:marLeft w:val="255"/>
                  <w:marRight w:val="0"/>
                  <w:marTop w:val="0"/>
                  <w:marBottom w:val="0"/>
                  <w:divBdr>
                    <w:top w:val="none" w:sz="0" w:space="0" w:color="auto"/>
                    <w:left w:val="none" w:sz="0" w:space="0" w:color="auto"/>
                    <w:bottom w:val="none" w:sz="0" w:space="0" w:color="auto"/>
                    <w:right w:val="none" w:sz="0" w:space="0" w:color="auto"/>
                  </w:divBdr>
                </w:div>
              </w:divsChild>
            </w:div>
            <w:div w:id="1317882906">
              <w:marLeft w:val="0"/>
              <w:marRight w:val="0"/>
              <w:marTop w:val="0"/>
              <w:marBottom w:val="0"/>
              <w:divBdr>
                <w:top w:val="none" w:sz="0" w:space="0" w:color="auto"/>
                <w:left w:val="none" w:sz="0" w:space="0" w:color="auto"/>
                <w:bottom w:val="none" w:sz="0" w:space="0" w:color="auto"/>
                <w:right w:val="none" w:sz="0" w:space="0" w:color="auto"/>
              </w:divBdr>
              <w:divsChild>
                <w:div w:id="229390549">
                  <w:marLeft w:val="255"/>
                  <w:marRight w:val="0"/>
                  <w:marTop w:val="0"/>
                  <w:marBottom w:val="0"/>
                  <w:divBdr>
                    <w:top w:val="none" w:sz="0" w:space="0" w:color="auto"/>
                    <w:left w:val="none" w:sz="0" w:space="0" w:color="auto"/>
                    <w:bottom w:val="none" w:sz="0" w:space="0" w:color="auto"/>
                    <w:right w:val="none" w:sz="0" w:space="0" w:color="auto"/>
                  </w:divBdr>
                </w:div>
              </w:divsChild>
            </w:div>
            <w:div w:id="1228221068">
              <w:marLeft w:val="0"/>
              <w:marRight w:val="0"/>
              <w:marTop w:val="0"/>
              <w:marBottom w:val="0"/>
              <w:divBdr>
                <w:top w:val="none" w:sz="0" w:space="0" w:color="auto"/>
                <w:left w:val="none" w:sz="0" w:space="0" w:color="auto"/>
                <w:bottom w:val="none" w:sz="0" w:space="0" w:color="auto"/>
                <w:right w:val="none" w:sz="0" w:space="0" w:color="auto"/>
              </w:divBdr>
              <w:divsChild>
                <w:div w:id="353926521">
                  <w:marLeft w:val="255"/>
                  <w:marRight w:val="0"/>
                  <w:marTop w:val="0"/>
                  <w:marBottom w:val="0"/>
                  <w:divBdr>
                    <w:top w:val="none" w:sz="0" w:space="0" w:color="auto"/>
                    <w:left w:val="none" w:sz="0" w:space="0" w:color="auto"/>
                    <w:bottom w:val="none" w:sz="0" w:space="0" w:color="auto"/>
                    <w:right w:val="none" w:sz="0" w:space="0" w:color="auto"/>
                  </w:divBdr>
                </w:div>
              </w:divsChild>
            </w:div>
            <w:div w:id="1513958211">
              <w:marLeft w:val="0"/>
              <w:marRight w:val="0"/>
              <w:marTop w:val="0"/>
              <w:marBottom w:val="0"/>
              <w:divBdr>
                <w:top w:val="none" w:sz="0" w:space="0" w:color="auto"/>
                <w:left w:val="none" w:sz="0" w:space="0" w:color="auto"/>
                <w:bottom w:val="none" w:sz="0" w:space="0" w:color="auto"/>
                <w:right w:val="none" w:sz="0" w:space="0" w:color="auto"/>
              </w:divBdr>
              <w:divsChild>
                <w:div w:id="1255432578">
                  <w:marLeft w:val="255"/>
                  <w:marRight w:val="0"/>
                  <w:marTop w:val="0"/>
                  <w:marBottom w:val="0"/>
                  <w:divBdr>
                    <w:top w:val="none" w:sz="0" w:space="0" w:color="auto"/>
                    <w:left w:val="none" w:sz="0" w:space="0" w:color="auto"/>
                    <w:bottom w:val="none" w:sz="0" w:space="0" w:color="auto"/>
                    <w:right w:val="none" w:sz="0" w:space="0" w:color="auto"/>
                  </w:divBdr>
                </w:div>
              </w:divsChild>
            </w:div>
            <w:div w:id="1242325244">
              <w:marLeft w:val="0"/>
              <w:marRight w:val="0"/>
              <w:marTop w:val="0"/>
              <w:marBottom w:val="0"/>
              <w:divBdr>
                <w:top w:val="none" w:sz="0" w:space="0" w:color="auto"/>
                <w:left w:val="none" w:sz="0" w:space="0" w:color="auto"/>
                <w:bottom w:val="none" w:sz="0" w:space="0" w:color="auto"/>
                <w:right w:val="none" w:sz="0" w:space="0" w:color="auto"/>
              </w:divBdr>
              <w:divsChild>
                <w:div w:id="923758645">
                  <w:marLeft w:val="255"/>
                  <w:marRight w:val="0"/>
                  <w:marTop w:val="0"/>
                  <w:marBottom w:val="0"/>
                  <w:divBdr>
                    <w:top w:val="none" w:sz="0" w:space="0" w:color="auto"/>
                    <w:left w:val="none" w:sz="0" w:space="0" w:color="auto"/>
                    <w:bottom w:val="none" w:sz="0" w:space="0" w:color="auto"/>
                    <w:right w:val="none" w:sz="0" w:space="0" w:color="auto"/>
                  </w:divBdr>
                </w:div>
              </w:divsChild>
            </w:div>
            <w:div w:id="1874923789">
              <w:marLeft w:val="0"/>
              <w:marRight w:val="0"/>
              <w:marTop w:val="0"/>
              <w:marBottom w:val="0"/>
              <w:divBdr>
                <w:top w:val="none" w:sz="0" w:space="0" w:color="auto"/>
                <w:left w:val="none" w:sz="0" w:space="0" w:color="auto"/>
                <w:bottom w:val="none" w:sz="0" w:space="0" w:color="auto"/>
                <w:right w:val="none" w:sz="0" w:space="0" w:color="auto"/>
              </w:divBdr>
              <w:divsChild>
                <w:div w:id="1291941666">
                  <w:marLeft w:val="255"/>
                  <w:marRight w:val="0"/>
                  <w:marTop w:val="0"/>
                  <w:marBottom w:val="0"/>
                  <w:divBdr>
                    <w:top w:val="none" w:sz="0" w:space="0" w:color="auto"/>
                    <w:left w:val="none" w:sz="0" w:space="0" w:color="auto"/>
                    <w:bottom w:val="none" w:sz="0" w:space="0" w:color="auto"/>
                    <w:right w:val="none" w:sz="0" w:space="0" w:color="auto"/>
                  </w:divBdr>
                </w:div>
              </w:divsChild>
            </w:div>
            <w:div w:id="1649095226">
              <w:marLeft w:val="0"/>
              <w:marRight w:val="0"/>
              <w:marTop w:val="0"/>
              <w:marBottom w:val="0"/>
              <w:divBdr>
                <w:top w:val="none" w:sz="0" w:space="0" w:color="auto"/>
                <w:left w:val="none" w:sz="0" w:space="0" w:color="auto"/>
                <w:bottom w:val="none" w:sz="0" w:space="0" w:color="auto"/>
                <w:right w:val="none" w:sz="0" w:space="0" w:color="auto"/>
              </w:divBdr>
              <w:divsChild>
                <w:div w:id="551111714">
                  <w:marLeft w:val="255"/>
                  <w:marRight w:val="0"/>
                  <w:marTop w:val="0"/>
                  <w:marBottom w:val="0"/>
                  <w:divBdr>
                    <w:top w:val="none" w:sz="0" w:space="0" w:color="auto"/>
                    <w:left w:val="none" w:sz="0" w:space="0" w:color="auto"/>
                    <w:bottom w:val="none" w:sz="0" w:space="0" w:color="auto"/>
                    <w:right w:val="none" w:sz="0" w:space="0" w:color="auto"/>
                  </w:divBdr>
                </w:div>
              </w:divsChild>
            </w:div>
            <w:div w:id="888145826">
              <w:marLeft w:val="0"/>
              <w:marRight w:val="0"/>
              <w:marTop w:val="0"/>
              <w:marBottom w:val="0"/>
              <w:divBdr>
                <w:top w:val="none" w:sz="0" w:space="0" w:color="auto"/>
                <w:left w:val="none" w:sz="0" w:space="0" w:color="auto"/>
                <w:bottom w:val="none" w:sz="0" w:space="0" w:color="auto"/>
                <w:right w:val="none" w:sz="0" w:space="0" w:color="auto"/>
              </w:divBdr>
              <w:divsChild>
                <w:div w:id="170709694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90567649">
          <w:marLeft w:val="0"/>
          <w:marRight w:val="0"/>
          <w:marTop w:val="0"/>
          <w:marBottom w:val="0"/>
          <w:divBdr>
            <w:top w:val="none" w:sz="0" w:space="0" w:color="auto"/>
            <w:left w:val="none" w:sz="0" w:space="0" w:color="auto"/>
            <w:bottom w:val="none" w:sz="0" w:space="0" w:color="auto"/>
            <w:right w:val="none" w:sz="0" w:space="0" w:color="auto"/>
          </w:divBdr>
          <w:divsChild>
            <w:div w:id="1656180757">
              <w:marLeft w:val="0"/>
              <w:marRight w:val="0"/>
              <w:marTop w:val="105"/>
              <w:marBottom w:val="0"/>
              <w:divBdr>
                <w:top w:val="none" w:sz="0" w:space="0" w:color="auto"/>
                <w:left w:val="none" w:sz="0" w:space="0" w:color="auto"/>
                <w:bottom w:val="none" w:sz="0" w:space="0" w:color="auto"/>
                <w:right w:val="none" w:sz="0" w:space="0" w:color="auto"/>
              </w:divBdr>
            </w:div>
          </w:divsChild>
        </w:div>
        <w:div w:id="1490900336">
          <w:marLeft w:val="0"/>
          <w:marRight w:val="0"/>
          <w:marTop w:val="0"/>
          <w:marBottom w:val="0"/>
          <w:divBdr>
            <w:top w:val="none" w:sz="0" w:space="0" w:color="auto"/>
            <w:left w:val="none" w:sz="0" w:space="0" w:color="auto"/>
            <w:bottom w:val="none" w:sz="0" w:space="0" w:color="auto"/>
            <w:right w:val="none" w:sz="0" w:space="0" w:color="auto"/>
          </w:divBdr>
          <w:divsChild>
            <w:div w:id="1538197116">
              <w:marLeft w:val="0"/>
              <w:marRight w:val="0"/>
              <w:marTop w:val="105"/>
              <w:marBottom w:val="0"/>
              <w:divBdr>
                <w:top w:val="none" w:sz="0" w:space="0" w:color="auto"/>
                <w:left w:val="none" w:sz="0" w:space="0" w:color="auto"/>
                <w:bottom w:val="none" w:sz="0" w:space="0" w:color="auto"/>
                <w:right w:val="none" w:sz="0" w:space="0" w:color="auto"/>
              </w:divBdr>
            </w:div>
          </w:divsChild>
        </w:div>
        <w:div w:id="1955012348">
          <w:marLeft w:val="0"/>
          <w:marRight w:val="0"/>
          <w:marTop w:val="0"/>
          <w:marBottom w:val="0"/>
          <w:divBdr>
            <w:top w:val="none" w:sz="0" w:space="0" w:color="auto"/>
            <w:left w:val="none" w:sz="0" w:space="0" w:color="auto"/>
            <w:bottom w:val="none" w:sz="0" w:space="0" w:color="auto"/>
            <w:right w:val="none" w:sz="0" w:space="0" w:color="auto"/>
          </w:divBdr>
          <w:divsChild>
            <w:div w:id="1038894118">
              <w:marLeft w:val="0"/>
              <w:marRight w:val="0"/>
              <w:marTop w:val="105"/>
              <w:marBottom w:val="0"/>
              <w:divBdr>
                <w:top w:val="none" w:sz="0" w:space="0" w:color="auto"/>
                <w:left w:val="none" w:sz="0" w:space="0" w:color="auto"/>
                <w:bottom w:val="none" w:sz="0" w:space="0" w:color="auto"/>
                <w:right w:val="none" w:sz="0" w:space="0" w:color="auto"/>
              </w:divBdr>
            </w:div>
          </w:divsChild>
        </w:div>
        <w:div w:id="207686927">
          <w:marLeft w:val="0"/>
          <w:marRight w:val="0"/>
          <w:marTop w:val="0"/>
          <w:marBottom w:val="0"/>
          <w:divBdr>
            <w:top w:val="none" w:sz="0" w:space="0" w:color="auto"/>
            <w:left w:val="none" w:sz="0" w:space="0" w:color="auto"/>
            <w:bottom w:val="none" w:sz="0" w:space="0" w:color="auto"/>
            <w:right w:val="none" w:sz="0" w:space="0" w:color="auto"/>
          </w:divBdr>
          <w:divsChild>
            <w:div w:id="954139425">
              <w:marLeft w:val="0"/>
              <w:marRight w:val="0"/>
              <w:marTop w:val="105"/>
              <w:marBottom w:val="0"/>
              <w:divBdr>
                <w:top w:val="none" w:sz="0" w:space="0" w:color="auto"/>
                <w:left w:val="none" w:sz="0" w:space="0" w:color="auto"/>
                <w:bottom w:val="none" w:sz="0" w:space="0" w:color="auto"/>
                <w:right w:val="none" w:sz="0" w:space="0" w:color="auto"/>
              </w:divBdr>
            </w:div>
          </w:divsChild>
        </w:div>
        <w:div w:id="1635598292">
          <w:marLeft w:val="0"/>
          <w:marRight w:val="0"/>
          <w:marTop w:val="0"/>
          <w:marBottom w:val="0"/>
          <w:divBdr>
            <w:top w:val="none" w:sz="0" w:space="0" w:color="auto"/>
            <w:left w:val="none" w:sz="0" w:space="0" w:color="auto"/>
            <w:bottom w:val="none" w:sz="0" w:space="0" w:color="auto"/>
            <w:right w:val="none" w:sz="0" w:space="0" w:color="auto"/>
          </w:divBdr>
          <w:divsChild>
            <w:div w:id="1922445475">
              <w:marLeft w:val="0"/>
              <w:marRight w:val="0"/>
              <w:marTop w:val="105"/>
              <w:marBottom w:val="0"/>
              <w:divBdr>
                <w:top w:val="none" w:sz="0" w:space="0" w:color="auto"/>
                <w:left w:val="none" w:sz="0" w:space="0" w:color="auto"/>
                <w:bottom w:val="none" w:sz="0" w:space="0" w:color="auto"/>
                <w:right w:val="none" w:sz="0" w:space="0" w:color="auto"/>
              </w:divBdr>
            </w:div>
          </w:divsChild>
        </w:div>
        <w:div w:id="45030427">
          <w:marLeft w:val="0"/>
          <w:marRight w:val="0"/>
          <w:marTop w:val="0"/>
          <w:marBottom w:val="0"/>
          <w:divBdr>
            <w:top w:val="none" w:sz="0" w:space="0" w:color="auto"/>
            <w:left w:val="none" w:sz="0" w:space="0" w:color="auto"/>
            <w:bottom w:val="none" w:sz="0" w:space="0" w:color="auto"/>
            <w:right w:val="none" w:sz="0" w:space="0" w:color="auto"/>
          </w:divBdr>
          <w:divsChild>
            <w:div w:id="105789356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412432635">
      <w:bodyDiv w:val="1"/>
      <w:marLeft w:val="0"/>
      <w:marRight w:val="0"/>
      <w:marTop w:val="0"/>
      <w:marBottom w:val="0"/>
      <w:divBdr>
        <w:top w:val="none" w:sz="0" w:space="0" w:color="auto"/>
        <w:left w:val="none" w:sz="0" w:space="0" w:color="auto"/>
        <w:bottom w:val="none" w:sz="0" w:space="0" w:color="auto"/>
        <w:right w:val="none" w:sz="0" w:space="0" w:color="auto"/>
      </w:divBdr>
    </w:div>
    <w:div w:id="1424378616">
      <w:bodyDiv w:val="1"/>
      <w:marLeft w:val="0"/>
      <w:marRight w:val="0"/>
      <w:marTop w:val="0"/>
      <w:marBottom w:val="0"/>
      <w:divBdr>
        <w:top w:val="none" w:sz="0" w:space="0" w:color="auto"/>
        <w:left w:val="none" w:sz="0" w:space="0" w:color="auto"/>
        <w:bottom w:val="none" w:sz="0" w:space="0" w:color="auto"/>
        <w:right w:val="none" w:sz="0" w:space="0" w:color="auto"/>
      </w:divBdr>
    </w:div>
    <w:div w:id="1676032351">
      <w:bodyDiv w:val="1"/>
      <w:marLeft w:val="0"/>
      <w:marRight w:val="0"/>
      <w:marTop w:val="0"/>
      <w:marBottom w:val="0"/>
      <w:divBdr>
        <w:top w:val="none" w:sz="0" w:space="0" w:color="auto"/>
        <w:left w:val="none" w:sz="0" w:space="0" w:color="auto"/>
        <w:bottom w:val="none" w:sz="0" w:space="0" w:color="auto"/>
        <w:right w:val="none" w:sz="0" w:space="0" w:color="auto"/>
      </w:divBdr>
    </w:div>
    <w:div w:id="1723358416">
      <w:bodyDiv w:val="1"/>
      <w:marLeft w:val="0"/>
      <w:marRight w:val="0"/>
      <w:marTop w:val="0"/>
      <w:marBottom w:val="0"/>
      <w:divBdr>
        <w:top w:val="none" w:sz="0" w:space="0" w:color="auto"/>
        <w:left w:val="none" w:sz="0" w:space="0" w:color="auto"/>
        <w:bottom w:val="none" w:sz="0" w:space="0" w:color="auto"/>
        <w:right w:val="none" w:sz="0" w:space="0" w:color="auto"/>
      </w:divBdr>
      <w:divsChild>
        <w:div w:id="570700416">
          <w:marLeft w:val="547"/>
          <w:marRight w:val="0"/>
          <w:marTop w:val="0"/>
          <w:marBottom w:val="0"/>
          <w:divBdr>
            <w:top w:val="none" w:sz="0" w:space="0" w:color="auto"/>
            <w:left w:val="none" w:sz="0" w:space="0" w:color="auto"/>
            <w:bottom w:val="none" w:sz="0" w:space="0" w:color="auto"/>
            <w:right w:val="none" w:sz="0" w:space="0" w:color="auto"/>
          </w:divBdr>
        </w:div>
      </w:divsChild>
    </w:div>
    <w:div w:id="1911891360">
      <w:bodyDiv w:val="1"/>
      <w:marLeft w:val="0"/>
      <w:marRight w:val="0"/>
      <w:marTop w:val="0"/>
      <w:marBottom w:val="0"/>
      <w:divBdr>
        <w:top w:val="none" w:sz="0" w:space="0" w:color="auto"/>
        <w:left w:val="none" w:sz="0" w:space="0" w:color="auto"/>
        <w:bottom w:val="none" w:sz="0" w:space="0" w:color="auto"/>
        <w:right w:val="none" w:sz="0" w:space="0" w:color="auto"/>
      </w:divBdr>
    </w:div>
    <w:div w:id="1939293625">
      <w:bodyDiv w:val="1"/>
      <w:marLeft w:val="0"/>
      <w:marRight w:val="0"/>
      <w:marTop w:val="0"/>
      <w:marBottom w:val="0"/>
      <w:divBdr>
        <w:top w:val="none" w:sz="0" w:space="0" w:color="auto"/>
        <w:left w:val="none" w:sz="0" w:space="0" w:color="auto"/>
        <w:bottom w:val="none" w:sz="0" w:space="0" w:color="auto"/>
        <w:right w:val="none" w:sz="0" w:space="0" w:color="auto"/>
      </w:divBdr>
      <w:divsChild>
        <w:div w:id="313489725">
          <w:marLeft w:val="0"/>
          <w:marRight w:val="0"/>
          <w:marTop w:val="105"/>
          <w:marBottom w:val="0"/>
          <w:divBdr>
            <w:top w:val="none" w:sz="0" w:space="0" w:color="auto"/>
            <w:left w:val="none" w:sz="0" w:space="0" w:color="auto"/>
            <w:bottom w:val="none" w:sz="0" w:space="0" w:color="auto"/>
            <w:right w:val="none" w:sz="0" w:space="0" w:color="auto"/>
          </w:divBdr>
        </w:div>
        <w:div w:id="596793231">
          <w:marLeft w:val="0"/>
          <w:marRight w:val="0"/>
          <w:marTop w:val="0"/>
          <w:marBottom w:val="0"/>
          <w:divBdr>
            <w:top w:val="none" w:sz="0" w:space="0" w:color="auto"/>
            <w:left w:val="none" w:sz="0" w:space="0" w:color="auto"/>
            <w:bottom w:val="none" w:sz="0" w:space="0" w:color="auto"/>
            <w:right w:val="none" w:sz="0" w:space="0" w:color="auto"/>
          </w:divBdr>
          <w:divsChild>
            <w:div w:id="1122000857">
              <w:marLeft w:val="255"/>
              <w:marRight w:val="0"/>
              <w:marTop w:val="0"/>
              <w:marBottom w:val="0"/>
              <w:divBdr>
                <w:top w:val="none" w:sz="0" w:space="0" w:color="auto"/>
                <w:left w:val="none" w:sz="0" w:space="0" w:color="auto"/>
                <w:bottom w:val="none" w:sz="0" w:space="0" w:color="auto"/>
                <w:right w:val="none" w:sz="0" w:space="0" w:color="auto"/>
              </w:divBdr>
            </w:div>
          </w:divsChild>
        </w:div>
        <w:div w:id="1418677108">
          <w:marLeft w:val="0"/>
          <w:marRight w:val="0"/>
          <w:marTop w:val="0"/>
          <w:marBottom w:val="0"/>
          <w:divBdr>
            <w:top w:val="none" w:sz="0" w:space="0" w:color="auto"/>
            <w:left w:val="none" w:sz="0" w:space="0" w:color="auto"/>
            <w:bottom w:val="none" w:sz="0" w:space="0" w:color="auto"/>
            <w:right w:val="none" w:sz="0" w:space="0" w:color="auto"/>
          </w:divBdr>
          <w:divsChild>
            <w:div w:id="811168078">
              <w:marLeft w:val="255"/>
              <w:marRight w:val="0"/>
              <w:marTop w:val="0"/>
              <w:marBottom w:val="0"/>
              <w:divBdr>
                <w:top w:val="none" w:sz="0" w:space="0" w:color="auto"/>
                <w:left w:val="none" w:sz="0" w:space="0" w:color="auto"/>
                <w:bottom w:val="none" w:sz="0" w:space="0" w:color="auto"/>
                <w:right w:val="none" w:sz="0" w:space="0" w:color="auto"/>
              </w:divBdr>
            </w:div>
          </w:divsChild>
        </w:div>
        <w:div w:id="355039369">
          <w:marLeft w:val="0"/>
          <w:marRight w:val="0"/>
          <w:marTop w:val="0"/>
          <w:marBottom w:val="0"/>
          <w:divBdr>
            <w:top w:val="none" w:sz="0" w:space="0" w:color="auto"/>
            <w:left w:val="none" w:sz="0" w:space="0" w:color="auto"/>
            <w:bottom w:val="none" w:sz="0" w:space="0" w:color="auto"/>
            <w:right w:val="none" w:sz="0" w:space="0" w:color="auto"/>
          </w:divBdr>
          <w:divsChild>
            <w:div w:id="948049702">
              <w:marLeft w:val="255"/>
              <w:marRight w:val="0"/>
              <w:marTop w:val="0"/>
              <w:marBottom w:val="0"/>
              <w:divBdr>
                <w:top w:val="none" w:sz="0" w:space="0" w:color="auto"/>
                <w:left w:val="none" w:sz="0" w:space="0" w:color="auto"/>
                <w:bottom w:val="none" w:sz="0" w:space="0" w:color="auto"/>
                <w:right w:val="none" w:sz="0" w:space="0" w:color="auto"/>
              </w:divBdr>
            </w:div>
          </w:divsChild>
        </w:div>
        <w:div w:id="967273879">
          <w:marLeft w:val="0"/>
          <w:marRight w:val="0"/>
          <w:marTop w:val="0"/>
          <w:marBottom w:val="0"/>
          <w:divBdr>
            <w:top w:val="none" w:sz="0" w:space="0" w:color="auto"/>
            <w:left w:val="none" w:sz="0" w:space="0" w:color="auto"/>
            <w:bottom w:val="none" w:sz="0" w:space="0" w:color="auto"/>
            <w:right w:val="none" w:sz="0" w:space="0" w:color="auto"/>
          </w:divBdr>
          <w:divsChild>
            <w:div w:id="1012611678">
              <w:marLeft w:val="255"/>
              <w:marRight w:val="0"/>
              <w:marTop w:val="0"/>
              <w:marBottom w:val="0"/>
              <w:divBdr>
                <w:top w:val="none" w:sz="0" w:space="0" w:color="auto"/>
                <w:left w:val="none" w:sz="0" w:space="0" w:color="auto"/>
                <w:bottom w:val="none" w:sz="0" w:space="0" w:color="auto"/>
                <w:right w:val="none" w:sz="0" w:space="0" w:color="auto"/>
              </w:divBdr>
            </w:div>
          </w:divsChild>
        </w:div>
        <w:div w:id="816843143">
          <w:marLeft w:val="0"/>
          <w:marRight w:val="0"/>
          <w:marTop w:val="0"/>
          <w:marBottom w:val="0"/>
          <w:divBdr>
            <w:top w:val="none" w:sz="0" w:space="0" w:color="auto"/>
            <w:left w:val="none" w:sz="0" w:space="0" w:color="auto"/>
            <w:bottom w:val="none" w:sz="0" w:space="0" w:color="auto"/>
            <w:right w:val="none" w:sz="0" w:space="0" w:color="auto"/>
          </w:divBdr>
          <w:divsChild>
            <w:div w:id="1451123864">
              <w:marLeft w:val="255"/>
              <w:marRight w:val="0"/>
              <w:marTop w:val="0"/>
              <w:marBottom w:val="0"/>
              <w:divBdr>
                <w:top w:val="none" w:sz="0" w:space="0" w:color="auto"/>
                <w:left w:val="none" w:sz="0" w:space="0" w:color="auto"/>
                <w:bottom w:val="none" w:sz="0" w:space="0" w:color="auto"/>
                <w:right w:val="none" w:sz="0" w:space="0" w:color="auto"/>
              </w:divBdr>
            </w:div>
          </w:divsChild>
        </w:div>
        <w:div w:id="929703801">
          <w:marLeft w:val="0"/>
          <w:marRight w:val="0"/>
          <w:marTop w:val="0"/>
          <w:marBottom w:val="0"/>
          <w:divBdr>
            <w:top w:val="none" w:sz="0" w:space="0" w:color="auto"/>
            <w:left w:val="none" w:sz="0" w:space="0" w:color="auto"/>
            <w:bottom w:val="none" w:sz="0" w:space="0" w:color="auto"/>
            <w:right w:val="none" w:sz="0" w:space="0" w:color="auto"/>
          </w:divBdr>
          <w:divsChild>
            <w:div w:id="11304233">
              <w:marLeft w:val="255"/>
              <w:marRight w:val="0"/>
              <w:marTop w:val="0"/>
              <w:marBottom w:val="0"/>
              <w:divBdr>
                <w:top w:val="none" w:sz="0" w:space="0" w:color="auto"/>
                <w:left w:val="none" w:sz="0" w:space="0" w:color="auto"/>
                <w:bottom w:val="none" w:sz="0" w:space="0" w:color="auto"/>
                <w:right w:val="none" w:sz="0" w:space="0" w:color="auto"/>
              </w:divBdr>
            </w:div>
          </w:divsChild>
        </w:div>
        <w:div w:id="1266965180">
          <w:marLeft w:val="0"/>
          <w:marRight w:val="0"/>
          <w:marTop w:val="0"/>
          <w:marBottom w:val="0"/>
          <w:divBdr>
            <w:top w:val="none" w:sz="0" w:space="0" w:color="auto"/>
            <w:left w:val="none" w:sz="0" w:space="0" w:color="auto"/>
            <w:bottom w:val="none" w:sz="0" w:space="0" w:color="auto"/>
            <w:right w:val="none" w:sz="0" w:space="0" w:color="auto"/>
          </w:divBdr>
          <w:divsChild>
            <w:div w:id="147825877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_Okulowicz\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33CA76-E2D0-447F-AC7D-A793573D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39</TotalTime>
  <Pages>35</Pages>
  <Words>10462</Words>
  <Characters>62778</Characters>
  <Application>Microsoft Office Word</Application>
  <DocSecurity>0</DocSecurity>
  <Lines>523</Lines>
  <Paragraphs>146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73094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Okułowicz Andrzej</dc:creator>
  <cp:lastModifiedBy>Okułowicz Eliza</cp:lastModifiedBy>
  <cp:revision>5</cp:revision>
  <cp:lastPrinted>2012-04-23T06:39:00Z</cp:lastPrinted>
  <dcterms:created xsi:type="dcterms:W3CDTF">2025-03-03T06:30:00Z</dcterms:created>
  <dcterms:modified xsi:type="dcterms:W3CDTF">2025-03-03T09:55:00Z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